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8A" w:rsidRPr="00E34F13" w:rsidRDefault="00E76E8A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1</w:t>
      </w:r>
    </w:p>
    <w:p w:rsidR="00E76E8A" w:rsidRDefault="00E76E8A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E76E8A" w:rsidRPr="00807E27" w:rsidRDefault="00E76E8A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E76E8A" w:rsidRPr="0025008D" w:rsidRDefault="00E76E8A" w:rsidP="0025008D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</w:t>
      </w:r>
      <w:r w:rsidRPr="0025008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 октября</w:t>
      </w:r>
      <w:r w:rsidRPr="0025008D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25008D">
        <w:rPr>
          <w:rFonts w:ascii="Times New Roman" w:hAnsi="Times New Roman"/>
          <w:sz w:val="28"/>
          <w:szCs w:val="28"/>
        </w:rPr>
        <w:t xml:space="preserve"> года  № </w:t>
      </w:r>
      <w:r>
        <w:rPr>
          <w:rFonts w:ascii="Times New Roman" w:hAnsi="Times New Roman"/>
          <w:sz w:val="28"/>
          <w:szCs w:val="28"/>
        </w:rPr>
        <w:t>178</w:t>
      </w:r>
    </w:p>
    <w:p w:rsidR="00E76E8A" w:rsidRDefault="00E76E8A" w:rsidP="0025008D">
      <w:pPr>
        <w:spacing w:after="0" w:line="240" w:lineRule="auto"/>
        <w:ind w:right="139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76E8A" w:rsidRPr="00E34F13" w:rsidRDefault="00E76E8A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E76E8A" w:rsidRPr="0028771A" w:rsidTr="008F7D27"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0</w:t>
            </w: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000 000</w:t>
            </w:r>
          </w:p>
        </w:tc>
        <w:tc>
          <w:tcPr>
            <w:tcW w:w="4775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6 125 800,0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360 000,0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E76E8A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76E8A" w:rsidRDefault="00E76E8A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E76E8A" w:rsidRDefault="00E76E8A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E76E8A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1 621 800,0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869 000,0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190 000,0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160 000,0</w:t>
            </w:r>
          </w:p>
        </w:tc>
      </w:tr>
      <w:tr w:rsidR="00E76E8A" w:rsidRPr="0028771A" w:rsidTr="00B272AC">
        <w:trPr>
          <w:trHeight w:val="1272"/>
        </w:trPr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E76E8A" w:rsidRPr="00E34F13" w:rsidRDefault="00E76E8A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1 100 000,0</w:t>
            </w:r>
          </w:p>
        </w:tc>
      </w:tr>
      <w:tr w:rsidR="00E76E8A" w:rsidRPr="0028771A" w:rsidTr="00F70E4F">
        <w:trPr>
          <w:trHeight w:val="1428"/>
        </w:trPr>
        <w:tc>
          <w:tcPr>
            <w:tcW w:w="2988" w:type="dxa"/>
          </w:tcPr>
          <w:p w:rsidR="00E76E8A" w:rsidRPr="00E34F13" w:rsidRDefault="00E76E8A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1 08 04020 10 0000 110</w:t>
            </w:r>
          </w:p>
        </w:tc>
        <w:tc>
          <w:tcPr>
            <w:tcW w:w="4775" w:type="dxa"/>
          </w:tcPr>
          <w:p w:rsidR="00E76E8A" w:rsidRPr="00E34F13" w:rsidRDefault="00E76E8A" w:rsidP="00B272A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8" w:type="dxa"/>
          </w:tcPr>
          <w:p w:rsidR="00E76E8A" w:rsidRDefault="00E76E8A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E76E8A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1 072 000,0</w:t>
            </w:r>
          </w:p>
        </w:tc>
      </w:tr>
      <w:tr w:rsidR="00E76E8A" w:rsidRPr="0028771A" w:rsidTr="00D573E5">
        <w:trPr>
          <w:trHeight w:val="2232"/>
        </w:trPr>
        <w:tc>
          <w:tcPr>
            <w:tcW w:w="2988" w:type="dxa"/>
          </w:tcPr>
          <w:p w:rsidR="00E76E8A" w:rsidRPr="00D573E5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73E5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E76E8A" w:rsidRPr="00D573E5" w:rsidRDefault="00E76E8A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73E5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E76E8A" w:rsidRPr="0028771A" w:rsidTr="008F7D27">
        <w:trPr>
          <w:trHeight w:val="336"/>
        </w:trPr>
        <w:tc>
          <w:tcPr>
            <w:tcW w:w="2988" w:type="dxa"/>
          </w:tcPr>
          <w:p w:rsidR="00E76E8A" w:rsidRPr="00D573E5" w:rsidRDefault="00E76E8A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1 13 02995 10 0000 130</w:t>
            </w:r>
          </w:p>
        </w:tc>
        <w:tc>
          <w:tcPr>
            <w:tcW w:w="4775" w:type="dxa"/>
          </w:tcPr>
          <w:p w:rsidR="00E76E8A" w:rsidRPr="00D573E5" w:rsidRDefault="00E76E8A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73E5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Прочие </w:t>
            </w: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08" w:type="dxa"/>
          </w:tcPr>
          <w:p w:rsidR="00E76E8A" w:rsidRPr="00E34F13" w:rsidRDefault="00E76E8A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733 000,0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5 862 850,0</w:t>
            </w:r>
          </w:p>
        </w:tc>
      </w:tr>
      <w:tr w:rsidR="00E76E8A" w:rsidRPr="0028771A" w:rsidTr="000C4F0B">
        <w:trPr>
          <w:trHeight w:val="912"/>
        </w:trPr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E76E8A" w:rsidRPr="00E34F13" w:rsidRDefault="00E76E8A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Дотации бюджетам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808" w:type="dxa"/>
          </w:tcPr>
          <w:p w:rsidR="00E76E8A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2 927 300,0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E76E8A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Субвенции бюджетам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бюджетной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системы Российской Федерации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  <w:p w:rsidR="00E76E8A" w:rsidRPr="00E34F13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E76E8A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107 800,0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Pr="00083685" w:rsidRDefault="00E76E8A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E76E8A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  <w:p w:rsidR="00E76E8A" w:rsidRPr="00083685" w:rsidRDefault="00E76E8A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E76E8A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2 827 750,0</w:t>
            </w:r>
          </w:p>
        </w:tc>
      </w:tr>
      <w:tr w:rsidR="00E76E8A" w:rsidRPr="0028771A" w:rsidTr="008F7D27">
        <w:tc>
          <w:tcPr>
            <w:tcW w:w="2988" w:type="dxa"/>
          </w:tcPr>
          <w:p w:rsidR="00E76E8A" w:rsidRPr="00E34F13" w:rsidRDefault="00E76E8A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E76E8A" w:rsidRPr="00E34F13" w:rsidRDefault="00E76E8A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E76E8A" w:rsidRPr="00E34F13" w:rsidRDefault="00E76E8A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11 998 650,0</w:t>
            </w:r>
          </w:p>
        </w:tc>
      </w:tr>
    </w:tbl>
    <w:p w:rsidR="00E76E8A" w:rsidRDefault="00E76E8A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E76E8A" w:rsidRDefault="00E76E8A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6E8A" w:rsidRDefault="00E76E8A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6E8A" w:rsidRDefault="00E76E8A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6E8A" w:rsidRDefault="00E76E8A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E76E8A" w:rsidRPr="000D5DD6" w:rsidRDefault="00E76E8A" w:rsidP="00AE1D2B">
      <w:pPr>
        <w:spacing w:after="0" w:line="240" w:lineRule="auto"/>
        <w:ind w:left="-142"/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E76E8A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02F6"/>
    <w:rsid w:val="00035ED5"/>
    <w:rsid w:val="00041418"/>
    <w:rsid w:val="0005126E"/>
    <w:rsid w:val="00054AD0"/>
    <w:rsid w:val="00057299"/>
    <w:rsid w:val="000610F7"/>
    <w:rsid w:val="0008066F"/>
    <w:rsid w:val="00083685"/>
    <w:rsid w:val="00083DBE"/>
    <w:rsid w:val="00083E45"/>
    <w:rsid w:val="000861C6"/>
    <w:rsid w:val="000A1C9D"/>
    <w:rsid w:val="000A2F3E"/>
    <w:rsid w:val="000B7778"/>
    <w:rsid w:val="000C0175"/>
    <w:rsid w:val="000C4802"/>
    <w:rsid w:val="000C4F0B"/>
    <w:rsid w:val="000C5E6F"/>
    <w:rsid w:val="000D5DD6"/>
    <w:rsid w:val="000E4258"/>
    <w:rsid w:val="000E6ED6"/>
    <w:rsid w:val="000F5F01"/>
    <w:rsid w:val="00111157"/>
    <w:rsid w:val="00115B7C"/>
    <w:rsid w:val="0014032E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008D"/>
    <w:rsid w:val="002510F3"/>
    <w:rsid w:val="00252B6B"/>
    <w:rsid w:val="002572E5"/>
    <w:rsid w:val="002752E2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14A4"/>
    <w:rsid w:val="00383269"/>
    <w:rsid w:val="00383AC9"/>
    <w:rsid w:val="00393441"/>
    <w:rsid w:val="00393899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80667"/>
    <w:rsid w:val="004809CF"/>
    <w:rsid w:val="00481CAE"/>
    <w:rsid w:val="004831ED"/>
    <w:rsid w:val="00491C41"/>
    <w:rsid w:val="0049614A"/>
    <w:rsid w:val="004A03EE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661D"/>
    <w:rsid w:val="004F7B01"/>
    <w:rsid w:val="00504C20"/>
    <w:rsid w:val="00506746"/>
    <w:rsid w:val="0051353C"/>
    <w:rsid w:val="00514A57"/>
    <w:rsid w:val="00524211"/>
    <w:rsid w:val="0052498A"/>
    <w:rsid w:val="00533355"/>
    <w:rsid w:val="00536F7D"/>
    <w:rsid w:val="0054525F"/>
    <w:rsid w:val="00567C55"/>
    <w:rsid w:val="005755FF"/>
    <w:rsid w:val="0058144B"/>
    <w:rsid w:val="00595C5E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4B5C"/>
    <w:rsid w:val="006D7063"/>
    <w:rsid w:val="006E167B"/>
    <w:rsid w:val="006E3EBB"/>
    <w:rsid w:val="006E6865"/>
    <w:rsid w:val="006F787B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3547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312E2"/>
    <w:rsid w:val="00941B87"/>
    <w:rsid w:val="00942BD2"/>
    <w:rsid w:val="00950127"/>
    <w:rsid w:val="00955095"/>
    <w:rsid w:val="009635B5"/>
    <w:rsid w:val="00963FD8"/>
    <w:rsid w:val="009710C6"/>
    <w:rsid w:val="00985E43"/>
    <w:rsid w:val="00986D70"/>
    <w:rsid w:val="00987EE4"/>
    <w:rsid w:val="00991D17"/>
    <w:rsid w:val="009B20D3"/>
    <w:rsid w:val="009B4951"/>
    <w:rsid w:val="009B5B54"/>
    <w:rsid w:val="009B64EA"/>
    <w:rsid w:val="009C6D76"/>
    <w:rsid w:val="009D10A8"/>
    <w:rsid w:val="009D20EA"/>
    <w:rsid w:val="009D6047"/>
    <w:rsid w:val="009E256F"/>
    <w:rsid w:val="009E2CCE"/>
    <w:rsid w:val="009E3CC7"/>
    <w:rsid w:val="009E3DDD"/>
    <w:rsid w:val="009E64FF"/>
    <w:rsid w:val="009E7407"/>
    <w:rsid w:val="009F283B"/>
    <w:rsid w:val="009F4324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1D2B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5FA7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806B1"/>
    <w:rsid w:val="00B81556"/>
    <w:rsid w:val="00B879B1"/>
    <w:rsid w:val="00BA1BC2"/>
    <w:rsid w:val="00BB1BF6"/>
    <w:rsid w:val="00BB7FAF"/>
    <w:rsid w:val="00BC59CD"/>
    <w:rsid w:val="00BD2E47"/>
    <w:rsid w:val="00BD5FFA"/>
    <w:rsid w:val="00BE1764"/>
    <w:rsid w:val="00BE46D8"/>
    <w:rsid w:val="00BF0454"/>
    <w:rsid w:val="00BF1010"/>
    <w:rsid w:val="00BF12DB"/>
    <w:rsid w:val="00BF7332"/>
    <w:rsid w:val="00C00A77"/>
    <w:rsid w:val="00C1503E"/>
    <w:rsid w:val="00C225ED"/>
    <w:rsid w:val="00C33DBB"/>
    <w:rsid w:val="00C345C1"/>
    <w:rsid w:val="00C42039"/>
    <w:rsid w:val="00C4329A"/>
    <w:rsid w:val="00C5410D"/>
    <w:rsid w:val="00C55395"/>
    <w:rsid w:val="00C57D5B"/>
    <w:rsid w:val="00C66B49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E6717"/>
    <w:rsid w:val="00CF0C88"/>
    <w:rsid w:val="00CF3843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573E5"/>
    <w:rsid w:val="00D61B42"/>
    <w:rsid w:val="00D672A2"/>
    <w:rsid w:val="00D84126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216"/>
    <w:rsid w:val="00E0165F"/>
    <w:rsid w:val="00E079DF"/>
    <w:rsid w:val="00E17C72"/>
    <w:rsid w:val="00E200B5"/>
    <w:rsid w:val="00E22722"/>
    <w:rsid w:val="00E27B29"/>
    <w:rsid w:val="00E34F13"/>
    <w:rsid w:val="00E36EBF"/>
    <w:rsid w:val="00E372F0"/>
    <w:rsid w:val="00E37ED1"/>
    <w:rsid w:val="00E40617"/>
    <w:rsid w:val="00E4679F"/>
    <w:rsid w:val="00E54926"/>
    <w:rsid w:val="00E61661"/>
    <w:rsid w:val="00E620FD"/>
    <w:rsid w:val="00E7046F"/>
    <w:rsid w:val="00E744E7"/>
    <w:rsid w:val="00E76E8A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EF0746"/>
    <w:rsid w:val="00F033F2"/>
    <w:rsid w:val="00F1124D"/>
    <w:rsid w:val="00F20FF1"/>
    <w:rsid w:val="00F3023C"/>
    <w:rsid w:val="00F313C6"/>
    <w:rsid w:val="00F40D93"/>
    <w:rsid w:val="00F5212F"/>
    <w:rsid w:val="00F5410E"/>
    <w:rsid w:val="00F630BC"/>
    <w:rsid w:val="00F65FDF"/>
    <w:rsid w:val="00F70E4F"/>
    <w:rsid w:val="00F75681"/>
    <w:rsid w:val="00F80A70"/>
    <w:rsid w:val="00F974D6"/>
    <w:rsid w:val="00FA3412"/>
    <w:rsid w:val="00FB06ED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181</TotalTime>
  <Pages>2</Pages>
  <Words>449</Words>
  <Characters>2563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43</cp:revision>
  <cp:lastPrinted>2020-10-01T07:39:00Z</cp:lastPrinted>
  <dcterms:created xsi:type="dcterms:W3CDTF">2015-11-13T07:31:00Z</dcterms:created>
  <dcterms:modified xsi:type="dcterms:W3CDTF">2022-11-01T05:54:00Z</dcterms:modified>
</cp:coreProperties>
</file>