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E4" w:rsidRDefault="002F10E4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2F10E4" w:rsidRPr="00A23826" w:rsidRDefault="002F10E4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2F10E4" w:rsidRDefault="002F10E4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ПЯТИДЕСЯТАЯ ТРЕТЬЯ СЕССИЯ</w:t>
      </w:r>
    </w:p>
    <w:p w:rsidR="002F10E4" w:rsidRPr="00A23826" w:rsidRDefault="002F10E4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2F10E4" w:rsidRPr="00A23826" w:rsidRDefault="002F10E4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2F10E4" w:rsidRPr="00A23826" w:rsidRDefault="002F10E4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12 июля 2022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 № </w:t>
      </w:r>
      <w:r>
        <w:rPr>
          <w:rFonts w:ascii="Times New Roman" w:hAnsi="Times New Roman"/>
          <w:b/>
          <w:sz w:val="28"/>
          <w:szCs w:val="28"/>
          <w:lang w:eastAsia="ru-RU"/>
        </w:rPr>
        <w:t>168</w:t>
      </w:r>
    </w:p>
    <w:p w:rsidR="002F10E4" w:rsidRPr="00A23826" w:rsidRDefault="002F10E4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2F10E4" w:rsidRPr="00A23826" w:rsidRDefault="002F10E4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21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 135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2F10E4" w:rsidRPr="00A23826" w:rsidRDefault="002F10E4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2F10E4" w:rsidRPr="00A23826" w:rsidRDefault="002F10E4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2F10E4" w:rsidRPr="00A23826" w:rsidRDefault="002F10E4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2F10E4" w:rsidRPr="00A23826" w:rsidRDefault="002F10E4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2F10E4" w:rsidRPr="00A23826" w:rsidRDefault="002F10E4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ноя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>бря 20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21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135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ения Отрадненского района на 2022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2F10E4" w:rsidRDefault="002F10E4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>1</w:t>
      </w:r>
      <w:r>
        <w:rPr>
          <w:rFonts w:ascii="Times New Roman" w:hAnsi="Times New Roman"/>
          <w:sz w:val="28"/>
          <w:szCs w:val="20"/>
          <w:lang w:eastAsia="ru-RU"/>
        </w:rPr>
        <w:t>) подпункты 1,2,3пункта 1 статьи 1 изложить в новой редакции:</w:t>
      </w:r>
    </w:p>
    <w:p w:rsidR="002F10E4" w:rsidRDefault="002F10E4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11 409 150,0 рублей;</w:t>
      </w:r>
    </w:p>
    <w:p w:rsidR="002F10E4" w:rsidRDefault="002F10E4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 12 288 950,0 рублей;</w:t>
      </w:r>
    </w:p>
    <w:p w:rsidR="002F10E4" w:rsidRPr="00A23826" w:rsidRDefault="002F10E4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879 800,0 рублей».</w:t>
      </w:r>
    </w:p>
    <w:p w:rsidR="002F10E4" w:rsidRPr="00A23826" w:rsidRDefault="002F10E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2) приложения №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3,4,5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 xml:space="preserve">21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135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 xml:space="preserve">ения Отрадненского района на 2022 </w:t>
      </w:r>
      <w:r w:rsidRPr="00A23826">
        <w:rPr>
          <w:rFonts w:ascii="Times New Roman" w:hAnsi="Times New Roman"/>
          <w:sz w:val="28"/>
          <w:szCs w:val="28"/>
          <w:lang w:eastAsia="ru-RU"/>
        </w:rPr>
        <w:t>год» изложить в 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согласно приложениям № 3,4,5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F10E4" w:rsidRPr="00A23826" w:rsidRDefault="002F10E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23826">
        <w:rPr>
          <w:rFonts w:ascii="Times New Roman" w:hAnsi="Times New Roman"/>
          <w:sz w:val="28"/>
          <w:szCs w:val="28"/>
          <w:lang w:eastAsia="ru-RU"/>
        </w:rPr>
        <w:t>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F10E4" w:rsidRDefault="002F10E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2F10E4" w:rsidRPr="00A23826" w:rsidRDefault="002F10E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2F10E4" w:rsidRPr="00A23826" w:rsidRDefault="002F10E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2F10E4" w:rsidRPr="00A23826" w:rsidRDefault="002F10E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2F10E4" w:rsidRPr="00A23826" w:rsidRDefault="002F10E4" w:rsidP="00413C82"/>
    <w:sectPr w:rsidR="002F10E4" w:rsidRPr="00A238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075D1"/>
    <w:rsid w:val="001304CA"/>
    <w:rsid w:val="001318EE"/>
    <w:rsid w:val="00167668"/>
    <w:rsid w:val="00175F98"/>
    <w:rsid w:val="001814B1"/>
    <w:rsid w:val="00185B12"/>
    <w:rsid w:val="001945D4"/>
    <w:rsid w:val="001E349C"/>
    <w:rsid w:val="0021347D"/>
    <w:rsid w:val="00224326"/>
    <w:rsid w:val="00231263"/>
    <w:rsid w:val="00247F92"/>
    <w:rsid w:val="002562F9"/>
    <w:rsid w:val="002E393A"/>
    <w:rsid w:val="002E484A"/>
    <w:rsid w:val="002F10E4"/>
    <w:rsid w:val="003204AA"/>
    <w:rsid w:val="003236A6"/>
    <w:rsid w:val="00347B05"/>
    <w:rsid w:val="003513E7"/>
    <w:rsid w:val="00366363"/>
    <w:rsid w:val="003B2CE0"/>
    <w:rsid w:val="003C651C"/>
    <w:rsid w:val="003E675D"/>
    <w:rsid w:val="003F2A4D"/>
    <w:rsid w:val="003F6F76"/>
    <w:rsid w:val="00413C82"/>
    <w:rsid w:val="00445B99"/>
    <w:rsid w:val="004472DD"/>
    <w:rsid w:val="0045009A"/>
    <w:rsid w:val="0045653F"/>
    <w:rsid w:val="00473523"/>
    <w:rsid w:val="004902B2"/>
    <w:rsid w:val="004A0D8E"/>
    <w:rsid w:val="004F2D3F"/>
    <w:rsid w:val="004F2DFD"/>
    <w:rsid w:val="00507B3E"/>
    <w:rsid w:val="005236E8"/>
    <w:rsid w:val="00546061"/>
    <w:rsid w:val="005A61F8"/>
    <w:rsid w:val="005C1133"/>
    <w:rsid w:val="005C289B"/>
    <w:rsid w:val="005E2EE2"/>
    <w:rsid w:val="005F4560"/>
    <w:rsid w:val="00607813"/>
    <w:rsid w:val="0062482F"/>
    <w:rsid w:val="006D4F2E"/>
    <w:rsid w:val="006F1F6C"/>
    <w:rsid w:val="00704041"/>
    <w:rsid w:val="00780E7B"/>
    <w:rsid w:val="007F47B3"/>
    <w:rsid w:val="007F5029"/>
    <w:rsid w:val="00815414"/>
    <w:rsid w:val="00834DFE"/>
    <w:rsid w:val="008778C5"/>
    <w:rsid w:val="00881A1D"/>
    <w:rsid w:val="008867F6"/>
    <w:rsid w:val="008B3176"/>
    <w:rsid w:val="008B7367"/>
    <w:rsid w:val="008B7494"/>
    <w:rsid w:val="008C0BDA"/>
    <w:rsid w:val="008D53C4"/>
    <w:rsid w:val="008E45FC"/>
    <w:rsid w:val="009026AA"/>
    <w:rsid w:val="00905CD8"/>
    <w:rsid w:val="00926FAE"/>
    <w:rsid w:val="00935DFD"/>
    <w:rsid w:val="009364B4"/>
    <w:rsid w:val="00937F73"/>
    <w:rsid w:val="00951A53"/>
    <w:rsid w:val="00963C42"/>
    <w:rsid w:val="00970AFE"/>
    <w:rsid w:val="009978EF"/>
    <w:rsid w:val="009B097E"/>
    <w:rsid w:val="00A14B86"/>
    <w:rsid w:val="00A153BA"/>
    <w:rsid w:val="00A23826"/>
    <w:rsid w:val="00A2436C"/>
    <w:rsid w:val="00A32946"/>
    <w:rsid w:val="00A42CA9"/>
    <w:rsid w:val="00A43498"/>
    <w:rsid w:val="00A46698"/>
    <w:rsid w:val="00A505E4"/>
    <w:rsid w:val="00A51C1E"/>
    <w:rsid w:val="00A56D27"/>
    <w:rsid w:val="00A658FA"/>
    <w:rsid w:val="00A73D19"/>
    <w:rsid w:val="00A84599"/>
    <w:rsid w:val="00B104E2"/>
    <w:rsid w:val="00B37388"/>
    <w:rsid w:val="00B608E0"/>
    <w:rsid w:val="00BA0EA7"/>
    <w:rsid w:val="00BC5A7F"/>
    <w:rsid w:val="00BE0BF5"/>
    <w:rsid w:val="00BF5B98"/>
    <w:rsid w:val="00C15CCA"/>
    <w:rsid w:val="00C25513"/>
    <w:rsid w:val="00C3310A"/>
    <w:rsid w:val="00C513FB"/>
    <w:rsid w:val="00C87E90"/>
    <w:rsid w:val="00CA0B71"/>
    <w:rsid w:val="00CF112A"/>
    <w:rsid w:val="00D31AC9"/>
    <w:rsid w:val="00D572E9"/>
    <w:rsid w:val="00D754E3"/>
    <w:rsid w:val="00D953D7"/>
    <w:rsid w:val="00D961D7"/>
    <w:rsid w:val="00DB6DB8"/>
    <w:rsid w:val="00DC1241"/>
    <w:rsid w:val="00DC16FE"/>
    <w:rsid w:val="00DC4C75"/>
    <w:rsid w:val="00DD4691"/>
    <w:rsid w:val="00DD7D9A"/>
    <w:rsid w:val="00E00584"/>
    <w:rsid w:val="00E172DC"/>
    <w:rsid w:val="00E22115"/>
    <w:rsid w:val="00E3021F"/>
    <w:rsid w:val="00E455DD"/>
    <w:rsid w:val="00E66B11"/>
    <w:rsid w:val="00E7416A"/>
    <w:rsid w:val="00EA2F7A"/>
    <w:rsid w:val="00EA7CC3"/>
    <w:rsid w:val="00EB1108"/>
    <w:rsid w:val="00EB3DF4"/>
    <w:rsid w:val="00EC2F2C"/>
    <w:rsid w:val="00EC4764"/>
    <w:rsid w:val="00EC50D7"/>
    <w:rsid w:val="00F00CDC"/>
    <w:rsid w:val="00F024A7"/>
    <w:rsid w:val="00F0670C"/>
    <w:rsid w:val="00F073EE"/>
    <w:rsid w:val="00F16E85"/>
    <w:rsid w:val="00F53933"/>
    <w:rsid w:val="00F562DD"/>
    <w:rsid w:val="00F67412"/>
    <w:rsid w:val="00F81A13"/>
    <w:rsid w:val="00F83D02"/>
    <w:rsid w:val="00F91C2F"/>
    <w:rsid w:val="00FC4FC8"/>
    <w:rsid w:val="00FD317D"/>
    <w:rsid w:val="00FE14A0"/>
    <w:rsid w:val="00FE1985"/>
    <w:rsid w:val="00FE1D83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68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206</TotalTime>
  <Pages>1</Pages>
  <Words>268</Words>
  <Characters>1534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55</cp:revision>
  <cp:lastPrinted>2020-08-20T10:17:00Z</cp:lastPrinted>
  <dcterms:created xsi:type="dcterms:W3CDTF">2016-01-27T11:02:00Z</dcterms:created>
  <dcterms:modified xsi:type="dcterms:W3CDTF">2022-07-22T15:13:00Z</dcterms:modified>
</cp:coreProperties>
</file>