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F2" w:rsidRPr="00E34F13" w:rsidRDefault="00F033F2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</w:t>
      </w:r>
    </w:p>
    <w:p w:rsidR="00F033F2" w:rsidRDefault="00F033F2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F033F2" w:rsidRPr="00807E27" w:rsidRDefault="00F033F2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F033F2" w:rsidRPr="0025008D" w:rsidRDefault="00F033F2" w:rsidP="0025008D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Pr="0025008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 марта</w:t>
      </w:r>
      <w:r w:rsidRPr="0025008D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25008D">
        <w:rPr>
          <w:rFonts w:ascii="Times New Roman" w:hAnsi="Times New Roman"/>
          <w:sz w:val="28"/>
          <w:szCs w:val="28"/>
        </w:rPr>
        <w:t xml:space="preserve"> года  № </w:t>
      </w:r>
      <w:r>
        <w:rPr>
          <w:rFonts w:ascii="Times New Roman" w:hAnsi="Times New Roman"/>
          <w:sz w:val="28"/>
          <w:szCs w:val="28"/>
        </w:rPr>
        <w:t>159</w:t>
      </w:r>
    </w:p>
    <w:p w:rsidR="00F033F2" w:rsidRDefault="00F033F2" w:rsidP="0025008D">
      <w:pPr>
        <w:spacing w:after="0" w:line="240" w:lineRule="auto"/>
        <w:ind w:right="139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033F2" w:rsidRPr="00E34F13" w:rsidRDefault="00F033F2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0</w:t>
            </w: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000 000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4 818 800,0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360 000,0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F033F2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033F2" w:rsidRDefault="00F033F2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F033F2" w:rsidRDefault="00F033F2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F033F2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1 621 800,0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285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190 000,0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160 000,0</w:t>
            </w:r>
          </w:p>
        </w:tc>
      </w:tr>
      <w:tr w:rsidR="00F033F2" w:rsidRPr="0028771A" w:rsidTr="00B272AC">
        <w:trPr>
          <w:trHeight w:val="1272"/>
        </w:trPr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1 100 000,0</w:t>
            </w:r>
          </w:p>
        </w:tc>
      </w:tr>
      <w:tr w:rsidR="00F033F2" w:rsidRPr="0028771A" w:rsidTr="00F70E4F">
        <w:trPr>
          <w:trHeight w:val="1428"/>
        </w:trPr>
        <w:tc>
          <w:tcPr>
            <w:tcW w:w="2988" w:type="dxa"/>
          </w:tcPr>
          <w:p w:rsidR="00F033F2" w:rsidRPr="00E34F13" w:rsidRDefault="00F033F2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F033F2" w:rsidRPr="00E34F13" w:rsidRDefault="00F033F2" w:rsidP="00B272A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F033F2" w:rsidRDefault="00F033F2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F033F2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1 072 000,0</w:t>
            </w:r>
          </w:p>
        </w:tc>
      </w:tr>
      <w:tr w:rsidR="00F033F2" w:rsidRPr="0028771A" w:rsidTr="008F7D27">
        <w:trPr>
          <w:trHeight w:val="2448"/>
        </w:trPr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3 047 850,0</w:t>
            </w:r>
          </w:p>
        </w:tc>
      </w:tr>
      <w:tr w:rsidR="00F033F2" w:rsidRPr="0028771A" w:rsidTr="000C4F0B">
        <w:trPr>
          <w:trHeight w:val="912"/>
        </w:trPr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033F2" w:rsidRPr="00E34F13" w:rsidRDefault="00F033F2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Дотации бюджетам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08" w:type="dxa"/>
          </w:tcPr>
          <w:p w:rsidR="00F033F2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2 927 300,0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033F2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Субвенции бюджетам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системы Российской Федерации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  <w:p w:rsidR="00F033F2" w:rsidRPr="00E34F13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033F2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102 300,0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083685" w:rsidRDefault="00F033F2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F033F2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  <w:p w:rsidR="00F033F2" w:rsidRPr="00083685" w:rsidRDefault="00F033F2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F033F2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18 250,0</w:t>
            </w:r>
          </w:p>
        </w:tc>
      </w:tr>
      <w:tr w:rsidR="00F033F2" w:rsidRPr="0028771A" w:rsidTr="008F7D27">
        <w:tc>
          <w:tcPr>
            <w:tcW w:w="2988" w:type="dxa"/>
          </w:tcPr>
          <w:p w:rsidR="00F033F2" w:rsidRPr="00E34F13" w:rsidRDefault="00F033F2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F033F2" w:rsidRPr="00E34F13" w:rsidRDefault="00F033F2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F033F2" w:rsidRPr="00E34F13" w:rsidRDefault="00F033F2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7 866 650,0</w:t>
            </w:r>
          </w:p>
        </w:tc>
      </w:tr>
    </w:tbl>
    <w:p w:rsidR="00F033F2" w:rsidRDefault="00F033F2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F033F2" w:rsidRDefault="00F033F2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33F2" w:rsidRDefault="00F033F2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33F2" w:rsidRDefault="00F033F2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33F2" w:rsidRDefault="00F033F2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F033F2" w:rsidRPr="000D5DD6" w:rsidRDefault="00F033F2" w:rsidP="00AE1D2B">
      <w:pPr>
        <w:spacing w:after="0" w:line="240" w:lineRule="auto"/>
        <w:ind w:left="-142"/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F033F2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02F6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C0175"/>
    <w:rsid w:val="000C4802"/>
    <w:rsid w:val="000C4F0B"/>
    <w:rsid w:val="000C5E6F"/>
    <w:rsid w:val="000D5DD6"/>
    <w:rsid w:val="000E4258"/>
    <w:rsid w:val="000E6ED6"/>
    <w:rsid w:val="000F5F01"/>
    <w:rsid w:val="00111157"/>
    <w:rsid w:val="00115B7C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008D"/>
    <w:rsid w:val="002510F3"/>
    <w:rsid w:val="00252B6B"/>
    <w:rsid w:val="002572E5"/>
    <w:rsid w:val="002752E2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899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03EE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661D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3547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312E2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2CCE"/>
    <w:rsid w:val="009E3CC7"/>
    <w:rsid w:val="009E3DDD"/>
    <w:rsid w:val="009E64FF"/>
    <w:rsid w:val="009E7407"/>
    <w:rsid w:val="009F283B"/>
    <w:rsid w:val="009F4324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1D2B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1556"/>
    <w:rsid w:val="00B879B1"/>
    <w:rsid w:val="00BA1BC2"/>
    <w:rsid w:val="00BB1BF6"/>
    <w:rsid w:val="00BB7FAF"/>
    <w:rsid w:val="00BC59CD"/>
    <w:rsid w:val="00BD2E47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3DBB"/>
    <w:rsid w:val="00C345C1"/>
    <w:rsid w:val="00C42039"/>
    <w:rsid w:val="00C4329A"/>
    <w:rsid w:val="00C5410D"/>
    <w:rsid w:val="00C55395"/>
    <w:rsid w:val="00C57D5B"/>
    <w:rsid w:val="00C66B49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3843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84126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033F2"/>
    <w:rsid w:val="00F1124D"/>
    <w:rsid w:val="00F3023C"/>
    <w:rsid w:val="00F40D93"/>
    <w:rsid w:val="00F5212F"/>
    <w:rsid w:val="00F5410E"/>
    <w:rsid w:val="00F630BC"/>
    <w:rsid w:val="00F65FDF"/>
    <w:rsid w:val="00F70E4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2</Pages>
  <Words>435</Words>
  <Characters>2486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36</cp:revision>
  <cp:lastPrinted>2020-10-01T07:39:00Z</cp:lastPrinted>
  <dcterms:created xsi:type="dcterms:W3CDTF">2015-11-13T07:31:00Z</dcterms:created>
  <dcterms:modified xsi:type="dcterms:W3CDTF">2022-05-23T14:34:00Z</dcterms:modified>
</cp:coreProperties>
</file>