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B4" w:rsidRPr="00E34F13" w:rsidRDefault="005D68B4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5D68B4" w:rsidRDefault="005D68B4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5D68B4" w:rsidRPr="00807E27" w:rsidRDefault="005D68B4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5D68B4" w:rsidRDefault="005D68B4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от 30 ноября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 № 136</w:t>
      </w:r>
    </w:p>
    <w:p w:rsidR="005D68B4" w:rsidRDefault="005D68B4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D68B4" w:rsidRPr="00E34F13" w:rsidRDefault="005D68B4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D68B4" w:rsidRDefault="005D68B4" w:rsidP="00F70E4F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D68B4" w:rsidRPr="00E34F13" w:rsidRDefault="005D68B4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3 739 200,0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341 000,0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5D68B4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68B4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5D68B4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5D68B4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1 495 200,0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0 01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272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120 000,0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235 000,0</w:t>
            </w:r>
          </w:p>
        </w:tc>
      </w:tr>
      <w:tr w:rsidR="005D68B4" w:rsidRPr="0028771A" w:rsidTr="00B272AC">
        <w:trPr>
          <w:trHeight w:val="1272"/>
        </w:trPr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549 000,0</w:t>
            </w:r>
          </w:p>
        </w:tc>
      </w:tr>
      <w:tr w:rsidR="005D68B4" w:rsidRPr="0028771A" w:rsidTr="00F70E4F">
        <w:trPr>
          <w:trHeight w:val="1428"/>
        </w:trPr>
        <w:tc>
          <w:tcPr>
            <w:tcW w:w="2988" w:type="dxa"/>
          </w:tcPr>
          <w:p w:rsidR="005D68B4" w:rsidRPr="00E34F13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5D68B4" w:rsidRPr="00E34F13" w:rsidRDefault="005D68B4" w:rsidP="00B272A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5D68B4" w:rsidRDefault="005D68B4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5D68B4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582 000,0</w:t>
            </w:r>
          </w:p>
        </w:tc>
      </w:tr>
      <w:tr w:rsidR="005D68B4" w:rsidRPr="0028771A" w:rsidTr="002D6945">
        <w:trPr>
          <w:trHeight w:val="2196"/>
        </w:trPr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5D68B4" w:rsidRPr="0028771A" w:rsidTr="002D6945">
        <w:trPr>
          <w:trHeight w:val="1548"/>
        </w:trPr>
        <w:tc>
          <w:tcPr>
            <w:tcW w:w="2988" w:type="dxa"/>
          </w:tcPr>
          <w:p w:rsidR="005D68B4" w:rsidRPr="00E34F13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1 11 05075 10 0000 120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08" w:type="dxa"/>
          </w:tcPr>
          <w:p w:rsidR="005D68B4" w:rsidRPr="00E34F13" w:rsidRDefault="005D68B4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58 000,0</w:t>
            </w:r>
          </w:p>
        </w:tc>
      </w:tr>
      <w:tr w:rsidR="005D68B4" w:rsidRPr="0028771A" w:rsidTr="002D6945">
        <w:trPr>
          <w:trHeight w:val="728"/>
        </w:trPr>
        <w:tc>
          <w:tcPr>
            <w:tcW w:w="2988" w:type="dxa"/>
          </w:tcPr>
          <w:p w:rsidR="005D68B4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1 13 02995 10 0000 130</w:t>
            </w:r>
          </w:p>
        </w:tc>
        <w:tc>
          <w:tcPr>
            <w:tcW w:w="4775" w:type="dxa"/>
          </w:tcPr>
          <w:p w:rsidR="005D68B4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08" w:type="dxa"/>
          </w:tcPr>
          <w:p w:rsidR="005D68B4" w:rsidRDefault="005D68B4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57 000,0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11 555 150,0</w:t>
            </w:r>
          </w:p>
        </w:tc>
      </w:tr>
      <w:tr w:rsidR="005D68B4" w:rsidRPr="0028771A" w:rsidTr="000C4F0B">
        <w:trPr>
          <w:trHeight w:val="912"/>
        </w:trPr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5D68B4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4 226 600,0</w:t>
            </w:r>
          </w:p>
        </w:tc>
      </w:tr>
      <w:tr w:rsidR="005D68B4" w:rsidRPr="0028771A" w:rsidTr="008F7D27">
        <w:trPr>
          <w:trHeight w:val="372"/>
        </w:trPr>
        <w:tc>
          <w:tcPr>
            <w:tcW w:w="2988" w:type="dxa"/>
          </w:tcPr>
          <w:p w:rsidR="005D68B4" w:rsidRPr="00E34F13" w:rsidRDefault="005D68B4" w:rsidP="000C4F0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4775" w:type="dxa"/>
          </w:tcPr>
          <w:p w:rsidR="005D68B4" w:rsidRPr="00E34F13" w:rsidRDefault="005D68B4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8" w:type="dxa"/>
          </w:tcPr>
          <w:p w:rsidR="005D68B4" w:rsidRDefault="005D68B4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5 472 600,0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D68B4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:rsidR="005D68B4" w:rsidRPr="00E34F13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D68B4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101 900,0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083685" w:rsidRDefault="005D68B4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D68B4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5D68B4" w:rsidRPr="00083685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D68B4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D68B4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1 744 050,0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28771A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D68B4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  <w:p w:rsidR="005D68B4" w:rsidRPr="0028771A" w:rsidRDefault="005D68B4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D68B4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5D68B4" w:rsidRPr="0028771A" w:rsidTr="008F7D27">
        <w:tc>
          <w:tcPr>
            <w:tcW w:w="2988" w:type="dxa"/>
          </w:tcPr>
          <w:p w:rsidR="005D68B4" w:rsidRPr="00E34F13" w:rsidRDefault="005D68B4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5D68B4" w:rsidRPr="00E34F13" w:rsidRDefault="005D68B4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5D68B4" w:rsidRPr="00E34F13" w:rsidRDefault="005D68B4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15 294 350,0</w:t>
            </w:r>
          </w:p>
        </w:tc>
      </w:tr>
    </w:tbl>
    <w:p w:rsidR="005D68B4" w:rsidRDefault="005D68B4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5D68B4" w:rsidRDefault="005D68B4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8B4" w:rsidRDefault="005D68B4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8B4" w:rsidRDefault="005D68B4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8B4" w:rsidRDefault="005D68B4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8B4" w:rsidRDefault="005D68B4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5D68B4" w:rsidRPr="00E34F13" w:rsidRDefault="005D68B4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5D68B4" w:rsidRPr="00E34F13" w:rsidRDefault="005D68B4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D68B4" w:rsidRPr="00E34F13" w:rsidRDefault="005D68B4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D68B4" w:rsidRPr="00E34F13" w:rsidRDefault="005D68B4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D68B4" w:rsidRPr="00E34F13" w:rsidRDefault="005D68B4" w:rsidP="000D5DD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D68B4" w:rsidRDefault="005D68B4" w:rsidP="000D5DD6"/>
    <w:p w:rsidR="005D68B4" w:rsidRPr="00AE3E79" w:rsidRDefault="005D68B4" w:rsidP="000D5DD6"/>
    <w:p w:rsidR="005D68B4" w:rsidRPr="000D5DD6" w:rsidRDefault="005D68B4" w:rsidP="000D5DD6"/>
    <w:sectPr w:rsidR="005D68B4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2A72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932A0"/>
    <w:rsid w:val="000A1C9D"/>
    <w:rsid w:val="000A2F3E"/>
    <w:rsid w:val="000C0175"/>
    <w:rsid w:val="000C4802"/>
    <w:rsid w:val="000C4F0B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66799"/>
    <w:rsid w:val="001766CE"/>
    <w:rsid w:val="00182925"/>
    <w:rsid w:val="001834D7"/>
    <w:rsid w:val="00183BD5"/>
    <w:rsid w:val="001859E2"/>
    <w:rsid w:val="0018680A"/>
    <w:rsid w:val="0019003E"/>
    <w:rsid w:val="001A74D6"/>
    <w:rsid w:val="001C25F3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945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0500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76DEB"/>
    <w:rsid w:val="00480667"/>
    <w:rsid w:val="004809CF"/>
    <w:rsid w:val="00481CAE"/>
    <w:rsid w:val="004831ED"/>
    <w:rsid w:val="004853D9"/>
    <w:rsid w:val="00491C41"/>
    <w:rsid w:val="0049614A"/>
    <w:rsid w:val="004969F2"/>
    <w:rsid w:val="004A34AF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D68B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361B9"/>
    <w:rsid w:val="006458AF"/>
    <w:rsid w:val="00660028"/>
    <w:rsid w:val="0066313E"/>
    <w:rsid w:val="00664E00"/>
    <w:rsid w:val="00670EF9"/>
    <w:rsid w:val="00673587"/>
    <w:rsid w:val="00685CE8"/>
    <w:rsid w:val="006A6109"/>
    <w:rsid w:val="006A63FF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16A2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355"/>
    <w:rsid w:val="00B03C84"/>
    <w:rsid w:val="00B04A82"/>
    <w:rsid w:val="00B11689"/>
    <w:rsid w:val="00B13E59"/>
    <w:rsid w:val="00B14DC4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3DBB"/>
    <w:rsid w:val="00C42039"/>
    <w:rsid w:val="00C4329A"/>
    <w:rsid w:val="00C452EB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16DF9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47057"/>
    <w:rsid w:val="00F5212F"/>
    <w:rsid w:val="00F5410E"/>
    <w:rsid w:val="00F630BC"/>
    <w:rsid w:val="00F65FDF"/>
    <w:rsid w:val="00F660F0"/>
    <w:rsid w:val="00F70E4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</TotalTime>
  <Pages>3</Pages>
  <Words>517</Words>
  <Characters>2950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36</cp:revision>
  <cp:lastPrinted>2020-10-01T07:39:00Z</cp:lastPrinted>
  <dcterms:created xsi:type="dcterms:W3CDTF">2015-11-13T07:31:00Z</dcterms:created>
  <dcterms:modified xsi:type="dcterms:W3CDTF">2022-07-25T13:16:00Z</dcterms:modified>
</cp:coreProperties>
</file>