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17" w:rsidRPr="00441FA1" w:rsidRDefault="00882917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882917" w:rsidRPr="00F73CBE" w:rsidRDefault="0088291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882917" w:rsidRPr="00F73CBE" w:rsidRDefault="0088291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882917" w:rsidRDefault="00882917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от  13 сентября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122</w:t>
      </w:r>
    </w:p>
    <w:p w:rsidR="00882917" w:rsidRPr="00441FA1" w:rsidRDefault="00882917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82917" w:rsidRPr="00441FA1" w:rsidRDefault="00882917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882917" w:rsidRPr="00441FA1" w:rsidRDefault="008829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882917" w:rsidRPr="00441FA1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882917" w:rsidRPr="00441FA1" w:rsidRDefault="00882917" w:rsidP="00442C8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82917" w:rsidRPr="00441FA1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882917" w:rsidRPr="00441FA1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82917" w:rsidRPr="00441FA1" w:rsidRDefault="00882917" w:rsidP="00442C8B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3 264 074,0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882917" w:rsidRPr="00441FA1" w:rsidTr="00442C8B">
        <w:trPr>
          <w:trHeight w:val="978"/>
        </w:trPr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2 434 814,0</w:t>
            </w:r>
          </w:p>
        </w:tc>
      </w:tr>
      <w:tr w:rsidR="00882917" w:rsidRPr="00441FA1" w:rsidTr="00442C8B">
        <w:trPr>
          <w:trHeight w:val="978"/>
        </w:trPr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82917" w:rsidRPr="00441FA1" w:rsidTr="00442C8B">
        <w:trPr>
          <w:trHeight w:val="495"/>
        </w:trPr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82917" w:rsidRPr="00441FA1" w:rsidTr="00442C8B">
        <w:trPr>
          <w:trHeight w:val="495"/>
        </w:trPr>
        <w:tc>
          <w:tcPr>
            <w:tcW w:w="589" w:type="dxa"/>
          </w:tcPr>
          <w:p w:rsidR="00882917" w:rsidRPr="00441FA1" w:rsidRDefault="00882917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221 000,0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98 100,0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98 100,0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882917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10 250,0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3 312 166,8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882917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3 310 166,8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3 308 841,68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851 771,68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2 455 820,0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882917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5 787 206,0</w:t>
            </w:r>
          </w:p>
        </w:tc>
      </w:tr>
      <w:tr w:rsidR="00882917" w:rsidRPr="00441FA1" w:rsidTr="00442C8B">
        <w:trPr>
          <w:trHeight w:val="360"/>
        </w:trPr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5 787 206,0</w:t>
            </w:r>
          </w:p>
        </w:tc>
      </w:tr>
      <w:tr w:rsidR="00882917" w:rsidRPr="00441FA1" w:rsidTr="00442C8B">
        <w:trPr>
          <w:trHeight w:val="336"/>
        </w:trPr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882917" w:rsidRPr="009C44A9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882917" w:rsidRPr="009C44A9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882917" w:rsidRPr="009C44A9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882917" w:rsidRPr="00441FA1" w:rsidTr="00442C8B">
        <w:trPr>
          <w:trHeight w:val="300"/>
        </w:trPr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882917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882917" w:rsidRPr="00B922C6" w:rsidRDefault="00882917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882917" w:rsidRPr="00B922C6" w:rsidRDefault="00882917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882917" w:rsidRPr="00441FA1" w:rsidTr="00442C8B">
        <w:tc>
          <w:tcPr>
            <w:tcW w:w="58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882917" w:rsidRPr="00441FA1" w:rsidRDefault="00882917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82917" w:rsidRPr="00441FA1" w:rsidRDefault="00882917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15 982 888,48</w:t>
            </w:r>
          </w:p>
        </w:tc>
      </w:tr>
    </w:tbl>
    <w:p w:rsidR="00882917" w:rsidRDefault="0088291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82917" w:rsidRDefault="0088291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82917" w:rsidRDefault="0088291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82917" w:rsidRDefault="00882917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882917" w:rsidRPr="00B429C7" w:rsidRDefault="008829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882917" w:rsidRPr="00441FA1" w:rsidRDefault="008829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82917" w:rsidRPr="00441FA1" w:rsidRDefault="008829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82917" w:rsidRPr="00441FA1" w:rsidRDefault="008829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82917" w:rsidRDefault="008829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82917" w:rsidRDefault="008829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82917" w:rsidRDefault="00882917"/>
    <w:sectPr w:rsidR="00882917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A42FE"/>
    <w:rsid w:val="000E2E93"/>
    <w:rsid w:val="00130031"/>
    <w:rsid w:val="00152374"/>
    <w:rsid w:val="00164F64"/>
    <w:rsid w:val="00180E40"/>
    <w:rsid w:val="001C47AE"/>
    <w:rsid w:val="001E4B20"/>
    <w:rsid w:val="0021082E"/>
    <w:rsid w:val="00224227"/>
    <w:rsid w:val="002A0902"/>
    <w:rsid w:val="002F1678"/>
    <w:rsid w:val="00321BB0"/>
    <w:rsid w:val="003952FC"/>
    <w:rsid w:val="003A158F"/>
    <w:rsid w:val="003B3E46"/>
    <w:rsid w:val="00441FA1"/>
    <w:rsid w:val="00442C8B"/>
    <w:rsid w:val="0048354D"/>
    <w:rsid w:val="004A3DFC"/>
    <w:rsid w:val="004C2624"/>
    <w:rsid w:val="004E3023"/>
    <w:rsid w:val="00517A06"/>
    <w:rsid w:val="00562F38"/>
    <w:rsid w:val="00570259"/>
    <w:rsid w:val="005A7CDD"/>
    <w:rsid w:val="006601AF"/>
    <w:rsid w:val="00666631"/>
    <w:rsid w:val="00676D45"/>
    <w:rsid w:val="006C0189"/>
    <w:rsid w:val="006D4E89"/>
    <w:rsid w:val="00740756"/>
    <w:rsid w:val="00754EF1"/>
    <w:rsid w:val="007B27FC"/>
    <w:rsid w:val="008161BE"/>
    <w:rsid w:val="00830968"/>
    <w:rsid w:val="00882917"/>
    <w:rsid w:val="008B430A"/>
    <w:rsid w:val="008C132E"/>
    <w:rsid w:val="008E4D81"/>
    <w:rsid w:val="009017F3"/>
    <w:rsid w:val="00902D61"/>
    <w:rsid w:val="00903A19"/>
    <w:rsid w:val="0093180D"/>
    <w:rsid w:val="009401EC"/>
    <w:rsid w:val="0096744D"/>
    <w:rsid w:val="009915D3"/>
    <w:rsid w:val="009B1CDD"/>
    <w:rsid w:val="009B6BF9"/>
    <w:rsid w:val="009C44A9"/>
    <w:rsid w:val="00A44408"/>
    <w:rsid w:val="00AD7EC8"/>
    <w:rsid w:val="00AE1606"/>
    <w:rsid w:val="00B0272E"/>
    <w:rsid w:val="00B429C7"/>
    <w:rsid w:val="00B44EF2"/>
    <w:rsid w:val="00B5193A"/>
    <w:rsid w:val="00B66156"/>
    <w:rsid w:val="00B922C6"/>
    <w:rsid w:val="00BB5669"/>
    <w:rsid w:val="00BE3A01"/>
    <w:rsid w:val="00C52F3A"/>
    <w:rsid w:val="00D4481C"/>
    <w:rsid w:val="00D55AE1"/>
    <w:rsid w:val="00DC740D"/>
    <w:rsid w:val="00DF6B38"/>
    <w:rsid w:val="00E43376"/>
    <w:rsid w:val="00EB39EC"/>
    <w:rsid w:val="00EC0B16"/>
    <w:rsid w:val="00EF1EB1"/>
    <w:rsid w:val="00F47DCC"/>
    <w:rsid w:val="00F7156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303</TotalTime>
  <Pages>2</Pages>
  <Words>326</Words>
  <Characters>1860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35</cp:revision>
  <cp:lastPrinted>2020-10-23T05:36:00Z</cp:lastPrinted>
  <dcterms:created xsi:type="dcterms:W3CDTF">2015-11-12T07:51:00Z</dcterms:created>
  <dcterms:modified xsi:type="dcterms:W3CDTF">2021-09-28T18:03:00Z</dcterms:modified>
</cp:coreProperties>
</file>