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55" w:rsidRPr="00E34F13" w:rsidRDefault="00B03355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B03355" w:rsidRDefault="00B03355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B03355" w:rsidRPr="00807E27" w:rsidRDefault="00B03355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B03355" w:rsidRDefault="00B03355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от 02 сентября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2021 г</w:t>
        </w:r>
      </w:smartTag>
      <w:r>
        <w:rPr>
          <w:rFonts w:ascii="Times New Roman" w:hAnsi="Times New Roman"/>
          <w:sz w:val="28"/>
          <w:szCs w:val="28"/>
          <w:lang w:eastAsia="ru-RU"/>
        </w:rPr>
        <w:t>.  № 120</w:t>
      </w:r>
    </w:p>
    <w:p w:rsidR="00B03355" w:rsidRDefault="00B03355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3355" w:rsidRPr="00E34F13" w:rsidRDefault="00B03355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03355" w:rsidRDefault="00B03355" w:rsidP="00F70E4F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03355" w:rsidRPr="00E34F13" w:rsidRDefault="00B03355" w:rsidP="00F70E4F">
      <w:pPr>
        <w:spacing w:after="0" w:line="240" w:lineRule="auto"/>
        <w:ind w:left="120" w:right="139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3 600 200,0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341 000,0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B03355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03355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B03355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B03355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1 495 200,0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0 01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272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120 000,0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145 000,0</w:t>
            </w:r>
          </w:p>
        </w:tc>
      </w:tr>
      <w:tr w:rsidR="00B03355" w:rsidRPr="0028771A" w:rsidTr="00B272AC">
        <w:trPr>
          <w:trHeight w:val="1272"/>
        </w:trPr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500 000,0</w:t>
            </w:r>
          </w:p>
        </w:tc>
      </w:tr>
      <w:tr w:rsidR="00B03355" w:rsidRPr="0028771A" w:rsidTr="00F70E4F">
        <w:trPr>
          <w:trHeight w:val="1428"/>
        </w:trPr>
        <w:tc>
          <w:tcPr>
            <w:tcW w:w="2988" w:type="dxa"/>
          </w:tcPr>
          <w:p w:rsidR="00B03355" w:rsidRPr="00E34F13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B03355" w:rsidRPr="00E34F13" w:rsidRDefault="00B03355" w:rsidP="00B272A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B03355" w:rsidRDefault="00B03355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B03355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582 000,0</w:t>
            </w:r>
          </w:p>
        </w:tc>
      </w:tr>
      <w:tr w:rsidR="00B03355" w:rsidRPr="0028771A" w:rsidTr="002D6945">
        <w:trPr>
          <w:trHeight w:val="2196"/>
        </w:trPr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B03355" w:rsidRPr="0028771A" w:rsidTr="002D6945">
        <w:trPr>
          <w:trHeight w:val="1548"/>
        </w:trPr>
        <w:tc>
          <w:tcPr>
            <w:tcW w:w="2988" w:type="dxa"/>
          </w:tcPr>
          <w:p w:rsidR="00B03355" w:rsidRPr="00E34F13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1 11 05075 10 0000 120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08" w:type="dxa"/>
          </w:tcPr>
          <w:p w:rsidR="00B03355" w:rsidRPr="00E34F13" w:rsidRDefault="00B03355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58 000,0</w:t>
            </w:r>
          </w:p>
        </w:tc>
      </w:tr>
      <w:tr w:rsidR="00B03355" w:rsidRPr="0028771A" w:rsidTr="002D6945">
        <w:trPr>
          <w:trHeight w:val="728"/>
        </w:trPr>
        <w:tc>
          <w:tcPr>
            <w:tcW w:w="2988" w:type="dxa"/>
          </w:tcPr>
          <w:p w:rsidR="00B03355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4775" w:type="dxa"/>
          </w:tcPr>
          <w:p w:rsidR="00B03355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08" w:type="dxa"/>
          </w:tcPr>
          <w:p w:rsidR="00B03355" w:rsidRDefault="00B03355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57 000,0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11 555 150,0</w:t>
            </w:r>
          </w:p>
        </w:tc>
      </w:tr>
      <w:tr w:rsidR="00B03355" w:rsidRPr="0028771A" w:rsidTr="000C4F0B">
        <w:trPr>
          <w:trHeight w:val="912"/>
        </w:trPr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B03355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4 226 600,0</w:t>
            </w:r>
          </w:p>
        </w:tc>
      </w:tr>
      <w:tr w:rsidR="00B03355" w:rsidRPr="0028771A" w:rsidTr="008F7D27">
        <w:trPr>
          <w:trHeight w:val="372"/>
        </w:trPr>
        <w:tc>
          <w:tcPr>
            <w:tcW w:w="2988" w:type="dxa"/>
          </w:tcPr>
          <w:p w:rsidR="00B03355" w:rsidRPr="00E34F13" w:rsidRDefault="00B03355" w:rsidP="000C4F0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4775" w:type="dxa"/>
          </w:tcPr>
          <w:p w:rsidR="00B03355" w:rsidRPr="00E34F13" w:rsidRDefault="00B03355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8" w:type="dxa"/>
          </w:tcPr>
          <w:p w:rsidR="00B03355" w:rsidRDefault="00B03355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5 472 600,0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B03355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  <w:p w:rsidR="00B03355" w:rsidRPr="00E34F13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B03355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101 900,0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083685" w:rsidRDefault="00B03355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B03355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  <w:p w:rsidR="00B03355" w:rsidRPr="00083685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B03355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03355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1 744 050,0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28771A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B03355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  <w:p w:rsidR="00B03355" w:rsidRPr="0028771A" w:rsidRDefault="00B03355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B03355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B03355" w:rsidRPr="0028771A" w:rsidTr="008F7D27">
        <w:tc>
          <w:tcPr>
            <w:tcW w:w="2988" w:type="dxa"/>
          </w:tcPr>
          <w:p w:rsidR="00B03355" w:rsidRPr="00E34F13" w:rsidRDefault="00B03355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B03355" w:rsidRPr="00E34F13" w:rsidRDefault="00B03355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B03355" w:rsidRPr="00E34F13" w:rsidRDefault="00B03355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15 155 350,0</w:t>
            </w:r>
          </w:p>
        </w:tc>
      </w:tr>
    </w:tbl>
    <w:p w:rsidR="00B03355" w:rsidRDefault="00B03355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B03355" w:rsidRDefault="00B03355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3355" w:rsidRDefault="00B03355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3355" w:rsidRDefault="00B03355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3355" w:rsidRDefault="00B03355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3355" w:rsidRDefault="00B03355" w:rsidP="00F70E4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B03355" w:rsidRPr="00E34F13" w:rsidRDefault="00B03355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B03355" w:rsidRPr="00E34F13" w:rsidRDefault="00B03355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3355" w:rsidRPr="00E34F13" w:rsidRDefault="00B03355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3355" w:rsidRPr="00E34F13" w:rsidRDefault="00B03355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3355" w:rsidRPr="00E34F13" w:rsidRDefault="00B03355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03355" w:rsidRDefault="00B03355" w:rsidP="000D5DD6"/>
    <w:p w:rsidR="00B03355" w:rsidRPr="00AE3E79" w:rsidRDefault="00B03355" w:rsidP="000D5DD6"/>
    <w:p w:rsidR="00B03355" w:rsidRPr="000D5DD6" w:rsidRDefault="00B03355" w:rsidP="000D5DD6"/>
    <w:sectPr w:rsidR="00B03355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932A0"/>
    <w:rsid w:val="000A1C9D"/>
    <w:rsid w:val="000A2F3E"/>
    <w:rsid w:val="000C0175"/>
    <w:rsid w:val="000C4802"/>
    <w:rsid w:val="000C4F0B"/>
    <w:rsid w:val="000D5DD6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66799"/>
    <w:rsid w:val="001766CE"/>
    <w:rsid w:val="00182925"/>
    <w:rsid w:val="001834D7"/>
    <w:rsid w:val="00183BD5"/>
    <w:rsid w:val="001859E2"/>
    <w:rsid w:val="0018680A"/>
    <w:rsid w:val="0019003E"/>
    <w:rsid w:val="001A74D6"/>
    <w:rsid w:val="001C25F3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080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945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0500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3B20"/>
    <w:rsid w:val="0046165D"/>
    <w:rsid w:val="00476DEB"/>
    <w:rsid w:val="00480667"/>
    <w:rsid w:val="004809CF"/>
    <w:rsid w:val="00481CAE"/>
    <w:rsid w:val="004831ED"/>
    <w:rsid w:val="004853D9"/>
    <w:rsid w:val="00491C41"/>
    <w:rsid w:val="0049614A"/>
    <w:rsid w:val="004A34AF"/>
    <w:rsid w:val="004A4CA6"/>
    <w:rsid w:val="004A67EA"/>
    <w:rsid w:val="004A6C1E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361B9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16A2"/>
    <w:rsid w:val="007A2559"/>
    <w:rsid w:val="007A4B02"/>
    <w:rsid w:val="007A4FA2"/>
    <w:rsid w:val="007B5378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367D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9F7EC2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355"/>
    <w:rsid w:val="00B03C84"/>
    <w:rsid w:val="00B04A82"/>
    <w:rsid w:val="00B11689"/>
    <w:rsid w:val="00B13E59"/>
    <w:rsid w:val="00B14DC4"/>
    <w:rsid w:val="00B176E9"/>
    <w:rsid w:val="00B2225F"/>
    <w:rsid w:val="00B24901"/>
    <w:rsid w:val="00B252F1"/>
    <w:rsid w:val="00B272AC"/>
    <w:rsid w:val="00B313FC"/>
    <w:rsid w:val="00B430C0"/>
    <w:rsid w:val="00B442BE"/>
    <w:rsid w:val="00B44B7C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12DB"/>
    <w:rsid w:val="00BF7332"/>
    <w:rsid w:val="00C00A77"/>
    <w:rsid w:val="00C1503E"/>
    <w:rsid w:val="00C225ED"/>
    <w:rsid w:val="00C33DBB"/>
    <w:rsid w:val="00C42039"/>
    <w:rsid w:val="00C4329A"/>
    <w:rsid w:val="00C452EB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16DF9"/>
    <w:rsid w:val="00D213F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47057"/>
    <w:rsid w:val="00F5212F"/>
    <w:rsid w:val="00F5410E"/>
    <w:rsid w:val="00F630BC"/>
    <w:rsid w:val="00F65FDF"/>
    <w:rsid w:val="00F660F0"/>
    <w:rsid w:val="00F70E4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3</Pages>
  <Words>517</Words>
  <Characters>2952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35</cp:revision>
  <cp:lastPrinted>2020-10-01T07:39:00Z</cp:lastPrinted>
  <dcterms:created xsi:type="dcterms:W3CDTF">2015-11-13T07:31:00Z</dcterms:created>
  <dcterms:modified xsi:type="dcterms:W3CDTF">2021-09-28T17:40:00Z</dcterms:modified>
</cp:coreProperties>
</file>