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283" w:rsidRPr="00E34F13" w:rsidRDefault="00930283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930283" w:rsidRDefault="00930283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930283" w:rsidRPr="00807E27" w:rsidRDefault="00930283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30283" w:rsidRPr="00E34F13" w:rsidRDefault="00930283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от 14 декабря 2020 года № 85</w:t>
      </w:r>
    </w:p>
    <w:p w:rsidR="00930283" w:rsidRPr="00E34F13" w:rsidRDefault="00930283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30283" w:rsidRPr="00E34F13" w:rsidRDefault="00930283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30283" w:rsidRPr="00E34F13" w:rsidRDefault="00930283" w:rsidP="000D5DD6">
      <w:pPr>
        <w:spacing w:after="0" w:line="240" w:lineRule="auto"/>
        <w:ind w:left="120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4 535 640,0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359 000,0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93028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028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93028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1 371 640,0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194 000,0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190 000,0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1 160 000,0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1 180 000,0</w:t>
            </w:r>
          </w:p>
        </w:tc>
      </w:tr>
      <w:tr w:rsidR="00930283" w:rsidRPr="0028771A" w:rsidTr="00B353F9">
        <w:trPr>
          <w:trHeight w:val="2436"/>
        </w:trPr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93028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930283" w:rsidRPr="0028771A" w:rsidTr="00B353F9">
        <w:trPr>
          <w:trHeight w:val="216"/>
        </w:trPr>
        <w:tc>
          <w:tcPr>
            <w:tcW w:w="2988" w:type="dxa"/>
          </w:tcPr>
          <w:p w:rsidR="00930283" w:rsidRPr="00E34F1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1 13 01995 10 0000 130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930283" w:rsidRPr="0028771A" w:rsidTr="00B353F9">
        <w:trPr>
          <w:trHeight w:val="348"/>
        </w:trPr>
        <w:tc>
          <w:tcPr>
            <w:tcW w:w="2988" w:type="dxa"/>
          </w:tcPr>
          <w:p w:rsidR="00930283" w:rsidRPr="00E34F1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25 000,0</w:t>
            </w:r>
          </w:p>
        </w:tc>
      </w:tr>
      <w:tr w:rsidR="00930283" w:rsidRPr="0028771A" w:rsidTr="008F7D27">
        <w:trPr>
          <w:trHeight w:val="480"/>
        </w:trPr>
        <w:tc>
          <w:tcPr>
            <w:tcW w:w="2988" w:type="dxa"/>
          </w:tcPr>
          <w:p w:rsidR="00930283" w:rsidRPr="00E34F1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1 14 02053 10 0000 440</w:t>
            </w:r>
          </w:p>
        </w:tc>
        <w:tc>
          <w:tcPr>
            <w:tcW w:w="4775" w:type="dxa"/>
          </w:tcPr>
          <w:p w:rsidR="00930283" w:rsidRPr="00B353F9" w:rsidRDefault="00930283" w:rsidP="00B353F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53F9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8 045 800,0</w:t>
            </w:r>
          </w:p>
        </w:tc>
      </w:tr>
      <w:tr w:rsidR="00930283" w:rsidRPr="0028771A" w:rsidTr="00226774">
        <w:trPr>
          <w:trHeight w:val="972"/>
        </w:trPr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93028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4 612 800,0</w:t>
            </w:r>
          </w:p>
        </w:tc>
      </w:tr>
      <w:tr w:rsidR="00930283" w:rsidRPr="0028771A" w:rsidTr="002436DB">
        <w:trPr>
          <w:trHeight w:val="540"/>
        </w:trPr>
        <w:tc>
          <w:tcPr>
            <w:tcW w:w="2988" w:type="dxa"/>
          </w:tcPr>
          <w:p w:rsidR="00930283" w:rsidRPr="00E34F13" w:rsidRDefault="00930283" w:rsidP="00226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2 02 19999 00 0000 150</w:t>
            </w:r>
          </w:p>
        </w:tc>
        <w:tc>
          <w:tcPr>
            <w:tcW w:w="4775" w:type="dxa"/>
          </w:tcPr>
          <w:p w:rsidR="0093028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дотации</w:t>
            </w:r>
          </w:p>
          <w:p w:rsidR="00930283" w:rsidRPr="00E34F1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30283" w:rsidRDefault="00930283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318 700,0</w:t>
            </w:r>
          </w:p>
        </w:tc>
      </w:tr>
      <w:tr w:rsidR="00930283" w:rsidRPr="0028771A" w:rsidTr="008F7D27">
        <w:trPr>
          <w:trHeight w:val="336"/>
        </w:trPr>
        <w:tc>
          <w:tcPr>
            <w:tcW w:w="2988" w:type="dxa"/>
          </w:tcPr>
          <w:p w:rsidR="00930283" w:rsidRDefault="00930283" w:rsidP="00226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2 02 29999 00 0000 150</w:t>
            </w:r>
          </w:p>
        </w:tc>
        <w:tc>
          <w:tcPr>
            <w:tcW w:w="4775" w:type="dxa"/>
          </w:tcPr>
          <w:p w:rsidR="00930283" w:rsidRDefault="0093028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808" w:type="dxa"/>
          </w:tcPr>
          <w:p w:rsidR="00930283" w:rsidRDefault="00930283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2 561 400,0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93028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101 000,0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083685" w:rsidRDefault="0093028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930283" w:rsidRPr="00083685" w:rsidRDefault="0093028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93028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028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451 900,0</w:t>
            </w:r>
          </w:p>
        </w:tc>
      </w:tr>
      <w:tr w:rsidR="00930283" w:rsidRPr="0028771A" w:rsidTr="008F7D27">
        <w:tc>
          <w:tcPr>
            <w:tcW w:w="2988" w:type="dxa"/>
          </w:tcPr>
          <w:p w:rsidR="00930283" w:rsidRPr="00E34F13" w:rsidRDefault="0093028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930283" w:rsidRPr="00E34F13" w:rsidRDefault="0093028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930283" w:rsidRPr="00E34F13" w:rsidRDefault="0093028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12 581 440,0</w:t>
            </w:r>
          </w:p>
        </w:tc>
      </w:tr>
    </w:tbl>
    <w:p w:rsidR="00930283" w:rsidRPr="00E34F13" w:rsidRDefault="0093028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930283" w:rsidRDefault="0093028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930283" w:rsidRDefault="0093028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283" w:rsidRDefault="0093028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283" w:rsidRDefault="0093028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283" w:rsidRDefault="0093028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283" w:rsidRDefault="0093028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930283" w:rsidRPr="00E34F13" w:rsidRDefault="0093028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930283" w:rsidRPr="00E34F13" w:rsidRDefault="0093028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30283" w:rsidRPr="00E34F13" w:rsidRDefault="0093028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30283" w:rsidRPr="00E34F13" w:rsidRDefault="0093028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30283" w:rsidRPr="00E34F13" w:rsidRDefault="00930283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30283" w:rsidRDefault="00930283" w:rsidP="000D5DD6"/>
    <w:p w:rsidR="00930283" w:rsidRPr="00AE3E79" w:rsidRDefault="00930283" w:rsidP="000D5DD6"/>
    <w:p w:rsidR="00930283" w:rsidRPr="000D5DD6" w:rsidRDefault="00930283" w:rsidP="000D5DD6"/>
    <w:sectPr w:rsidR="00930283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B0024"/>
    <w:rsid w:val="000C0175"/>
    <w:rsid w:val="000C4802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3C39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26774"/>
    <w:rsid w:val="00233FDD"/>
    <w:rsid w:val="00234B60"/>
    <w:rsid w:val="00242010"/>
    <w:rsid w:val="002436DB"/>
    <w:rsid w:val="002510F3"/>
    <w:rsid w:val="00252B6B"/>
    <w:rsid w:val="00265464"/>
    <w:rsid w:val="002874EA"/>
    <w:rsid w:val="0028771A"/>
    <w:rsid w:val="00294579"/>
    <w:rsid w:val="00294DD9"/>
    <w:rsid w:val="00296CBD"/>
    <w:rsid w:val="002975A2"/>
    <w:rsid w:val="002A7073"/>
    <w:rsid w:val="002B321A"/>
    <w:rsid w:val="002C21F3"/>
    <w:rsid w:val="002C3537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415F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1FC4"/>
    <w:rsid w:val="005E50E6"/>
    <w:rsid w:val="005E7241"/>
    <w:rsid w:val="005F6269"/>
    <w:rsid w:val="005F78C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A5D6A"/>
    <w:rsid w:val="007A6B20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44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6145"/>
    <w:rsid w:val="00930283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5E7B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3305F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353F9"/>
    <w:rsid w:val="00B36F20"/>
    <w:rsid w:val="00B430C0"/>
    <w:rsid w:val="00B442BE"/>
    <w:rsid w:val="00B44B7C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09DB"/>
    <w:rsid w:val="00BF1010"/>
    <w:rsid w:val="00BF7332"/>
    <w:rsid w:val="00C00A77"/>
    <w:rsid w:val="00C1503E"/>
    <w:rsid w:val="00C225ED"/>
    <w:rsid w:val="00C33DBB"/>
    <w:rsid w:val="00C42039"/>
    <w:rsid w:val="00C4329A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E572F"/>
    <w:rsid w:val="00CE619A"/>
    <w:rsid w:val="00CF00DA"/>
    <w:rsid w:val="00CF0C88"/>
    <w:rsid w:val="00CF778F"/>
    <w:rsid w:val="00CF7818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76C16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410E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3</Pages>
  <Words>512</Words>
  <Characters>2923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37</cp:revision>
  <cp:lastPrinted>2020-08-20T09:45:00Z</cp:lastPrinted>
  <dcterms:created xsi:type="dcterms:W3CDTF">2015-11-13T07:31:00Z</dcterms:created>
  <dcterms:modified xsi:type="dcterms:W3CDTF">2021-09-27T17:10:00Z</dcterms:modified>
</cp:coreProperties>
</file>