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90" w:rsidRPr="00E34F13" w:rsidRDefault="00351490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351490" w:rsidRDefault="00351490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351490" w:rsidRPr="00807E27" w:rsidRDefault="00351490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351490" w:rsidRPr="00E34F13" w:rsidRDefault="00351490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от 06 ноября 2020 года № 74</w:t>
      </w:r>
    </w:p>
    <w:p w:rsidR="00351490" w:rsidRPr="00E34F13" w:rsidRDefault="00351490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51490" w:rsidRPr="00E34F13" w:rsidRDefault="00351490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51490" w:rsidRPr="00E34F13" w:rsidRDefault="00351490" w:rsidP="000D5DD6">
      <w:pPr>
        <w:spacing w:after="0" w:line="240" w:lineRule="auto"/>
        <w:ind w:left="120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351490" w:rsidRPr="0028771A" w:rsidTr="008F7D27"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3 302 700,0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276 000,0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351490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1490" w:rsidRDefault="0035149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351490" w:rsidRDefault="0035149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1 612 200,0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114 500,0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140 000,0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494 000,0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528 000,0</w:t>
            </w:r>
          </w:p>
        </w:tc>
      </w:tr>
      <w:tr w:rsidR="00351490" w:rsidRPr="0028771A" w:rsidTr="008F7D27">
        <w:trPr>
          <w:trHeight w:val="2448"/>
        </w:trPr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351490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8 055 800,0</w:t>
            </w:r>
          </w:p>
        </w:tc>
      </w:tr>
      <w:tr w:rsidR="00351490" w:rsidRPr="0028771A" w:rsidTr="00226774">
        <w:trPr>
          <w:trHeight w:val="972"/>
        </w:trPr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351490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4 612 800,0</w:t>
            </w:r>
          </w:p>
        </w:tc>
      </w:tr>
      <w:tr w:rsidR="00351490" w:rsidRPr="0028771A" w:rsidTr="002436DB">
        <w:trPr>
          <w:trHeight w:val="540"/>
        </w:trPr>
        <w:tc>
          <w:tcPr>
            <w:tcW w:w="2988" w:type="dxa"/>
          </w:tcPr>
          <w:p w:rsidR="00351490" w:rsidRPr="00E34F13" w:rsidRDefault="00351490" w:rsidP="0022677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2 02 19999 00 0000 150</w:t>
            </w:r>
          </w:p>
        </w:tc>
        <w:tc>
          <w:tcPr>
            <w:tcW w:w="4775" w:type="dxa"/>
          </w:tcPr>
          <w:p w:rsidR="00351490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дотации</w:t>
            </w:r>
          </w:p>
          <w:p w:rsidR="00351490" w:rsidRPr="00E34F13" w:rsidRDefault="0035149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351490" w:rsidRDefault="00351490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318 700,0</w:t>
            </w:r>
          </w:p>
        </w:tc>
      </w:tr>
      <w:tr w:rsidR="00351490" w:rsidRPr="0028771A" w:rsidTr="008F7D27">
        <w:trPr>
          <w:trHeight w:val="336"/>
        </w:trPr>
        <w:tc>
          <w:tcPr>
            <w:tcW w:w="2988" w:type="dxa"/>
          </w:tcPr>
          <w:p w:rsidR="00351490" w:rsidRDefault="00351490" w:rsidP="0022677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2 02 29999 00 0000 150</w:t>
            </w:r>
          </w:p>
        </w:tc>
        <w:tc>
          <w:tcPr>
            <w:tcW w:w="4775" w:type="dxa"/>
          </w:tcPr>
          <w:p w:rsidR="00351490" w:rsidRDefault="00351490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808" w:type="dxa"/>
          </w:tcPr>
          <w:p w:rsidR="00351490" w:rsidRDefault="00351490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2 561 400,0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351490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101 000,0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083685" w:rsidRDefault="00351490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351490" w:rsidRPr="00083685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351490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1490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451 900,0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28771A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351490" w:rsidRPr="0028771A" w:rsidRDefault="00351490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08" w:type="dxa"/>
          </w:tcPr>
          <w:p w:rsidR="00351490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351490" w:rsidRPr="0028771A" w:rsidTr="008F7D27">
        <w:tc>
          <w:tcPr>
            <w:tcW w:w="2988" w:type="dxa"/>
          </w:tcPr>
          <w:p w:rsidR="00351490" w:rsidRPr="00E34F13" w:rsidRDefault="00351490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351490" w:rsidRPr="00E34F13" w:rsidRDefault="00351490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351490" w:rsidRPr="00E34F13" w:rsidRDefault="00351490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11 358 500,0</w:t>
            </w:r>
          </w:p>
        </w:tc>
      </w:tr>
    </w:tbl>
    <w:p w:rsidR="00351490" w:rsidRPr="00E34F13" w:rsidRDefault="00351490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351490" w:rsidRDefault="00351490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351490" w:rsidRDefault="00351490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1490" w:rsidRDefault="00351490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1490" w:rsidRDefault="00351490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1490" w:rsidRDefault="00351490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1490" w:rsidRDefault="00351490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351490" w:rsidRPr="00E34F13" w:rsidRDefault="00351490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351490" w:rsidRPr="00E34F13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B0024"/>
    <w:rsid w:val="000C0175"/>
    <w:rsid w:val="000C4802"/>
    <w:rsid w:val="000D5DD6"/>
    <w:rsid w:val="000E4258"/>
    <w:rsid w:val="000E6ED6"/>
    <w:rsid w:val="000F5F01"/>
    <w:rsid w:val="00111157"/>
    <w:rsid w:val="0014449C"/>
    <w:rsid w:val="00144AC8"/>
    <w:rsid w:val="00155139"/>
    <w:rsid w:val="001562A6"/>
    <w:rsid w:val="001656D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26774"/>
    <w:rsid w:val="00233FDD"/>
    <w:rsid w:val="00234B60"/>
    <w:rsid w:val="00242010"/>
    <w:rsid w:val="002436DB"/>
    <w:rsid w:val="002510F3"/>
    <w:rsid w:val="00252B6B"/>
    <w:rsid w:val="00265464"/>
    <w:rsid w:val="002874EA"/>
    <w:rsid w:val="0028771A"/>
    <w:rsid w:val="00294579"/>
    <w:rsid w:val="00294DD9"/>
    <w:rsid w:val="00296CBD"/>
    <w:rsid w:val="002975A2"/>
    <w:rsid w:val="002A7073"/>
    <w:rsid w:val="002B321A"/>
    <w:rsid w:val="002C21F3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340FD"/>
    <w:rsid w:val="00341202"/>
    <w:rsid w:val="0034141C"/>
    <w:rsid w:val="00342FAB"/>
    <w:rsid w:val="00351490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415F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1FC4"/>
    <w:rsid w:val="005E50E6"/>
    <w:rsid w:val="005E7241"/>
    <w:rsid w:val="005F6269"/>
    <w:rsid w:val="005F78C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5188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77CDB"/>
    <w:rsid w:val="0078311B"/>
    <w:rsid w:val="00786A82"/>
    <w:rsid w:val="007878A5"/>
    <w:rsid w:val="00791594"/>
    <w:rsid w:val="00791CFD"/>
    <w:rsid w:val="007A2559"/>
    <w:rsid w:val="007A4B02"/>
    <w:rsid w:val="007A4FA2"/>
    <w:rsid w:val="007A6B20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44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2BC2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7025B"/>
    <w:rsid w:val="00B74550"/>
    <w:rsid w:val="00B879B1"/>
    <w:rsid w:val="00BA1BC2"/>
    <w:rsid w:val="00BB1BF6"/>
    <w:rsid w:val="00BB7FAF"/>
    <w:rsid w:val="00BC59CD"/>
    <w:rsid w:val="00BD5FFA"/>
    <w:rsid w:val="00BE46D8"/>
    <w:rsid w:val="00BF0454"/>
    <w:rsid w:val="00BF09DB"/>
    <w:rsid w:val="00BF1010"/>
    <w:rsid w:val="00BF7332"/>
    <w:rsid w:val="00C00A77"/>
    <w:rsid w:val="00C1503E"/>
    <w:rsid w:val="00C225ED"/>
    <w:rsid w:val="00C30A69"/>
    <w:rsid w:val="00C33DBB"/>
    <w:rsid w:val="00C42039"/>
    <w:rsid w:val="00C4329A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0DA"/>
    <w:rsid w:val="00CF0C88"/>
    <w:rsid w:val="00CF778F"/>
    <w:rsid w:val="00CF7818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76C16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5410E"/>
    <w:rsid w:val="00F630BC"/>
    <w:rsid w:val="00F65FDF"/>
    <w:rsid w:val="00F75681"/>
    <w:rsid w:val="00F974D6"/>
    <w:rsid w:val="00FA3412"/>
    <w:rsid w:val="00FA6586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145</TotalTime>
  <Pages>2</Pages>
  <Words>441</Words>
  <Characters>2519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35</cp:revision>
  <cp:lastPrinted>2021-04-21T09:53:00Z</cp:lastPrinted>
  <dcterms:created xsi:type="dcterms:W3CDTF">2015-11-13T07:31:00Z</dcterms:created>
  <dcterms:modified xsi:type="dcterms:W3CDTF">2021-09-27T16:39:00Z</dcterms:modified>
</cp:coreProperties>
</file>