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36C" w:rsidRDefault="00A2436C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A2436C" w:rsidRPr="00A23826" w:rsidRDefault="00A2436C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A2436C" w:rsidRDefault="00A2436C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СЕМНАДЦАТАЯ  СЕССИЯ</w:t>
      </w:r>
    </w:p>
    <w:p w:rsidR="00A2436C" w:rsidRPr="00A23826" w:rsidRDefault="00A2436C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созыв)</w:t>
      </w:r>
    </w:p>
    <w:p w:rsidR="00A2436C" w:rsidRPr="00A23826" w:rsidRDefault="00A2436C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A2436C" w:rsidRPr="00A23826" w:rsidRDefault="00A2436C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06.07.2020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  <w:t>59</w:t>
      </w:r>
    </w:p>
    <w:p w:rsidR="00A2436C" w:rsidRPr="00A23826" w:rsidRDefault="00A2436C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A2436C" w:rsidRPr="00A23826" w:rsidRDefault="00A2436C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ноября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№22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A2436C" w:rsidRPr="00A23826" w:rsidRDefault="00A2436C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2020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A2436C" w:rsidRPr="00A23826" w:rsidRDefault="00A2436C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A2436C" w:rsidRPr="00A23826" w:rsidRDefault="00A2436C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>134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A2436C" w:rsidRPr="00A23826" w:rsidRDefault="00A2436C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A2436C" w:rsidRPr="00A23826" w:rsidRDefault="00A2436C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ноя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>бря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ения Отрадненского района на 2020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A2436C" w:rsidRDefault="00A2436C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ab/>
        <w:t>1</w:t>
      </w:r>
      <w:r>
        <w:rPr>
          <w:rFonts w:ascii="Times New Roman" w:hAnsi="Times New Roman"/>
          <w:sz w:val="28"/>
          <w:szCs w:val="20"/>
          <w:lang w:eastAsia="ru-RU"/>
        </w:rPr>
        <w:t>) подпункты 1,2,3пункта 1 статьи 1 изложить в новой редакции:</w:t>
      </w:r>
    </w:p>
    <w:p w:rsidR="00A2436C" w:rsidRDefault="00A2436C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«1) общий объем доходов 10 911 250,00 рублей;</w:t>
      </w:r>
    </w:p>
    <w:p w:rsidR="00A2436C" w:rsidRDefault="00A2436C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2) общий объем расходов 11 537 520,50 рублей;</w:t>
      </w:r>
    </w:p>
    <w:p w:rsidR="00A2436C" w:rsidRPr="00A23826" w:rsidRDefault="00A2436C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3) дефицит бюджета 0,00 рублей».</w:t>
      </w:r>
    </w:p>
    <w:p w:rsidR="00A2436C" w:rsidRPr="00A23826" w:rsidRDefault="00A2436C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2) приложения № 5,</w:t>
      </w:r>
      <w:r w:rsidRPr="00A23826">
        <w:rPr>
          <w:rFonts w:ascii="Times New Roman" w:hAnsi="Times New Roman"/>
          <w:sz w:val="28"/>
          <w:szCs w:val="28"/>
          <w:lang w:eastAsia="ru-RU"/>
        </w:rPr>
        <w:t>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,8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ноября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sz w:val="28"/>
          <w:szCs w:val="28"/>
          <w:lang w:eastAsia="ru-RU"/>
        </w:rPr>
        <w:t xml:space="preserve">22 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</w:t>
      </w:r>
      <w:r>
        <w:rPr>
          <w:rFonts w:ascii="Times New Roman" w:hAnsi="Times New Roman"/>
          <w:sz w:val="28"/>
          <w:szCs w:val="28"/>
          <w:lang w:eastAsia="ru-RU"/>
        </w:rPr>
        <w:t>ения Отрадненского района на 2020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год» изложить в новой</w:t>
      </w:r>
      <w:r>
        <w:rPr>
          <w:rFonts w:ascii="Times New Roman" w:hAnsi="Times New Roman"/>
          <w:sz w:val="28"/>
          <w:szCs w:val="28"/>
          <w:lang w:eastAsia="ru-RU"/>
        </w:rPr>
        <w:t xml:space="preserve"> редакции согласно приложениям № 5,6,7,8 к настоящему решению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(прилагается)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2436C" w:rsidRPr="00A23826" w:rsidRDefault="00A2436C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A23826">
        <w:rPr>
          <w:rFonts w:ascii="Times New Roman" w:hAnsi="Times New Roman"/>
          <w:sz w:val="28"/>
          <w:szCs w:val="28"/>
          <w:lang w:eastAsia="ru-RU"/>
        </w:rPr>
        <w:t>.Настоящее решение вступает в силу со дня его официального опубликования (обнародования)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2436C" w:rsidRDefault="00A2436C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A2436C" w:rsidRPr="00A23826" w:rsidRDefault="00A2436C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A2436C" w:rsidRPr="00A23826" w:rsidRDefault="00A2436C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A2436C" w:rsidRPr="00A23826" w:rsidRDefault="00A2436C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A2436C" w:rsidRPr="00A23826" w:rsidRDefault="00A2436C" w:rsidP="00413C82"/>
    <w:sectPr w:rsidR="00A2436C" w:rsidRPr="00A23826" w:rsidSect="0017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4F16"/>
    <w:rsid w:val="0009085F"/>
    <w:rsid w:val="000941FC"/>
    <w:rsid w:val="000B1B22"/>
    <w:rsid w:val="000B46A8"/>
    <w:rsid w:val="000C4289"/>
    <w:rsid w:val="000E5381"/>
    <w:rsid w:val="000E5F86"/>
    <w:rsid w:val="001075D1"/>
    <w:rsid w:val="001304CA"/>
    <w:rsid w:val="001318EE"/>
    <w:rsid w:val="00167668"/>
    <w:rsid w:val="00175F98"/>
    <w:rsid w:val="001814B1"/>
    <w:rsid w:val="00185B12"/>
    <w:rsid w:val="001945D4"/>
    <w:rsid w:val="001E349C"/>
    <w:rsid w:val="0021347D"/>
    <w:rsid w:val="00224326"/>
    <w:rsid w:val="00231263"/>
    <w:rsid w:val="00247F92"/>
    <w:rsid w:val="002E484A"/>
    <w:rsid w:val="003204AA"/>
    <w:rsid w:val="00347B05"/>
    <w:rsid w:val="00366363"/>
    <w:rsid w:val="003B2CE0"/>
    <w:rsid w:val="003F6F76"/>
    <w:rsid w:val="00413C82"/>
    <w:rsid w:val="00445B99"/>
    <w:rsid w:val="0045653F"/>
    <w:rsid w:val="00473523"/>
    <w:rsid w:val="004902B2"/>
    <w:rsid w:val="004A0D8E"/>
    <w:rsid w:val="004F2D3F"/>
    <w:rsid w:val="004F2DFD"/>
    <w:rsid w:val="005236E8"/>
    <w:rsid w:val="005A61F8"/>
    <w:rsid w:val="005C1133"/>
    <w:rsid w:val="005C289B"/>
    <w:rsid w:val="005E2EE2"/>
    <w:rsid w:val="005F4560"/>
    <w:rsid w:val="00607813"/>
    <w:rsid w:val="0062482F"/>
    <w:rsid w:val="006D4F2E"/>
    <w:rsid w:val="006F1F6C"/>
    <w:rsid w:val="007F47B3"/>
    <w:rsid w:val="007F5029"/>
    <w:rsid w:val="00834DFE"/>
    <w:rsid w:val="008778C5"/>
    <w:rsid w:val="008B3176"/>
    <w:rsid w:val="008B7494"/>
    <w:rsid w:val="008D53C4"/>
    <w:rsid w:val="008E45FC"/>
    <w:rsid w:val="009026AA"/>
    <w:rsid w:val="00905CD8"/>
    <w:rsid w:val="00963C42"/>
    <w:rsid w:val="00970AFE"/>
    <w:rsid w:val="009978EF"/>
    <w:rsid w:val="00A153BA"/>
    <w:rsid w:val="00A23826"/>
    <w:rsid w:val="00A2436C"/>
    <w:rsid w:val="00A42CA9"/>
    <w:rsid w:val="00A43498"/>
    <w:rsid w:val="00A46698"/>
    <w:rsid w:val="00A505E4"/>
    <w:rsid w:val="00A51C1E"/>
    <w:rsid w:val="00A56D27"/>
    <w:rsid w:val="00A658FA"/>
    <w:rsid w:val="00A73D19"/>
    <w:rsid w:val="00B104E2"/>
    <w:rsid w:val="00B37388"/>
    <w:rsid w:val="00BA0EA7"/>
    <w:rsid w:val="00BF5B98"/>
    <w:rsid w:val="00C15CCA"/>
    <w:rsid w:val="00C3310A"/>
    <w:rsid w:val="00C513FB"/>
    <w:rsid w:val="00C87E90"/>
    <w:rsid w:val="00CF112A"/>
    <w:rsid w:val="00D31AC9"/>
    <w:rsid w:val="00D572E9"/>
    <w:rsid w:val="00D754E3"/>
    <w:rsid w:val="00D953D7"/>
    <w:rsid w:val="00D961D7"/>
    <w:rsid w:val="00DB6DB8"/>
    <w:rsid w:val="00DC1241"/>
    <w:rsid w:val="00DC16FE"/>
    <w:rsid w:val="00DD7D9A"/>
    <w:rsid w:val="00E00584"/>
    <w:rsid w:val="00E22115"/>
    <w:rsid w:val="00E3021F"/>
    <w:rsid w:val="00E455DD"/>
    <w:rsid w:val="00E7416A"/>
    <w:rsid w:val="00EA2F7A"/>
    <w:rsid w:val="00EA7CC3"/>
    <w:rsid w:val="00EB1108"/>
    <w:rsid w:val="00EB3DF4"/>
    <w:rsid w:val="00EC2F2C"/>
    <w:rsid w:val="00EC4764"/>
    <w:rsid w:val="00EC50D7"/>
    <w:rsid w:val="00F00CDC"/>
    <w:rsid w:val="00F562DD"/>
    <w:rsid w:val="00F81A13"/>
    <w:rsid w:val="00F91C2F"/>
    <w:rsid w:val="00FC4FC8"/>
    <w:rsid w:val="00FE3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0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38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8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188</TotalTime>
  <Pages>1</Pages>
  <Words>266</Words>
  <Characters>1517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43</cp:revision>
  <cp:lastPrinted>2020-08-20T10:17:00Z</cp:lastPrinted>
  <dcterms:created xsi:type="dcterms:W3CDTF">2016-01-27T11:02:00Z</dcterms:created>
  <dcterms:modified xsi:type="dcterms:W3CDTF">2020-08-20T10:17:00Z</dcterms:modified>
</cp:coreProperties>
</file>