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B05" w:rsidRDefault="00347B05" w:rsidP="00413C82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</w:p>
    <w:p w:rsidR="00347B05" w:rsidRPr="00A23826" w:rsidRDefault="00347B05" w:rsidP="00413C82">
      <w:pPr>
        <w:spacing w:line="360" w:lineRule="auto"/>
        <w:ind w:left="708" w:firstLine="1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ОВЕТ ПОДГОРНОСИНЮХИНСКОГО СЕЛЬСКОГО ПОСЕЛЕНИЯ ОТРАДНЕНСКОГО РАЙОНА</w:t>
      </w:r>
    </w:p>
    <w:p w:rsidR="00347B05" w:rsidRDefault="00347B05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СЕДЬМАЯ  СЕССИЯ</w:t>
      </w:r>
    </w:p>
    <w:p w:rsidR="00347B05" w:rsidRPr="00A23826" w:rsidRDefault="00347B05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созыв)</w:t>
      </w:r>
    </w:p>
    <w:p w:rsidR="00347B05" w:rsidRPr="00A23826" w:rsidRDefault="00347B05" w:rsidP="00413C82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>РЕШЕНИЕ</w:t>
      </w:r>
    </w:p>
    <w:p w:rsidR="00347B05" w:rsidRPr="00A23826" w:rsidRDefault="00347B05" w:rsidP="00413C82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b/>
          <w:sz w:val="28"/>
          <w:szCs w:val="28"/>
          <w:lang w:eastAsia="ru-RU"/>
        </w:rPr>
        <w:t>11.02.2020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  № </w:t>
      </w:r>
      <w:r>
        <w:rPr>
          <w:rFonts w:ascii="Times New Roman" w:hAnsi="Times New Roman"/>
          <w:b/>
          <w:sz w:val="28"/>
          <w:szCs w:val="28"/>
          <w:lang w:eastAsia="ru-RU"/>
        </w:rPr>
        <w:t>41</w:t>
      </w:r>
    </w:p>
    <w:p w:rsidR="00347B05" w:rsidRPr="00A23826" w:rsidRDefault="00347B05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>ст-ца Подгорная Синюха</w:t>
      </w:r>
    </w:p>
    <w:p w:rsidR="00347B05" w:rsidRPr="00A23826" w:rsidRDefault="00347B05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О внесении изменений в решение Совета Подгорносинюхинского сельского поселения Отрадненского района от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22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ноября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года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№22 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«О бюджете Подгорносинюхинского сельского поселения</w:t>
      </w:r>
    </w:p>
    <w:p w:rsidR="00347B05" w:rsidRPr="00A23826" w:rsidRDefault="00347B05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Отрадненского района на 2020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год»</w:t>
      </w:r>
    </w:p>
    <w:p w:rsidR="00347B05" w:rsidRPr="00A23826" w:rsidRDefault="00347B05" w:rsidP="00413C82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347B05" w:rsidRPr="00A23826" w:rsidRDefault="00347B05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Бюджетным Кодексом РФ, Положением «О бюджетном процессе в Подгорносинюхинском сельском поселении Отрадненского района» утвержденным решением Совета Подгорносинюхинского сельского поселения от </w:t>
      </w:r>
      <w:r>
        <w:rPr>
          <w:rFonts w:ascii="Times New Roman" w:hAnsi="Times New Roman"/>
          <w:sz w:val="28"/>
          <w:szCs w:val="28"/>
          <w:lang w:eastAsia="ru-RU"/>
        </w:rPr>
        <w:t>03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ноября 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hAnsi="Times New Roman"/>
          <w:sz w:val="28"/>
          <w:szCs w:val="28"/>
          <w:lang w:eastAsia="ru-RU"/>
        </w:rPr>
        <w:t>134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Подгорносинюхинском сельском поселении Отрадненского района», Совет Подгорносинюхинского сельского поселения Отрадненского района </w:t>
      </w:r>
    </w:p>
    <w:p w:rsidR="00347B05" w:rsidRPr="00A23826" w:rsidRDefault="00347B05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р е ш и л: </w:t>
      </w:r>
    </w:p>
    <w:p w:rsidR="00347B05" w:rsidRPr="00A23826" w:rsidRDefault="00347B05" w:rsidP="00413C82">
      <w:pPr>
        <w:keepNext/>
        <w:ind w:firstLine="705"/>
        <w:outlineLvl w:val="0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1.Внести в решение 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Совета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от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22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ноя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>бря 201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22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«О бюджете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ения Отрадненского района на 2020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год» следующие изменения:</w:t>
      </w:r>
    </w:p>
    <w:p w:rsidR="00347B05" w:rsidRDefault="00347B05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ab/>
        <w:t>1</w:t>
      </w:r>
      <w:r>
        <w:rPr>
          <w:rFonts w:ascii="Times New Roman" w:hAnsi="Times New Roman"/>
          <w:sz w:val="28"/>
          <w:szCs w:val="20"/>
          <w:lang w:eastAsia="ru-RU"/>
        </w:rPr>
        <w:t>) подпункты 1,2,3пункта 1 статьи 1 изложить в новой редакции:</w:t>
      </w:r>
    </w:p>
    <w:p w:rsidR="00347B05" w:rsidRDefault="00347B05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«1) общий объем доходов 10 592 550,00 рублей;</w:t>
      </w:r>
    </w:p>
    <w:p w:rsidR="00347B05" w:rsidRDefault="00347B05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2) общий объем расходов 10 592 550,00 рублей;</w:t>
      </w:r>
    </w:p>
    <w:p w:rsidR="00347B05" w:rsidRPr="00A23826" w:rsidRDefault="00347B05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3) дефицит бюджета 0,00 рублей».</w:t>
      </w:r>
    </w:p>
    <w:p w:rsidR="00347B05" w:rsidRPr="00A23826" w:rsidRDefault="00347B05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2) приложения № </w:t>
      </w:r>
      <w:r w:rsidRPr="00A23826">
        <w:rPr>
          <w:rFonts w:ascii="Times New Roman" w:hAnsi="Times New Roman"/>
          <w:sz w:val="28"/>
          <w:szCs w:val="28"/>
          <w:lang w:eastAsia="ru-RU"/>
        </w:rPr>
        <w:t>6,7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к решению Совета Подгорносинюхинского сельского поселения Отрадненского района от </w:t>
      </w:r>
      <w:r>
        <w:rPr>
          <w:rFonts w:ascii="Times New Roman" w:hAnsi="Times New Roman"/>
          <w:sz w:val="28"/>
          <w:szCs w:val="28"/>
          <w:lang w:eastAsia="ru-RU"/>
        </w:rPr>
        <w:t>22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>ноября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sz w:val="28"/>
          <w:szCs w:val="28"/>
          <w:lang w:eastAsia="ru-RU"/>
        </w:rPr>
        <w:t xml:space="preserve">22 </w:t>
      </w:r>
      <w:r w:rsidRPr="00A23826">
        <w:rPr>
          <w:rFonts w:ascii="Times New Roman" w:hAnsi="Times New Roman"/>
          <w:sz w:val="28"/>
          <w:szCs w:val="28"/>
          <w:lang w:eastAsia="ru-RU"/>
        </w:rPr>
        <w:t>«О бюджете Подгорносинюхинского сельского посел</w:t>
      </w:r>
      <w:r>
        <w:rPr>
          <w:rFonts w:ascii="Times New Roman" w:hAnsi="Times New Roman"/>
          <w:sz w:val="28"/>
          <w:szCs w:val="28"/>
          <w:lang w:eastAsia="ru-RU"/>
        </w:rPr>
        <w:t>ения Отрадненского района на 2020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год» изложить в новой</w:t>
      </w:r>
      <w:r>
        <w:rPr>
          <w:rFonts w:ascii="Times New Roman" w:hAnsi="Times New Roman"/>
          <w:sz w:val="28"/>
          <w:szCs w:val="28"/>
          <w:lang w:eastAsia="ru-RU"/>
        </w:rPr>
        <w:t xml:space="preserve"> редакции согласно приложениям №6,7 к настоящему решению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(прилагается)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47B05" w:rsidRPr="00A23826" w:rsidRDefault="00347B05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A23826">
        <w:rPr>
          <w:rFonts w:ascii="Times New Roman" w:hAnsi="Times New Roman"/>
          <w:sz w:val="28"/>
          <w:szCs w:val="28"/>
          <w:lang w:eastAsia="ru-RU"/>
        </w:rPr>
        <w:t>.Настоящее решение вступает в силу со дня его официального опубликования (обнародования)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47B05" w:rsidRDefault="00347B05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347B05" w:rsidRPr="00A23826" w:rsidRDefault="00347B05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347B05" w:rsidRPr="00A23826" w:rsidRDefault="00347B05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>Глава Подгорносинюхинского сельского</w:t>
      </w:r>
    </w:p>
    <w:p w:rsidR="00347B05" w:rsidRPr="00A23826" w:rsidRDefault="00347B05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347B05" w:rsidRPr="00A23826" w:rsidRDefault="00347B05" w:rsidP="00413C82"/>
    <w:sectPr w:rsidR="00347B05" w:rsidRPr="00A23826" w:rsidSect="00175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4F16"/>
    <w:rsid w:val="0009085F"/>
    <w:rsid w:val="000941FC"/>
    <w:rsid w:val="000B1B22"/>
    <w:rsid w:val="000B46A8"/>
    <w:rsid w:val="000C4289"/>
    <w:rsid w:val="000E5381"/>
    <w:rsid w:val="000E5F86"/>
    <w:rsid w:val="001304CA"/>
    <w:rsid w:val="001318EE"/>
    <w:rsid w:val="00167668"/>
    <w:rsid w:val="00175F98"/>
    <w:rsid w:val="001814B1"/>
    <w:rsid w:val="00185B12"/>
    <w:rsid w:val="001945D4"/>
    <w:rsid w:val="001E349C"/>
    <w:rsid w:val="00224326"/>
    <w:rsid w:val="00247F92"/>
    <w:rsid w:val="002E484A"/>
    <w:rsid w:val="003204AA"/>
    <w:rsid w:val="00347B05"/>
    <w:rsid w:val="00366363"/>
    <w:rsid w:val="003B2CE0"/>
    <w:rsid w:val="003F6F76"/>
    <w:rsid w:val="00413C82"/>
    <w:rsid w:val="00445B99"/>
    <w:rsid w:val="0045653F"/>
    <w:rsid w:val="00473523"/>
    <w:rsid w:val="004902B2"/>
    <w:rsid w:val="004F2D3F"/>
    <w:rsid w:val="004F2DFD"/>
    <w:rsid w:val="005236E8"/>
    <w:rsid w:val="005A61F8"/>
    <w:rsid w:val="005C1133"/>
    <w:rsid w:val="005C289B"/>
    <w:rsid w:val="005E2EE2"/>
    <w:rsid w:val="005F4560"/>
    <w:rsid w:val="00607813"/>
    <w:rsid w:val="006D4F2E"/>
    <w:rsid w:val="006F1F6C"/>
    <w:rsid w:val="007F47B3"/>
    <w:rsid w:val="007F5029"/>
    <w:rsid w:val="00834DFE"/>
    <w:rsid w:val="008778C5"/>
    <w:rsid w:val="008B3176"/>
    <w:rsid w:val="008B7494"/>
    <w:rsid w:val="008D53C4"/>
    <w:rsid w:val="009026AA"/>
    <w:rsid w:val="00905CD8"/>
    <w:rsid w:val="00963C42"/>
    <w:rsid w:val="00970AFE"/>
    <w:rsid w:val="009978EF"/>
    <w:rsid w:val="00A153BA"/>
    <w:rsid w:val="00A23826"/>
    <w:rsid w:val="00A42CA9"/>
    <w:rsid w:val="00A43498"/>
    <w:rsid w:val="00A46698"/>
    <w:rsid w:val="00A505E4"/>
    <w:rsid w:val="00A51C1E"/>
    <w:rsid w:val="00A56D27"/>
    <w:rsid w:val="00A658FA"/>
    <w:rsid w:val="00A73D19"/>
    <w:rsid w:val="00B104E2"/>
    <w:rsid w:val="00B37388"/>
    <w:rsid w:val="00BA0EA7"/>
    <w:rsid w:val="00BF5B98"/>
    <w:rsid w:val="00C15CCA"/>
    <w:rsid w:val="00C3310A"/>
    <w:rsid w:val="00C87E90"/>
    <w:rsid w:val="00CF112A"/>
    <w:rsid w:val="00D31AC9"/>
    <w:rsid w:val="00D572E9"/>
    <w:rsid w:val="00D961D7"/>
    <w:rsid w:val="00DB6DB8"/>
    <w:rsid w:val="00DC1241"/>
    <w:rsid w:val="00DC16FE"/>
    <w:rsid w:val="00DD7D9A"/>
    <w:rsid w:val="00E00584"/>
    <w:rsid w:val="00E22115"/>
    <w:rsid w:val="00E3021F"/>
    <w:rsid w:val="00E455DD"/>
    <w:rsid w:val="00E7416A"/>
    <w:rsid w:val="00EA7CC3"/>
    <w:rsid w:val="00EB1108"/>
    <w:rsid w:val="00EB3DF4"/>
    <w:rsid w:val="00EC2F2C"/>
    <w:rsid w:val="00EC4764"/>
    <w:rsid w:val="00EC50D7"/>
    <w:rsid w:val="00F00CDC"/>
    <w:rsid w:val="00F562DD"/>
    <w:rsid w:val="00F91C2F"/>
    <w:rsid w:val="00FC4FC8"/>
    <w:rsid w:val="00FE3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70A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5381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25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181</TotalTime>
  <Pages>1</Pages>
  <Words>264</Words>
  <Characters>1506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40</cp:revision>
  <cp:lastPrinted>2019-03-19T18:37:00Z</cp:lastPrinted>
  <dcterms:created xsi:type="dcterms:W3CDTF">2016-01-27T11:02:00Z</dcterms:created>
  <dcterms:modified xsi:type="dcterms:W3CDTF">2020-03-04T15:08:00Z</dcterms:modified>
</cp:coreProperties>
</file>