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1F" w:rsidRPr="00E34F13" w:rsidRDefault="0054431F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54431F" w:rsidRPr="00807E27" w:rsidRDefault="0054431F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4431F" w:rsidRPr="00E34F13" w:rsidRDefault="0054431F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25 сентября  2019 №7</w:t>
      </w:r>
    </w:p>
    <w:p w:rsidR="0054431F" w:rsidRPr="00E34F13" w:rsidRDefault="0054431F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431F" w:rsidRPr="00E34F13" w:rsidRDefault="0054431F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4431F" w:rsidRPr="00E34F13" w:rsidRDefault="0054431F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4431F" w:rsidRPr="00E34F13" w:rsidRDefault="0054431F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3 208 912,0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4431F" w:rsidRPr="00E34F13" w:rsidRDefault="0054431F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Default="0054431F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54431F" w:rsidRDefault="0054431F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4431F" w:rsidRDefault="0054431F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4431F" w:rsidRPr="00E34F13" w:rsidRDefault="0054431F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54431F" w:rsidRPr="00E34F13" w:rsidRDefault="0054431F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4431F" w:rsidRPr="00E34F13" w:rsidRDefault="0054431F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54431F" w:rsidRPr="00E34F13" w:rsidRDefault="0054431F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4431F" w:rsidRPr="00E34F13" w:rsidRDefault="0054431F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4431F" w:rsidRPr="00E34F13" w:rsidRDefault="0054431F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54431F" w:rsidRPr="00E34F13" w:rsidRDefault="0054431F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4 866 312,90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54431F" w:rsidRDefault="0054431F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431F" w:rsidRPr="00E34F13" w:rsidRDefault="0054431F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4 754 000,0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000 00 0000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54431F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431F" w:rsidRPr="00E34F13" w:rsidRDefault="0054431F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92 500,0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083685" w:rsidRDefault="0054431F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4431F" w:rsidRPr="00083685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54431F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431F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54431F" w:rsidRPr="003C6ED7" w:rsidTr="006D23E9">
        <w:trPr>
          <w:trHeight w:val="888"/>
        </w:trPr>
        <w:tc>
          <w:tcPr>
            <w:tcW w:w="2988" w:type="dxa"/>
          </w:tcPr>
          <w:p w:rsidR="0054431F" w:rsidRPr="003C6ED7" w:rsidRDefault="0054431F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4431F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  <w:p w:rsidR="0054431F" w:rsidRPr="003C6ED7" w:rsidRDefault="0054431F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4431F" w:rsidRDefault="0054431F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54431F" w:rsidRPr="003C6ED7" w:rsidTr="006D23E9">
        <w:trPr>
          <w:trHeight w:val="1869"/>
        </w:trPr>
        <w:tc>
          <w:tcPr>
            <w:tcW w:w="2988" w:type="dxa"/>
          </w:tcPr>
          <w:p w:rsidR="0054431F" w:rsidRPr="003C6ED7" w:rsidRDefault="0054431F" w:rsidP="00B745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2 19 00000 10 0000 150</w:t>
            </w:r>
          </w:p>
        </w:tc>
        <w:tc>
          <w:tcPr>
            <w:tcW w:w="4775" w:type="dxa"/>
          </w:tcPr>
          <w:p w:rsidR="0054431F" w:rsidRPr="00B74550" w:rsidRDefault="0054431F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808" w:type="dxa"/>
          </w:tcPr>
          <w:p w:rsidR="0054431F" w:rsidRDefault="0054431F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- 4 687,10</w:t>
            </w:r>
          </w:p>
        </w:tc>
      </w:tr>
      <w:tr w:rsidR="0054431F" w:rsidRPr="003C6ED7" w:rsidTr="00491C41">
        <w:tc>
          <w:tcPr>
            <w:tcW w:w="2988" w:type="dxa"/>
          </w:tcPr>
          <w:p w:rsidR="0054431F" w:rsidRPr="00E34F13" w:rsidRDefault="0054431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54431F" w:rsidRPr="00E34F13" w:rsidRDefault="0054431F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54431F" w:rsidRPr="00E34F13" w:rsidRDefault="0054431F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8 075 224,90</w:t>
            </w:r>
          </w:p>
        </w:tc>
      </w:tr>
    </w:tbl>
    <w:p w:rsidR="0054431F" w:rsidRPr="00E34F13" w:rsidRDefault="0054431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54431F" w:rsidRPr="00E34F13" w:rsidRDefault="0054431F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54431F" w:rsidRDefault="0054431F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54431F" w:rsidRPr="00E34F13" w:rsidRDefault="0054431F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54431F" w:rsidRDefault="0054431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54431F" w:rsidRPr="00E34F13" w:rsidRDefault="0054431F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54431F" w:rsidRPr="00E34F13" w:rsidRDefault="0054431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4431F" w:rsidRPr="00E34F13" w:rsidRDefault="0054431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4431F" w:rsidRPr="00E34F13" w:rsidRDefault="0054431F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4431F" w:rsidRPr="00E34F13" w:rsidRDefault="0054431F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4431F" w:rsidRDefault="0054431F" w:rsidP="00AE3E79"/>
    <w:p w:rsidR="0054431F" w:rsidRPr="00AE3E79" w:rsidRDefault="0054431F" w:rsidP="00AE3E79"/>
    <w:sectPr w:rsidR="0054431F" w:rsidRPr="00AE3E79" w:rsidSect="0070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A1397"/>
    <w:rsid w:val="003C6ED7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6EB2"/>
    <w:rsid w:val="004F7B01"/>
    <w:rsid w:val="00504C20"/>
    <w:rsid w:val="00506746"/>
    <w:rsid w:val="00524211"/>
    <w:rsid w:val="00536F7D"/>
    <w:rsid w:val="0054431F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73BA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23E9"/>
    <w:rsid w:val="006D7063"/>
    <w:rsid w:val="006E167B"/>
    <w:rsid w:val="006E3EBB"/>
    <w:rsid w:val="006E6865"/>
    <w:rsid w:val="00702BC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1CE9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1025C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34AC1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74792"/>
    <w:rsid w:val="00C90FCA"/>
    <w:rsid w:val="00C919A1"/>
    <w:rsid w:val="00CA6A62"/>
    <w:rsid w:val="00CC080C"/>
    <w:rsid w:val="00CC569F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B6BE2"/>
    <w:rsid w:val="00DC22D1"/>
    <w:rsid w:val="00DC5BDB"/>
    <w:rsid w:val="00DD18D2"/>
    <w:rsid w:val="00DD6B58"/>
    <w:rsid w:val="00DD72CD"/>
    <w:rsid w:val="00DD7344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AC2"/>
    <w:rsid w:val="00EE3D53"/>
    <w:rsid w:val="00F1124D"/>
    <w:rsid w:val="00F3023C"/>
    <w:rsid w:val="00F40D93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3</Pages>
  <Words>473</Words>
  <Characters>2700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30</cp:revision>
  <cp:lastPrinted>2015-11-13T13:07:00Z</cp:lastPrinted>
  <dcterms:created xsi:type="dcterms:W3CDTF">2015-11-13T07:31:00Z</dcterms:created>
  <dcterms:modified xsi:type="dcterms:W3CDTF">2019-12-08T17:12:00Z</dcterms:modified>
</cp:coreProperties>
</file>