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38" w:rsidRPr="00E34F13" w:rsidRDefault="00F77B38" w:rsidP="00AE3E79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F77B38" w:rsidRPr="00807E27" w:rsidRDefault="00F77B38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F77B38" w:rsidRPr="00E34F13" w:rsidRDefault="00F77B38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07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от  30 декабря  2019 № 34</w:t>
      </w:r>
    </w:p>
    <w:p w:rsidR="00F77B38" w:rsidRPr="00E34F13" w:rsidRDefault="00F77B38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77B38" w:rsidRPr="00E34F13" w:rsidRDefault="00F77B38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 w:rsidRPr="00E34F13">
        <w:rPr>
          <w:b/>
          <w:bCs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Отрадненского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77B38" w:rsidRPr="00E34F13" w:rsidRDefault="00F77B38" w:rsidP="00AE3E79">
      <w:pPr>
        <w:spacing w:after="0" w:line="240" w:lineRule="auto"/>
        <w:ind w:left="120" w:hanging="2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F77B38" w:rsidRPr="003C6ED7" w:rsidTr="00491C41"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F77B38" w:rsidRPr="00E34F13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77B38" w:rsidRPr="00E34F13" w:rsidRDefault="00F77B38" w:rsidP="00B74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4 611 000,0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77B38" w:rsidRPr="00E34F13" w:rsidRDefault="00F77B38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308 500,0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Default="00F77B38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231 01 0000 110</w:t>
            </w:r>
          </w:p>
          <w:p w:rsidR="00F77B38" w:rsidRDefault="00F77B38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F77B38" w:rsidRDefault="00F77B38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F77B38" w:rsidRPr="00E34F13" w:rsidRDefault="00F77B38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F77B38" w:rsidRPr="00E34F13" w:rsidRDefault="00F77B38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1 452 800,0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77B38" w:rsidRPr="00E34F13" w:rsidRDefault="00F77B38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F77B38" w:rsidRPr="00E34F13" w:rsidRDefault="00F77B38" w:rsidP="00E04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480 000,0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77B38" w:rsidRPr="00E34F13" w:rsidRDefault="00F77B38" w:rsidP="00A065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134 700,0</w:t>
            </w:r>
          </w:p>
        </w:tc>
      </w:tr>
      <w:tr w:rsidR="00F77B38" w:rsidRPr="003C6ED7" w:rsidTr="002D10BD">
        <w:trPr>
          <w:trHeight w:val="1452"/>
        </w:trPr>
        <w:tc>
          <w:tcPr>
            <w:tcW w:w="2988" w:type="dxa"/>
          </w:tcPr>
          <w:p w:rsidR="00F77B38" w:rsidRPr="00E34F13" w:rsidRDefault="00F77B38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F77B38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77B38" w:rsidRPr="00E34F13" w:rsidRDefault="00F77B38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1 210 000,0</w:t>
            </w:r>
          </w:p>
        </w:tc>
      </w:tr>
      <w:tr w:rsidR="00F77B38" w:rsidRPr="003C6ED7" w:rsidTr="00491C41">
        <w:trPr>
          <w:trHeight w:val="480"/>
        </w:trPr>
        <w:tc>
          <w:tcPr>
            <w:tcW w:w="2988" w:type="dxa"/>
          </w:tcPr>
          <w:p w:rsidR="00F77B38" w:rsidRPr="00E34F13" w:rsidRDefault="00F77B38" w:rsidP="00AE3E7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F77B38" w:rsidRDefault="00F77B38" w:rsidP="00415D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F77B38" w:rsidRPr="00E34F13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590 000,0</w:t>
            </w:r>
          </w:p>
        </w:tc>
      </w:tr>
      <w:tr w:rsidR="00F77B38" w:rsidRPr="003C6ED7" w:rsidTr="002D10BD">
        <w:trPr>
          <w:trHeight w:val="2208"/>
        </w:trPr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F77B38" w:rsidRPr="00E34F13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F77B38" w:rsidRPr="003C6ED7" w:rsidTr="002D10BD">
        <w:trPr>
          <w:trHeight w:val="480"/>
        </w:trPr>
        <w:tc>
          <w:tcPr>
            <w:tcW w:w="2988" w:type="dxa"/>
          </w:tcPr>
          <w:p w:rsidR="00F77B38" w:rsidRPr="00E34F13" w:rsidRDefault="00F77B38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1 13 01995 10 0000 130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08" w:type="dxa"/>
          </w:tcPr>
          <w:p w:rsidR="00F77B38" w:rsidRPr="00E34F13" w:rsidRDefault="00F77B38" w:rsidP="00491C4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F77B38" w:rsidRPr="003C6ED7" w:rsidTr="00491C41">
        <w:trPr>
          <w:trHeight w:val="408"/>
        </w:trPr>
        <w:tc>
          <w:tcPr>
            <w:tcW w:w="2988" w:type="dxa"/>
          </w:tcPr>
          <w:p w:rsidR="00F77B38" w:rsidRPr="00E34F13" w:rsidRDefault="00F77B38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1 16 90050 10 0000 140</w:t>
            </w:r>
          </w:p>
        </w:tc>
        <w:tc>
          <w:tcPr>
            <w:tcW w:w="4775" w:type="dxa"/>
          </w:tcPr>
          <w:p w:rsidR="00F77B38" w:rsidRDefault="00F77B38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808" w:type="dxa"/>
          </w:tcPr>
          <w:p w:rsidR="00F77B38" w:rsidRPr="00E34F13" w:rsidRDefault="00F77B38" w:rsidP="00491C4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F77B38" w:rsidRPr="00E34F13" w:rsidRDefault="00F77B38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4 856 612,90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F77B38" w:rsidRDefault="00F77B38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7B38" w:rsidRPr="00E34F13" w:rsidRDefault="00F77B38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4 754 000,0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000 00 0000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F77B38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7B38" w:rsidRPr="00E34F13" w:rsidRDefault="00F77B38" w:rsidP="00B745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92 500,0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083685" w:rsidRDefault="00F77B38" w:rsidP="007F4A7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77B38" w:rsidRPr="00083685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F77B38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7B38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14 500,0</w:t>
            </w:r>
          </w:p>
        </w:tc>
      </w:tr>
      <w:tr w:rsidR="00F77B38" w:rsidRPr="003C6ED7" w:rsidTr="002D10BD">
        <w:trPr>
          <w:trHeight w:val="696"/>
        </w:trPr>
        <w:tc>
          <w:tcPr>
            <w:tcW w:w="2988" w:type="dxa"/>
          </w:tcPr>
          <w:p w:rsidR="00F77B38" w:rsidRPr="003C6ED7" w:rsidRDefault="00F77B38" w:rsidP="00B74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77B38" w:rsidRPr="003C6ED7" w:rsidRDefault="00F77B38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F77B38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  <w:p w:rsidR="00F77B38" w:rsidRDefault="00F77B38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B38" w:rsidRPr="003C6ED7" w:rsidTr="00491C41">
        <w:trPr>
          <w:trHeight w:val="276"/>
        </w:trPr>
        <w:tc>
          <w:tcPr>
            <w:tcW w:w="2988" w:type="dxa"/>
          </w:tcPr>
          <w:p w:rsidR="00F77B38" w:rsidRPr="003C6ED7" w:rsidRDefault="00F77B38" w:rsidP="00B745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2 19 90000 10 1000 150</w:t>
            </w:r>
          </w:p>
        </w:tc>
        <w:tc>
          <w:tcPr>
            <w:tcW w:w="4775" w:type="dxa"/>
          </w:tcPr>
          <w:p w:rsidR="00F77B38" w:rsidRPr="00B74550" w:rsidRDefault="00F77B38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целевой назначение, прошлых лет из бюджетов сельских поселений</w:t>
            </w:r>
          </w:p>
        </w:tc>
        <w:tc>
          <w:tcPr>
            <w:tcW w:w="1808" w:type="dxa"/>
          </w:tcPr>
          <w:p w:rsidR="00F77B38" w:rsidRDefault="00F77B38" w:rsidP="00491C4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- 4687,10</w:t>
            </w:r>
          </w:p>
        </w:tc>
      </w:tr>
      <w:tr w:rsidR="00F77B38" w:rsidRPr="003C6ED7" w:rsidTr="00491C41">
        <w:tc>
          <w:tcPr>
            <w:tcW w:w="2988" w:type="dxa"/>
          </w:tcPr>
          <w:p w:rsidR="00F77B38" w:rsidRPr="00E34F13" w:rsidRDefault="00F77B38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F77B38" w:rsidRPr="00E34F13" w:rsidRDefault="00F77B38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F77B38" w:rsidRPr="00E34F13" w:rsidRDefault="00F77B38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9 467 612,90</w:t>
            </w:r>
          </w:p>
        </w:tc>
      </w:tr>
    </w:tbl>
    <w:p w:rsidR="00F77B38" w:rsidRPr="00E34F13" w:rsidRDefault="00F77B38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F77B38" w:rsidRPr="00E34F13" w:rsidRDefault="00F77B38" w:rsidP="00AB71B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чный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соответствии  с законодательством российской Федерации</w:t>
      </w:r>
    </w:p>
    <w:p w:rsidR="00F77B38" w:rsidRDefault="00F77B38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F77B38" w:rsidRPr="00E34F13" w:rsidRDefault="00F77B38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F77B38" w:rsidRDefault="00F77B38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администрации  Подгорносинюхинского </w:t>
      </w:r>
    </w:p>
    <w:p w:rsidR="00F77B38" w:rsidRPr="00E34F13" w:rsidRDefault="00F77B38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F77B38" w:rsidRPr="00E34F13" w:rsidRDefault="00F77B38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77B38" w:rsidRPr="00E34F13" w:rsidRDefault="00F77B38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77B38" w:rsidRPr="00E34F13" w:rsidRDefault="00F77B38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77B38" w:rsidRPr="00E34F13" w:rsidRDefault="00F77B38" w:rsidP="00AE3E7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77B38" w:rsidRDefault="00F77B38" w:rsidP="00AE3E79"/>
    <w:p w:rsidR="00F77B38" w:rsidRPr="00AE3E79" w:rsidRDefault="00F77B38" w:rsidP="00AE3E79"/>
    <w:sectPr w:rsidR="00F77B38" w:rsidRPr="00AE3E79" w:rsidSect="00702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610F7"/>
    <w:rsid w:val="00083685"/>
    <w:rsid w:val="00083DBE"/>
    <w:rsid w:val="00083E45"/>
    <w:rsid w:val="000861C6"/>
    <w:rsid w:val="000A1C9D"/>
    <w:rsid w:val="000A2F3E"/>
    <w:rsid w:val="000C0175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94579"/>
    <w:rsid w:val="00294DD9"/>
    <w:rsid w:val="00296CBD"/>
    <w:rsid w:val="002975A2"/>
    <w:rsid w:val="002B321A"/>
    <w:rsid w:val="002D10BD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8487E"/>
    <w:rsid w:val="00393441"/>
    <w:rsid w:val="00393A42"/>
    <w:rsid w:val="003C6ED7"/>
    <w:rsid w:val="003D0525"/>
    <w:rsid w:val="003D42D7"/>
    <w:rsid w:val="003D6D95"/>
    <w:rsid w:val="003E1EEF"/>
    <w:rsid w:val="003E2B9B"/>
    <w:rsid w:val="003F1D97"/>
    <w:rsid w:val="003F1E1A"/>
    <w:rsid w:val="004125B0"/>
    <w:rsid w:val="00413657"/>
    <w:rsid w:val="00413DFF"/>
    <w:rsid w:val="00415D9D"/>
    <w:rsid w:val="0043177A"/>
    <w:rsid w:val="0043521D"/>
    <w:rsid w:val="00442181"/>
    <w:rsid w:val="00442A43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4406"/>
    <w:rsid w:val="004F5585"/>
    <w:rsid w:val="004F6EB2"/>
    <w:rsid w:val="004F7B01"/>
    <w:rsid w:val="00504C20"/>
    <w:rsid w:val="00506746"/>
    <w:rsid w:val="00524211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C72A0"/>
    <w:rsid w:val="005D3854"/>
    <w:rsid w:val="005E1C11"/>
    <w:rsid w:val="005E73BA"/>
    <w:rsid w:val="005F6269"/>
    <w:rsid w:val="005F7B9D"/>
    <w:rsid w:val="0060250C"/>
    <w:rsid w:val="00613633"/>
    <w:rsid w:val="00616B49"/>
    <w:rsid w:val="0062423F"/>
    <w:rsid w:val="006250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6C65"/>
    <w:rsid w:val="006A7649"/>
    <w:rsid w:val="006B2049"/>
    <w:rsid w:val="006B6137"/>
    <w:rsid w:val="006C2292"/>
    <w:rsid w:val="006D7063"/>
    <w:rsid w:val="006E167B"/>
    <w:rsid w:val="006E3EBB"/>
    <w:rsid w:val="006E6865"/>
    <w:rsid w:val="00702BC5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4CCF"/>
    <w:rsid w:val="007E598E"/>
    <w:rsid w:val="007F176E"/>
    <w:rsid w:val="007F4A78"/>
    <w:rsid w:val="008065F9"/>
    <w:rsid w:val="00807B6E"/>
    <w:rsid w:val="00807E27"/>
    <w:rsid w:val="00813B0C"/>
    <w:rsid w:val="00823ABA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904286"/>
    <w:rsid w:val="009052A9"/>
    <w:rsid w:val="0090764A"/>
    <w:rsid w:val="0091025C"/>
    <w:rsid w:val="0091095D"/>
    <w:rsid w:val="009132CE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0D55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329A"/>
    <w:rsid w:val="00C5410D"/>
    <w:rsid w:val="00C55395"/>
    <w:rsid w:val="00C74792"/>
    <w:rsid w:val="00C90FCA"/>
    <w:rsid w:val="00C919A1"/>
    <w:rsid w:val="00C97684"/>
    <w:rsid w:val="00CA6A62"/>
    <w:rsid w:val="00CC080C"/>
    <w:rsid w:val="00CC569F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441A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F1124D"/>
    <w:rsid w:val="00F11F35"/>
    <w:rsid w:val="00F3023C"/>
    <w:rsid w:val="00F40D93"/>
    <w:rsid w:val="00F630BC"/>
    <w:rsid w:val="00F65FDF"/>
    <w:rsid w:val="00F75681"/>
    <w:rsid w:val="00F77B38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3</Pages>
  <Words>553</Words>
  <Characters>3155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30</cp:revision>
  <cp:lastPrinted>2015-11-13T13:07:00Z</cp:lastPrinted>
  <dcterms:created xsi:type="dcterms:W3CDTF">2015-11-13T07:31:00Z</dcterms:created>
  <dcterms:modified xsi:type="dcterms:W3CDTF">2020-01-17T11:48:00Z</dcterms:modified>
</cp:coreProperties>
</file>