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43" w:rsidRPr="00E34F13" w:rsidRDefault="00CA7B43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Приложение 3</w:t>
      </w:r>
    </w:p>
    <w:p w:rsidR="00CA7B43" w:rsidRDefault="00CA7B43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</w:t>
      </w:r>
      <w:r w:rsidRPr="00807E27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 xml:space="preserve">осинюхинского </w:t>
      </w:r>
    </w:p>
    <w:p w:rsidR="00CA7B43" w:rsidRPr="00807E27" w:rsidRDefault="00CA7B43" w:rsidP="000D5DD6">
      <w:pPr>
        <w:spacing w:after="0" w:line="240" w:lineRule="auto"/>
        <w:ind w:right="13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807E2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CA7B43" w:rsidRPr="00E34F13" w:rsidRDefault="00CA7B43" w:rsidP="000D5DD6">
      <w:pPr>
        <w:spacing w:after="0" w:line="240" w:lineRule="auto"/>
        <w:ind w:right="13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от 30 декабря 2019 года  № 32</w:t>
      </w:r>
    </w:p>
    <w:p w:rsidR="00CA7B43" w:rsidRPr="00E34F13" w:rsidRDefault="00CA7B43" w:rsidP="000D5DD6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7B43" w:rsidRPr="00E34F13" w:rsidRDefault="00CA7B43" w:rsidP="000D5DD6">
      <w:pPr>
        <w:spacing w:after="0" w:line="240" w:lineRule="auto"/>
        <w:ind w:left="120" w:right="139" w:hanging="2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34F13">
        <w:rPr>
          <w:rFonts w:ascii="Times New Roman" w:hAnsi="Times New Roman"/>
          <w:b/>
          <w:sz w:val="28"/>
          <w:szCs w:val="28"/>
        </w:rPr>
        <w:t xml:space="preserve">Объем поступлений доходов в  бюджет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Подгорносинюхинского сельского поселения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bCs/>
          <w:sz w:val="28"/>
          <w:szCs w:val="28"/>
          <w:lang w:eastAsia="ru-RU"/>
        </w:rPr>
        <w:t>Отрадненского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b/>
          <w:sz w:val="28"/>
          <w:szCs w:val="28"/>
          <w:lang w:eastAsia="ru-RU"/>
        </w:rPr>
        <w:t>района</w:t>
      </w:r>
      <w:r w:rsidRPr="00E34F13">
        <w:rPr>
          <w:rFonts w:ascii="Times New Roman" w:hAnsi="Times New Roman"/>
          <w:b/>
          <w:color w:val="000000"/>
          <w:sz w:val="28"/>
          <w:szCs w:val="28"/>
        </w:rPr>
        <w:t xml:space="preserve"> п</w:t>
      </w:r>
      <w:r w:rsidRPr="00E34F13">
        <w:rPr>
          <w:rFonts w:ascii="Times New Roman" w:hAnsi="Times New Roman"/>
          <w:b/>
          <w:sz w:val="28"/>
          <w:szCs w:val="28"/>
        </w:rPr>
        <w:t>о кодам видов (подвидов) доходов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E34F1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A7B43" w:rsidRPr="00E34F13" w:rsidRDefault="00CA7B43" w:rsidP="000D5DD6">
      <w:pPr>
        <w:spacing w:after="0" w:line="240" w:lineRule="auto"/>
        <w:ind w:left="120" w:hanging="24"/>
        <w:jc w:val="right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4775"/>
        <w:gridCol w:w="1808"/>
      </w:tblGrid>
      <w:tr w:rsidR="00CA7B43" w:rsidRPr="0028771A" w:rsidTr="008F7D27">
        <w:tc>
          <w:tcPr>
            <w:tcW w:w="2988" w:type="dxa"/>
          </w:tcPr>
          <w:p w:rsidR="00CA7B43" w:rsidRPr="00E34F13" w:rsidRDefault="00CA7B4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775" w:type="dxa"/>
          </w:tcPr>
          <w:p w:rsidR="00CA7B43" w:rsidRPr="00E34F13" w:rsidRDefault="00CA7B4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доходов</w:t>
            </w:r>
          </w:p>
        </w:tc>
        <w:tc>
          <w:tcPr>
            <w:tcW w:w="1808" w:type="dxa"/>
          </w:tcPr>
          <w:p w:rsidR="00CA7B43" w:rsidRPr="00E34F13" w:rsidRDefault="00CA7B4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CA7B43" w:rsidRPr="0028771A" w:rsidTr="008F7D27">
        <w:tc>
          <w:tcPr>
            <w:tcW w:w="2988" w:type="dxa"/>
          </w:tcPr>
          <w:p w:rsidR="00CA7B43" w:rsidRPr="00E34F13" w:rsidRDefault="00CA7B43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1 00 000000 0000 0000</w:t>
            </w:r>
          </w:p>
        </w:tc>
        <w:tc>
          <w:tcPr>
            <w:tcW w:w="4775" w:type="dxa"/>
          </w:tcPr>
          <w:p w:rsidR="00CA7B43" w:rsidRPr="00E34F13" w:rsidRDefault="00CA7B43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  <w:p w:rsidR="00CA7B43" w:rsidRPr="00E34F13" w:rsidRDefault="00CA7B43" w:rsidP="008F7D2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CA7B43" w:rsidRPr="00E34F13" w:rsidRDefault="00CA7B43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3 302 700,0</w:t>
            </w:r>
          </w:p>
        </w:tc>
      </w:tr>
      <w:tr w:rsidR="00CA7B43" w:rsidRPr="0028771A" w:rsidTr="008F7D27">
        <w:tc>
          <w:tcPr>
            <w:tcW w:w="2988" w:type="dxa"/>
          </w:tcPr>
          <w:p w:rsidR="00CA7B43" w:rsidRPr="00E34F13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1 01 02000 01 0000 110</w:t>
            </w:r>
          </w:p>
        </w:tc>
        <w:tc>
          <w:tcPr>
            <w:tcW w:w="4775" w:type="dxa"/>
          </w:tcPr>
          <w:p w:rsidR="00CA7B43" w:rsidRPr="00E34F13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  <w:p w:rsidR="00CA7B43" w:rsidRPr="00E34F13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CA7B43" w:rsidRPr="00E34F13" w:rsidRDefault="00CA7B4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276 000,0</w:t>
            </w:r>
          </w:p>
        </w:tc>
      </w:tr>
      <w:tr w:rsidR="00CA7B43" w:rsidRPr="0028771A" w:rsidTr="008F7D27">
        <w:tc>
          <w:tcPr>
            <w:tcW w:w="2988" w:type="dxa"/>
          </w:tcPr>
          <w:p w:rsidR="00CA7B43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23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CA7B43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A7B43" w:rsidRDefault="00CA7B43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CA7B43" w:rsidRDefault="00CA7B43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  <w:p w:rsidR="00CA7B43" w:rsidRPr="00E34F13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1 03 022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630846">
              <w:rPr>
                <w:rFonts w:ascii="Times New Roman" w:hAnsi="Times New Roman"/>
                <w:sz w:val="28"/>
                <w:szCs w:val="28"/>
                <w:lang w:eastAsia="ru-RU"/>
              </w:rPr>
              <w:t>0 01 0000 110</w:t>
            </w:r>
          </w:p>
        </w:tc>
        <w:tc>
          <w:tcPr>
            <w:tcW w:w="4775" w:type="dxa"/>
          </w:tcPr>
          <w:p w:rsidR="00CA7B43" w:rsidRPr="00E34F13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уплаты акцизов на дизельное топливо, моторные масла для дизельных и (или) карбюраторных (инжекторных) двигателей, автомобильный бензин, прямогонный бензин,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08" w:type="dxa"/>
          </w:tcPr>
          <w:p w:rsidR="00CA7B43" w:rsidRPr="00E34F13" w:rsidRDefault="00CA7B4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1 612 200,0</w:t>
            </w:r>
          </w:p>
        </w:tc>
      </w:tr>
      <w:tr w:rsidR="00CA7B43" w:rsidRPr="0028771A" w:rsidTr="008F7D27">
        <w:tc>
          <w:tcPr>
            <w:tcW w:w="2988" w:type="dxa"/>
          </w:tcPr>
          <w:p w:rsidR="00CA7B43" w:rsidRPr="00E34F13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1 05 03000 01 0000 110</w:t>
            </w:r>
          </w:p>
        </w:tc>
        <w:tc>
          <w:tcPr>
            <w:tcW w:w="4775" w:type="dxa"/>
          </w:tcPr>
          <w:p w:rsidR="00CA7B43" w:rsidRPr="00E34F13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  <w:p w:rsidR="00CA7B43" w:rsidRPr="00E34F13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CA7B43" w:rsidRPr="00E34F13" w:rsidRDefault="00CA7B4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000,0</w:t>
            </w:r>
          </w:p>
        </w:tc>
      </w:tr>
      <w:tr w:rsidR="00CA7B43" w:rsidRPr="0028771A" w:rsidTr="008F7D27">
        <w:tc>
          <w:tcPr>
            <w:tcW w:w="2988" w:type="dxa"/>
          </w:tcPr>
          <w:p w:rsidR="00CA7B43" w:rsidRPr="00E34F13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4775" w:type="dxa"/>
          </w:tcPr>
          <w:p w:rsidR="00CA7B43" w:rsidRPr="00E34F13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Налог на имущество физических лиц, взимаемых поставкам, применяемым  к объектам налогообложения, расположенным в границах поселений</w:t>
            </w:r>
          </w:p>
        </w:tc>
        <w:tc>
          <w:tcPr>
            <w:tcW w:w="1808" w:type="dxa"/>
          </w:tcPr>
          <w:p w:rsidR="00CA7B43" w:rsidRPr="00E34F13" w:rsidRDefault="00CA7B4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114 500,0</w:t>
            </w:r>
          </w:p>
        </w:tc>
      </w:tr>
      <w:tr w:rsidR="00CA7B43" w:rsidRPr="0028771A" w:rsidTr="008F7D27">
        <w:tc>
          <w:tcPr>
            <w:tcW w:w="2988" w:type="dxa"/>
          </w:tcPr>
          <w:p w:rsidR="00CA7B43" w:rsidRPr="00E34F13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1 06 06033 10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000 110 </w:t>
            </w:r>
          </w:p>
        </w:tc>
        <w:tc>
          <w:tcPr>
            <w:tcW w:w="4775" w:type="dxa"/>
          </w:tcPr>
          <w:p w:rsidR="00CA7B43" w:rsidRPr="00E34F13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CA7B43" w:rsidRPr="00E34F13" w:rsidRDefault="00CA7B4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140 000,0</w:t>
            </w:r>
          </w:p>
        </w:tc>
      </w:tr>
      <w:tr w:rsidR="00CA7B43" w:rsidRPr="0028771A" w:rsidTr="008F7D27">
        <w:tc>
          <w:tcPr>
            <w:tcW w:w="2988" w:type="dxa"/>
          </w:tcPr>
          <w:p w:rsidR="00CA7B43" w:rsidRPr="00E34F13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1 06 06043 10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000 110</w:t>
            </w:r>
          </w:p>
        </w:tc>
        <w:tc>
          <w:tcPr>
            <w:tcW w:w="4775" w:type="dxa"/>
          </w:tcPr>
          <w:p w:rsidR="00CA7B43" w:rsidRPr="00E34F13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Земельный налог с физических лиц обладающих земельным участком, расположенным в границах сельских поселений</w:t>
            </w:r>
          </w:p>
        </w:tc>
        <w:tc>
          <w:tcPr>
            <w:tcW w:w="1808" w:type="dxa"/>
          </w:tcPr>
          <w:p w:rsidR="00CA7B43" w:rsidRPr="00E34F13" w:rsidRDefault="00CA7B4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494 000,0</w:t>
            </w:r>
          </w:p>
        </w:tc>
      </w:tr>
      <w:tr w:rsidR="00CA7B43" w:rsidRPr="0028771A" w:rsidTr="008F7D27">
        <w:tc>
          <w:tcPr>
            <w:tcW w:w="2988" w:type="dxa"/>
          </w:tcPr>
          <w:p w:rsidR="00CA7B43" w:rsidRPr="00E34F13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1 11 05025 10 0000 120</w:t>
            </w:r>
          </w:p>
        </w:tc>
        <w:tc>
          <w:tcPr>
            <w:tcW w:w="4775" w:type="dxa"/>
          </w:tcPr>
          <w:p w:rsidR="00CA7B43" w:rsidRPr="00E34F13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03EE7">
              <w:rPr>
                <w:rFonts w:ascii="Times New Roman" w:hAnsi="Times New Roman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08" w:type="dxa"/>
          </w:tcPr>
          <w:p w:rsidR="00CA7B43" w:rsidRPr="00E34F13" w:rsidRDefault="00CA7B4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528 000,0</w:t>
            </w:r>
          </w:p>
        </w:tc>
      </w:tr>
      <w:tr w:rsidR="00CA7B43" w:rsidRPr="0028771A" w:rsidTr="008F7D27">
        <w:trPr>
          <w:trHeight w:val="2448"/>
        </w:trPr>
        <w:tc>
          <w:tcPr>
            <w:tcW w:w="2988" w:type="dxa"/>
          </w:tcPr>
          <w:p w:rsidR="00CA7B43" w:rsidRPr="00E34F13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1 11 05035 10 0000 120</w:t>
            </w:r>
          </w:p>
        </w:tc>
        <w:tc>
          <w:tcPr>
            <w:tcW w:w="4775" w:type="dxa"/>
          </w:tcPr>
          <w:p w:rsidR="00CA7B43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  <w:p w:rsidR="00CA7B43" w:rsidRPr="00E34F13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</w:tcPr>
          <w:p w:rsidR="00CA7B43" w:rsidRPr="00E34F13" w:rsidRDefault="00CA7B4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28 000,0</w:t>
            </w:r>
          </w:p>
        </w:tc>
      </w:tr>
      <w:tr w:rsidR="00CA7B43" w:rsidRPr="0028771A" w:rsidTr="008F7D27">
        <w:tc>
          <w:tcPr>
            <w:tcW w:w="2988" w:type="dxa"/>
          </w:tcPr>
          <w:p w:rsidR="00CA7B43" w:rsidRPr="00E34F13" w:rsidRDefault="00CA7B43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4775" w:type="dxa"/>
          </w:tcPr>
          <w:p w:rsidR="00CA7B43" w:rsidRPr="00E34F13" w:rsidRDefault="00CA7B43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08" w:type="dxa"/>
          </w:tcPr>
          <w:p w:rsidR="00CA7B43" w:rsidRPr="00E34F13" w:rsidRDefault="00CA7B43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4 728 500,0</w:t>
            </w:r>
          </w:p>
        </w:tc>
      </w:tr>
      <w:tr w:rsidR="00CA7B43" w:rsidRPr="0028771A" w:rsidTr="00C01EBA">
        <w:trPr>
          <w:trHeight w:val="972"/>
        </w:trPr>
        <w:tc>
          <w:tcPr>
            <w:tcW w:w="2988" w:type="dxa"/>
          </w:tcPr>
          <w:p w:rsidR="00CA7B43" w:rsidRPr="00E34F13" w:rsidRDefault="00CA7B43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CA7B43" w:rsidRPr="00E34F13" w:rsidRDefault="00CA7B43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поселений на  выравнивание уровня бюджетной обеспеченности*</w:t>
            </w:r>
          </w:p>
        </w:tc>
        <w:tc>
          <w:tcPr>
            <w:tcW w:w="1808" w:type="dxa"/>
          </w:tcPr>
          <w:p w:rsidR="00CA7B43" w:rsidRDefault="00CA7B4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A7B43" w:rsidRPr="00E34F13" w:rsidRDefault="00CA7B4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4 612 800,0</w:t>
            </w:r>
          </w:p>
        </w:tc>
      </w:tr>
      <w:tr w:rsidR="00CA7B43" w:rsidRPr="0028771A" w:rsidTr="008F7D27">
        <w:trPr>
          <w:trHeight w:val="312"/>
        </w:trPr>
        <w:tc>
          <w:tcPr>
            <w:tcW w:w="2988" w:type="dxa"/>
          </w:tcPr>
          <w:p w:rsidR="00CA7B43" w:rsidRPr="00E34F13" w:rsidRDefault="00CA7B43" w:rsidP="008F7D27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2 02 20000 00 0000 150</w:t>
            </w:r>
          </w:p>
        </w:tc>
        <w:tc>
          <w:tcPr>
            <w:tcW w:w="4775" w:type="dxa"/>
          </w:tcPr>
          <w:p w:rsidR="00CA7B43" w:rsidRPr="00C01EBA" w:rsidRDefault="00CA7B43" w:rsidP="008F7D2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01EBA">
              <w:rPr>
                <w:rFonts w:ascii="Times New Roman" w:hAnsi="Times New Roman"/>
                <w:sz w:val="28"/>
                <w:szCs w:val="28"/>
                <w:lang w:eastAsia="ru-RU"/>
              </w:rPr>
              <w:t>Прочие субсидии*</w:t>
            </w:r>
          </w:p>
        </w:tc>
        <w:tc>
          <w:tcPr>
            <w:tcW w:w="1808" w:type="dxa"/>
          </w:tcPr>
          <w:p w:rsidR="00CA7B43" w:rsidRDefault="00CA7B43" w:rsidP="008F7D2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2 561 350,0</w:t>
            </w:r>
          </w:p>
        </w:tc>
      </w:tr>
      <w:tr w:rsidR="00CA7B43" w:rsidRPr="0028771A" w:rsidTr="008F7D27">
        <w:tc>
          <w:tcPr>
            <w:tcW w:w="2988" w:type="dxa"/>
          </w:tcPr>
          <w:p w:rsidR="00CA7B43" w:rsidRPr="00E34F13" w:rsidRDefault="00CA7B43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2 02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000 00 0000 15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CA7B43" w:rsidRPr="00E34F13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08" w:type="dxa"/>
          </w:tcPr>
          <w:p w:rsidR="00CA7B43" w:rsidRDefault="00CA7B4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A7B43" w:rsidRPr="00E34F13" w:rsidRDefault="00CA7B4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88 700,0</w:t>
            </w:r>
          </w:p>
        </w:tc>
      </w:tr>
      <w:tr w:rsidR="00CA7B43" w:rsidRPr="0028771A" w:rsidTr="008F7D27">
        <w:tc>
          <w:tcPr>
            <w:tcW w:w="2988" w:type="dxa"/>
          </w:tcPr>
          <w:p w:rsidR="00CA7B43" w:rsidRPr="00083685" w:rsidRDefault="00CA7B43" w:rsidP="008F7D2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2 02 4000000 0000 15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CA7B43" w:rsidRPr="00083685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08" w:type="dxa"/>
          </w:tcPr>
          <w:p w:rsidR="00CA7B43" w:rsidRDefault="00CA7B4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A7B43" w:rsidRDefault="00CA7B4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17 000,0</w:t>
            </w:r>
          </w:p>
        </w:tc>
      </w:tr>
      <w:tr w:rsidR="00CA7B43" w:rsidRPr="0028771A" w:rsidTr="008F7D27">
        <w:tc>
          <w:tcPr>
            <w:tcW w:w="2988" w:type="dxa"/>
          </w:tcPr>
          <w:p w:rsidR="00CA7B43" w:rsidRPr="0028771A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2 07 00000 00 0000 1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28771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775" w:type="dxa"/>
          </w:tcPr>
          <w:p w:rsidR="00CA7B43" w:rsidRPr="0028771A" w:rsidRDefault="00CA7B43" w:rsidP="008F7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74550">
              <w:rPr>
                <w:rFonts w:ascii="Times New Roman" w:hAnsi="Times New Roman"/>
                <w:sz w:val="28"/>
                <w:szCs w:val="28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08" w:type="dxa"/>
          </w:tcPr>
          <w:p w:rsidR="00CA7B43" w:rsidRDefault="00CA7B43" w:rsidP="008F7D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10 000,0</w:t>
            </w:r>
          </w:p>
        </w:tc>
      </w:tr>
      <w:tr w:rsidR="00CA7B43" w:rsidRPr="0028771A" w:rsidTr="008F7D27">
        <w:tc>
          <w:tcPr>
            <w:tcW w:w="2988" w:type="dxa"/>
          </w:tcPr>
          <w:p w:rsidR="00CA7B43" w:rsidRPr="00E34F13" w:rsidRDefault="00CA7B43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5" w:type="dxa"/>
          </w:tcPr>
          <w:p w:rsidR="00CA7B43" w:rsidRPr="00E34F13" w:rsidRDefault="00CA7B43" w:rsidP="008F7D2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34F1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808" w:type="dxa"/>
          </w:tcPr>
          <w:p w:rsidR="00CA7B43" w:rsidRPr="00E34F13" w:rsidRDefault="00CA7B43" w:rsidP="008F7D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10 592 550,0</w:t>
            </w:r>
          </w:p>
        </w:tc>
      </w:tr>
    </w:tbl>
    <w:p w:rsidR="00CA7B43" w:rsidRPr="00E34F13" w:rsidRDefault="00CA7B43" w:rsidP="000D5DD6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</w:p>
    <w:p w:rsidR="00CA7B43" w:rsidRDefault="00CA7B43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>По видам и подвидам доходов, в</w:t>
      </w:r>
      <w:r>
        <w:rPr>
          <w:rFonts w:ascii="Times New Roman" w:hAnsi="Times New Roman"/>
          <w:sz w:val="28"/>
          <w:szCs w:val="28"/>
          <w:lang w:eastAsia="ru-RU"/>
        </w:rPr>
        <w:t>ходящим в соответствующий группирово</w:t>
      </w:r>
      <w:r w:rsidRPr="00E34F13">
        <w:rPr>
          <w:rFonts w:ascii="Times New Roman" w:hAnsi="Times New Roman"/>
          <w:sz w:val="28"/>
          <w:szCs w:val="28"/>
          <w:lang w:eastAsia="ru-RU"/>
        </w:rPr>
        <w:t>чный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4F13">
        <w:rPr>
          <w:rFonts w:ascii="Times New Roman" w:hAnsi="Times New Roman"/>
          <w:sz w:val="28"/>
          <w:szCs w:val="28"/>
          <w:lang w:eastAsia="ru-RU"/>
        </w:rPr>
        <w:t>код бюджетной классификации, зачисленным в бюджет Подгорносинюхинского сельского поселения Отрадненского района в соо</w:t>
      </w:r>
      <w:r>
        <w:rPr>
          <w:rFonts w:ascii="Times New Roman" w:hAnsi="Times New Roman"/>
          <w:sz w:val="28"/>
          <w:szCs w:val="28"/>
          <w:lang w:eastAsia="ru-RU"/>
        </w:rPr>
        <w:t>тветствии  с законодательством Р</w:t>
      </w:r>
      <w:r w:rsidRPr="00E34F13">
        <w:rPr>
          <w:rFonts w:ascii="Times New Roman" w:hAnsi="Times New Roman"/>
          <w:sz w:val="28"/>
          <w:szCs w:val="28"/>
          <w:lang w:eastAsia="ru-RU"/>
        </w:rPr>
        <w:t>оссийской Федерации</w:t>
      </w:r>
    </w:p>
    <w:p w:rsidR="00CA7B43" w:rsidRDefault="00CA7B43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7B43" w:rsidRDefault="00CA7B43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7B43" w:rsidRDefault="00CA7B43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7B43" w:rsidRDefault="00CA7B43" w:rsidP="000D5DD6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A7B43" w:rsidRDefault="00CA7B43" w:rsidP="000D5DD6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Подгорносинюхинского</w:t>
      </w:r>
    </w:p>
    <w:p w:rsidR="00CA7B43" w:rsidRPr="00E34F13" w:rsidRDefault="00CA7B43" w:rsidP="000D5DD6">
      <w:pPr>
        <w:spacing w:after="0" w:line="240" w:lineRule="auto"/>
        <w:ind w:left="-142"/>
        <w:rPr>
          <w:rFonts w:ascii="Times New Roman" w:hAnsi="Times New Roman"/>
          <w:sz w:val="28"/>
          <w:szCs w:val="28"/>
          <w:lang w:eastAsia="ru-RU"/>
        </w:rPr>
      </w:pPr>
      <w:r w:rsidRPr="00E34F13">
        <w:rPr>
          <w:rFonts w:ascii="Times New Roman" w:hAnsi="Times New Roman"/>
          <w:sz w:val="28"/>
          <w:szCs w:val="28"/>
          <w:lang w:eastAsia="ru-RU"/>
        </w:rPr>
        <w:t xml:space="preserve">сельского поселения Отрадненского района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</w:t>
      </w:r>
      <w:r w:rsidRPr="00E34F13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>А.А.Кособоков</w:t>
      </w:r>
    </w:p>
    <w:p w:rsidR="00CA7B43" w:rsidRPr="00E34F13" w:rsidRDefault="00CA7B43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A7B43" w:rsidRPr="00E34F13" w:rsidRDefault="00CA7B43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A7B43" w:rsidRPr="00E34F13" w:rsidRDefault="00CA7B43" w:rsidP="000D5DD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A7B43" w:rsidRPr="00E34F13" w:rsidRDefault="00CA7B43" w:rsidP="000D5DD6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A7B43" w:rsidRDefault="00CA7B43" w:rsidP="000D5DD6"/>
    <w:p w:rsidR="00CA7B43" w:rsidRPr="00AE3E79" w:rsidRDefault="00CA7B43" w:rsidP="000D5DD6"/>
    <w:p w:rsidR="00CA7B43" w:rsidRPr="000D5DD6" w:rsidRDefault="00CA7B43" w:rsidP="000D5DD6"/>
    <w:sectPr w:rsidR="00CA7B43" w:rsidRPr="000D5DD6" w:rsidSect="00C5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BF6"/>
    <w:rsid w:val="000072B4"/>
    <w:rsid w:val="000151EF"/>
    <w:rsid w:val="0002187F"/>
    <w:rsid w:val="00035ED5"/>
    <w:rsid w:val="00041418"/>
    <w:rsid w:val="0005126E"/>
    <w:rsid w:val="00054AD0"/>
    <w:rsid w:val="00057299"/>
    <w:rsid w:val="000610F7"/>
    <w:rsid w:val="00083685"/>
    <w:rsid w:val="00083DBE"/>
    <w:rsid w:val="00083E45"/>
    <w:rsid w:val="000861C6"/>
    <w:rsid w:val="000A1C9D"/>
    <w:rsid w:val="000A2F3E"/>
    <w:rsid w:val="000C0175"/>
    <w:rsid w:val="000C4802"/>
    <w:rsid w:val="000D5DD6"/>
    <w:rsid w:val="000E0783"/>
    <w:rsid w:val="000E4258"/>
    <w:rsid w:val="000E6ED6"/>
    <w:rsid w:val="000F5F01"/>
    <w:rsid w:val="00111157"/>
    <w:rsid w:val="0014449C"/>
    <w:rsid w:val="00144AC8"/>
    <w:rsid w:val="00155139"/>
    <w:rsid w:val="001562A6"/>
    <w:rsid w:val="0016597F"/>
    <w:rsid w:val="001766CE"/>
    <w:rsid w:val="00182925"/>
    <w:rsid w:val="001834D7"/>
    <w:rsid w:val="00183BD5"/>
    <w:rsid w:val="001859E2"/>
    <w:rsid w:val="0018680A"/>
    <w:rsid w:val="0019003E"/>
    <w:rsid w:val="001A74D6"/>
    <w:rsid w:val="001C367F"/>
    <w:rsid w:val="001C5844"/>
    <w:rsid w:val="001D1C83"/>
    <w:rsid w:val="001D2FCA"/>
    <w:rsid w:val="001D5344"/>
    <w:rsid w:val="001E3A3B"/>
    <w:rsid w:val="001E5E46"/>
    <w:rsid w:val="001F7323"/>
    <w:rsid w:val="00204343"/>
    <w:rsid w:val="00211F33"/>
    <w:rsid w:val="00215D8B"/>
    <w:rsid w:val="002242C7"/>
    <w:rsid w:val="00233FDD"/>
    <w:rsid w:val="00234B60"/>
    <w:rsid w:val="00242010"/>
    <w:rsid w:val="002510F3"/>
    <w:rsid w:val="00252B6B"/>
    <w:rsid w:val="002874EA"/>
    <w:rsid w:val="0028771A"/>
    <w:rsid w:val="00294579"/>
    <w:rsid w:val="00294DD9"/>
    <w:rsid w:val="00296CBD"/>
    <w:rsid w:val="002975A2"/>
    <w:rsid w:val="002B321A"/>
    <w:rsid w:val="002D6B6A"/>
    <w:rsid w:val="002E7325"/>
    <w:rsid w:val="002F2393"/>
    <w:rsid w:val="002F3732"/>
    <w:rsid w:val="00301757"/>
    <w:rsid w:val="00311414"/>
    <w:rsid w:val="00314D70"/>
    <w:rsid w:val="00322426"/>
    <w:rsid w:val="003279B2"/>
    <w:rsid w:val="00341202"/>
    <w:rsid w:val="0034141C"/>
    <w:rsid w:val="00342FAB"/>
    <w:rsid w:val="003515F3"/>
    <w:rsid w:val="0035350C"/>
    <w:rsid w:val="0035402E"/>
    <w:rsid w:val="0035783F"/>
    <w:rsid w:val="003755AD"/>
    <w:rsid w:val="00377762"/>
    <w:rsid w:val="00383269"/>
    <w:rsid w:val="00383AC9"/>
    <w:rsid w:val="00393441"/>
    <w:rsid w:val="00393A42"/>
    <w:rsid w:val="003D0525"/>
    <w:rsid w:val="003D42D7"/>
    <w:rsid w:val="003D6D95"/>
    <w:rsid w:val="003E1EEF"/>
    <w:rsid w:val="003E2B9B"/>
    <w:rsid w:val="003F1D97"/>
    <w:rsid w:val="004125B0"/>
    <w:rsid w:val="00413657"/>
    <w:rsid w:val="00413DFF"/>
    <w:rsid w:val="00415D9D"/>
    <w:rsid w:val="0043177A"/>
    <w:rsid w:val="004321E8"/>
    <w:rsid w:val="0043521D"/>
    <w:rsid w:val="00442181"/>
    <w:rsid w:val="00442A43"/>
    <w:rsid w:val="004476D9"/>
    <w:rsid w:val="00452612"/>
    <w:rsid w:val="00453B20"/>
    <w:rsid w:val="0046165D"/>
    <w:rsid w:val="00480667"/>
    <w:rsid w:val="004809CF"/>
    <w:rsid w:val="00481CAE"/>
    <w:rsid w:val="004831ED"/>
    <w:rsid w:val="00491C41"/>
    <w:rsid w:val="0049614A"/>
    <w:rsid w:val="004A4CA6"/>
    <w:rsid w:val="004A67EA"/>
    <w:rsid w:val="004A6C1E"/>
    <w:rsid w:val="004D065F"/>
    <w:rsid w:val="004D53A6"/>
    <w:rsid w:val="004D6669"/>
    <w:rsid w:val="004E201E"/>
    <w:rsid w:val="004E22DA"/>
    <w:rsid w:val="004E2B9D"/>
    <w:rsid w:val="004F14A7"/>
    <w:rsid w:val="004F4406"/>
    <w:rsid w:val="004F5585"/>
    <w:rsid w:val="004F7B01"/>
    <w:rsid w:val="00504C20"/>
    <w:rsid w:val="00506746"/>
    <w:rsid w:val="00524211"/>
    <w:rsid w:val="0052498A"/>
    <w:rsid w:val="00533355"/>
    <w:rsid w:val="00536F7D"/>
    <w:rsid w:val="0054525F"/>
    <w:rsid w:val="00567C55"/>
    <w:rsid w:val="005755FF"/>
    <w:rsid w:val="0058144B"/>
    <w:rsid w:val="00595C63"/>
    <w:rsid w:val="00596251"/>
    <w:rsid w:val="00597F55"/>
    <w:rsid w:val="005A7F83"/>
    <w:rsid w:val="005B06DA"/>
    <w:rsid w:val="005C2ACC"/>
    <w:rsid w:val="005C7275"/>
    <w:rsid w:val="005D3854"/>
    <w:rsid w:val="005E1C11"/>
    <w:rsid w:val="005E50E6"/>
    <w:rsid w:val="005F6269"/>
    <w:rsid w:val="005F7B9D"/>
    <w:rsid w:val="0060250C"/>
    <w:rsid w:val="00613633"/>
    <w:rsid w:val="00616B49"/>
    <w:rsid w:val="0062423F"/>
    <w:rsid w:val="00624C3A"/>
    <w:rsid w:val="00625053"/>
    <w:rsid w:val="00625D53"/>
    <w:rsid w:val="00630846"/>
    <w:rsid w:val="006458AF"/>
    <w:rsid w:val="00660028"/>
    <w:rsid w:val="0066313E"/>
    <w:rsid w:val="00664E00"/>
    <w:rsid w:val="00670EF9"/>
    <w:rsid w:val="00673587"/>
    <w:rsid w:val="0068149E"/>
    <w:rsid w:val="00685CE8"/>
    <w:rsid w:val="006A6109"/>
    <w:rsid w:val="006A7649"/>
    <w:rsid w:val="006B2049"/>
    <w:rsid w:val="006B6137"/>
    <w:rsid w:val="006C2292"/>
    <w:rsid w:val="006D7063"/>
    <w:rsid w:val="006E167B"/>
    <w:rsid w:val="006E3EBB"/>
    <w:rsid w:val="006E6865"/>
    <w:rsid w:val="00702113"/>
    <w:rsid w:val="00703EE7"/>
    <w:rsid w:val="00705A4D"/>
    <w:rsid w:val="0072708C"/>
    <w:rsid w:val="0072791F"/>
    <w:rsid w:val="0073441C"/>
    <w:rsid w:val="00740AC4"/>
    <w:rsid w:val="0074326D"/>
    <w:rsid w:val="00764ACA"/>
    <w:rsid w:val="00765E7D"/>
    <w:rsid w:val="007672DB"/>
    <w:rsid w:val="00773A3E"/>
    <w:rsid w:val="0078311B"/>
    <w:rsid w:val="00786A82"/>
    <w:rsid w:val="007878A5"/>
    <w:rsid w:val="00791594"/>
    <w:rsid w:val="00791CFD"/>
    <w:rsid w:val="007A2559"/>
    <w:rsid w:val="007A4B02"/>
    <w:rsid w:val="007A4FA2"/>
    <w:rsid w:val="007B5378"/>
    <w:rsid w:val="007C36A2"/>
    <w:rsid w:val="007C5BCA"/>
    <w:rsid w:val="007D00F0"/>
    <w:rsid w:val="007E0F40"/>
    <w:rsid w:val="007E1A78"/>
    <w:rsid w:val="007E4CCF"/>
    <w:rsid w:val="007E598E"/>
    <w:rsid w:val="007F176E"/>
    <w:rsid w:val="007F4A78"/>
    <w:rsid w:val="007F7B36"/>
    <w:rsid w:val="008065F9"/>
    <w:rsid w:val="00807B6E"/>
    <w:rsid w:val="00807E27"/>
    <w:rsid w:val="00813B0C"/>
    <w:rsid w:val="00823ABA"/>
    <w:rsid w:val="00827123"/>
    <w:rsid w:val="008303E0"/>
    <w:rsid w:val="008319F3"/>
    <w:rsid w:val="008323C6"/>
    <w:rsid w:val="00835627"/>
    <w:rsid w:val="00850347"/>
    <w:rsid w:val="0085698A"/>
    <w:rsid w:val="00873DA9"/>
    <w:rsid w:val="0087675B"/>
    <w:rsid w:val="0088214D"/>
    <w:rsid w:val="0088408C"/>
    <w:rsid w:val="0088416E"/>
    <w:rsid w:val="008975FB"/>
    <w:rsid w:val="008A0CC8"/>
    <w:rsid w:val="008A473D"/>
    <w:rsid w:val="008A7783"/>
    <w:rsid w:val="008B2CF7"/>
    <w:rsid w:val="008D1E64"/>
    <w:rsid w:val="008E1F13"/>
    <w:rsid w:val="008E7F51"/>
    <w:rsid w:val="008F7D27"/>
    <w:rsid w:val="00904286"/>
    <w:rsid w:val="009052A9"/>
    <w:rsid w:val="0090764A"/>
    <w:rsid w:val="0091025C"/>
    <w:rsid w:val="009132CE"/>
    <w:rsid w:val="0091346F"/>
    <w:rsid w:val="0092316F"/>
    <w:rsid w:val="00926145"/>
    <w:rsid w:val="0093062F"/>
    <w:rsid w:val="00942BD2"/>
    <w:rsid w:val="00950127"/>
    <w:rsid w:val="00955095"/>
    <w:rsid w:val="009635B5"/>
    <w:rsid w:val="00963FD8"/>
    <w:rsid w:val="00985E43"/>
    <w:rsid w:val="00986D70"/>
    <w:rsid w:val="00987EE4"/>
    <w:rsid w:val="00991D17"/>
    <w:rsid w:val="009B20D3"/>
    <w:rsid w:val="009B4951"/>
    <w:rsid w:val="009B5B54"/>
    <w:rsid w:val="009C6D76"/>
    <w:rsid w:val="009D10A8"/>
    <w:rsid w:val="009D20EA"/>
    <w:rsid w:val="009D6047"/>
    <w:rsid w:val="009E256F"/>
    <w:rsid w:val="009E3CC7"/>
    <w:rsid w:val="009E3DDD"/>
    <w:rsid w:val="009E64FF"/>
    <w:rsid w:val="009E7407"/>
    <w:rsid w:val="009F283B"/>
    <w:rsid w:val="009F4D57"/>
    <w:rsid w:val="009F5241"/>
    <w:rsid w:val="00A004C3"/>
    <w:rsid w:val="00A014FC"/>
    <w:rsid w:val="00A01C4A"/>
    <w:rsid w:val="00A0658E"/>
    <w:rsid w:val="00A16A0B"/>
    <w:rsid w:val="00A205D8"/>
    <w:rsid w:val="00A476C5"/>
    <w:rsid w:val="00A52A56"/>
    <w:rsid w:val="00A52F96"/>
    <w:rsid w:val="00A54112"/>
    <w:rsid w:val="00A65DB7"/>
    <w:rsid w:val="00A66B69"/>
    <w:rsid w:val="00A678ED"/>
    <w:rsid w:val="00A727C8"/>
    <w:rsid w:val="00A81C54"/>
    <w:rsid w:val="00A86774"/>
    <w:rsid w:val="00A94F5D"/>
    <w:rsid w:val="00A9795C"/>
    <w:rsid w:val="00AB71BF"/>
    <w:rsid w:val="00AC1424"/>
    <w:rsid w:val="00AC4730"/>
    <w:rsid w:val="00AD06E3"/>
    <w:rsid w:val="00AD3C3D"/>
    <w:rsid w:val="00AE3E79"/>
    <w:rsid w:val="00AF0E0A"/>
    <w:rsid w:val="00AF1097"/>
    <w:rsid w:val="00AF3D7D"/>
    <w:rsid w:val="00AF56E3"/>
    <w:rsid w:val="00B03C84"/>
    <w:rsid w:val="00B04A82"/>
    <w:rsid w:val="00B11689"/>
    <w:rsid w:val="00B13E59"/>
    <w:rsid w:val="00B176E9"/>
    <w:rsid w:val="00B2225F"/>
    <w:rsid w:val="00B24901"/>
    <w:rsid w:val="00B313FC"/>
    <w:rsid w:val="00B430C0"/>
    <w:rsid w:val="00B442BE"/>
    <w:rsid w:val="00B44B7C"/>
    <w:rsid w:val="00B4588D"/>
    <w:rsid w:val="00B67CFA"/>
    <w:rsid w:val="00B7025B"/>
    <w:rsid w:val="00B74550"/>
    <w:rsid w:val="00B879B1"/>
    <w:rsid w:val="00BA1BC2"/>
    <w:rsid w:val="00BB1BF6"/>
    <w:rsid w:val="00BB7FAF"/>
    <w:rsid w:val="00BC59CD"/>
    <w:rsid w:val="00BD5FFA"/>
    <w:rsid w:val="00BE46D8"/>
    <w:rsid w:val="00BF0454"/>
    <w:rsid w:val="00BF1010"/>
    <w:rsid w:val="00BF7332"/>
    <w:rsid w:val="00C00A77"/>
    <w:rsid w:val="00C01EBA"/>
    <w:rsid w:val="00C1503E"/>
    <w:rsid w:val="00C225ED"/>
    <w:rsid w:val="00C33DBB"/>
    <w:rsid w:val="00C42039"/>
    <w:rsid w:val="00C4329A"/>
    <w:rsid w:val="00C5410D"/>
    <w:rsid w:val="00C55395"/>
    <w:rsid w:val="00C57D5B"/>
    <w:rsid w:val="00C74792"/>
    <w:rsid w:val="00C90FCA"/>
    <w:rsid w:val="00C919A1"/>
    <w:rsid w:val="00CA6A62"/>
    <w:rsid w:val="00CA7B43"/>
    <w:rsid w:val="00CC080C"/>
    <w:rsid w:val="00CC7DBB"/>
    <w:rsid w:val="00CD190B"/>
    <w:rsid w:val="00CD35A4"/>
    <w:rsid w:val="00CE43AC"/>
    <w:rsid w:val="00CF0C88"/>
    <w:rsid w:val="00CF778F"/>
    <w:rsid w:val="00D10589"/>
    <w:rsid w:val="00D15243"/>
    <w:rsid w:val="00D15CBC"/>
    <w:rsid w:val="00D213FC"/>
    <w:rsid w:val="00D23D7B"/>
    <w:rsid w:val="00D23FBB"/>
    <w:rsid w:val="00D241A2"/>
    <w:rsid w:val="00D3407C"/>
    <w:rsid w:val="00D401B7"/>
    <w:rsid w:val="00D4497B"/>
    <w:rsid w:val="00D501CD"/>
    <w:rsid w:val="00D52C58"/>
    <w:rsid w:val="00D567FD"/>
    <w:rsid w:val="00D56D09"/>
    <w:rsid w:val="00D61B42"/>
    <w:rsid w:val="00D672A2"/>
    <w:rsid w:val="00D909A5"/>
    <w:rsid w:val="00DA0C58"/>
    <w:rsid w:val="00DA35A1"/>
    <w:rsid w:val="00DA4E2B"/>
    <w:rsid w:val="00DC22D1"/>
    <w:rsid w:val="00DC5BDB"/>
    <w:rsid w:val="00DD18D2"/>
    <w:rsid w:val="00DD6B58"/>
    <w:rsid w:val="00DD72CD"/>
    <w:rsid w:val="00DE17A2"/>
    <w:rsid w:val="00DE5918"/>
    <w:rsid w:val="00DE72B7"/>
    <w:rsid w:val="00DF4CF9"/>
    <w:rsid w:val="00E0165F"/>
    <w:rsid w:val="00E079DF"/>
    <w:rsid w:val="00E200B5"/>
    <w:rsid w:val="00E22722"/>
    <w:rsid w:val="00E27B29"/>
    <w:rsid w:val="00E34F13"/>
    <w:rsid w:val="00E36EBF"/>
    <w:rsid w:val="00E40617"/>
    <w:rsid w:val="00E4679F"/>
    <w:rsid w:val="00E54926"/>
    <w:rsid w:val="00E61661"/>
    <w:rsid w:val="00E620FD"/>
    <w:rsid w:val="00E744E7"/>
    <w:rsid w:val="00E807F1"/>
    <w:rsid w:val="00E82C3F"/>
    <w:rsid w:val="00E86B9F"/>
    <w:rsid w:val="00EA51BA"/>
    <w:rsid w:val="00EB53E1"/>
    <w:rsid w:val="00EB66D6"/>
    <w:rsid w:val="00EB7A59"/>
    <w:rsid w:val="00EC2A99"/>
    <w:rsid w:val="00EE3D53"/>
    <w:rsid w:val="00EE60E3"/>
    <w:rsid w:val="00F1124D"/>
    <w:rsid w:val="00F3023C"/>
    <w:rsid w:val="00F40D93"/>
    <w:rsid w:val="00F43A99"/>
    <w:rsid w:val="00F5410E"/>
    <w:rsid w:val="00F630BC"/>
    <w:rsid w:val="00F65FDF"/>
    <w:rsid w:val="00F75681"/>
    <w:rsid w:val="00F974D6"/>
    <w:rsid w:val="00FA3412"/>
    <w:rsid w:val="00FD0B09"/>
    <w:rsid w:val="00FD105F"/>
    <w:rsid w:val="00FE7EF4"/>
    <w:rsid w:val="00FF01D5"/>
    <w:rsid w:val="00FF2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7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8271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A1BC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136</TotalTime>
  <Pages>3</Pages>
  <Words>432</Words>
  <Characters>2463</Characters>
  <Application>Microsoft Office Outlook</Application>
  <DocSecurity>0</DocSecurity>
  <Lines>0</Lines>
  <Paragraphs>0</Paragraphs>
  <ScaleCrop>false</ScaleCrop>
  <Company>FU AMOOR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ПрокопенкоОВ</dc:creator>
  <cp:keywords/>
  <dc:description/>
  <cp:lastModifiedBy>Пользователь</cp:lastModifiedBy>
  <cp:revision>32</cp:revision>
  <cp:lastPrinted>2019-10-30T07:40:00Z</cp:lastPrinted>
  <dcterms:created xsi:type="dcterms:W3CDTF">2015-11-13T07:31:00Z</dcterms:created>
  <dcterms:modified xsi:type="dcterms:W3CDTF">2020-01-22T12:43:00Z</dcterms:modified>
</cp:coreProperties>
</file>