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E" w:rsidRDefault="00F71EDE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F71EDE" w:rsidRPr="00A23826" w:rsidRDefault="00F71EDE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F71EDE" w:rsidRDefault="00F71EDE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ПЯТАЯ  СЕССИЯ</w:t>
      </w:r>
    </w:p>
    <w:p w:rsidR="00F71EDE" w:rsidRPr="00A23826" w:rsidRDefault="00F71EDE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F71EDE" w:rsidRPr="00A23826" w:rsidRDefault="00F71EDE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F71EDE" w:rsidRPr="00A23826" w:rsidRDefault="00F71EDE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16.12.2019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28</w:t>
      </w:r>
    </w:p>
    <w:p w:rsidR="00F71EDE" w:rsidRPr="00A23826" w:rsidRDefault="00F71EDE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F71EDE" w:rsidRPr="00A23826" w:rsidRDefault="00F71EDE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F71EDE" w:rsidRPr="00A23826" w:rsidRDefault="00F71EDE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F71EDE" w:rsidRPr="00A23826" w:rsidRDefault="00F71EDE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F71EDE" w:rsidRPr="00A23826" w:rsidRDefault="00F71EDE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F71EDE" w:rsidRPr="00A23826" w:rsidRDefault="00F71EDE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F71EDE" w:rsidRDefault="00F71EDE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F71EDE" w:rsidRPr="00A23826" w:rsidRDefault="00F71EDE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1) подпункты 1,2,3 пункта 1 статьи 1 изложить в новой редакции:</w:t>
      </w:r>
    </w:p>
    <w:p w:rsidR="00F71EDE" w:rsidRPr="00A23826" w:rsidRDefault="00F71EDE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>«</w:t>
      </w:r>
      <w:r w:rsidRPr="00A23826">
        <w:rPr>
          <w:rFonts w:ascii="Times New Roman" w:hAnsi="Times New Roman"/>
          <w:sz w:val="28"/>
          <w:szCs w:val="20"/>
          <w:lang w:eastAsia="ru-RU"/>
        </w:rPr>
        <w:t>1</w:t>
      </w:r>
      <w:r>
        <w:rPr>
          <w:rFonts w:ascii="Times New Roman" w:hAnsi="Times New Roman"/>
          <w:sz w:val="28"/>
          <w:szCs w:val="20"/>
          <w:lang w:eastAsia="ru-RU"/>
        </w:rPr>
        <w:t xml:space="preserve">) 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9 467 612,90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F71EDE" w:rsidRPr="00A23826" w:rsidRDefault="00F71EDE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</w:t>
      </w:r>
      <w:r>
        <w:rPr>
          <w:rFonts w:ascii="Times New Roman" w:hAnsi="Times New Roman"/>
          <w:sz w:val="28"/>
          <w:szCs w:val="20"/>
          <w:lang w:eastAsia="ru-RU"/>
        </w:rPr>
        <w:t>2)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9 567 597,10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F71EDE" w:rsidRPr="00A23826" w:rsidRDefault="00F71EDE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</w:t>
      </w:r>
      <w:r>
        <w:rPr>
          <w:rFonts w:ascii="Times New Roman" w:hAnsi="Times New Roman"/>
          <w:sz w:val="28"/>
          <w:szCs w:val="20"/>
          <w:lang w:eastAsia="ru-RU"/>
        </w:rPr>
        <w:t>3)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 xml:space="preserve"> 99 987,20 рублей».</w:t>
      </w:r>
    </w:p>
    <w:p w:rsidR="00F71EDE" w:rsidRPr="00A23826" w:rsidRDefault="00F71EDE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Приложения № 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182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</w:t>
      </w:r>
      <w:r>
        <w:rPr>
          <w:rFonts w:ascii="Times New Roman" w:hAnsi="Times New Roman"/>
          <w:sz w:val="28"/>
          <w:szCs w:val="28"/>
          <w:lang w:eastAsia="ru-RU"/>
        </w:rPr>
        <w:t>редакции согласно приложениям № 5,6,7 к настоящему решению</w:t>
      </w:r>
      <w:r w:rsidRPr="00A23826">
        <w:rPr>
          <w:rFonts w:ascii="Times New Roman" w:hAnsi="Times New Roman"/>
          <w:sz w:val="28"/>
          <w:szCs w:val="28"/>
          <w:lang w:eastAsia="ru-RU"/>
        </w:rPr>
        <w:t>(прилага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A23826">
        <w:rPr>
          <w:rFonts w:ascii="Times New Roman" w:hAnsi="Times New Roman"/>
          <w:sz w:val="28"/>
          <w:szCs w:val="28"/>
          <w:lang w:eastAsia="ru-RU"/>
        </w:rPr>
        <w:t>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71EDE" w:rsidRPr="00A23826" w:rsidRDefault="00F71EDE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71EDE" w:rsidRDefault="00F71EDE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F71EDE" w:rsidRPr="00A23826" w:rsidRDefault="00F71EDE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F71EDE" w:rsidRPr="00A23826" w:rsidRDefault="00F71EDE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F71EDE" w:rsidRPr="00A23826" w:rsidRDefault="00F71EDE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F71EDE" w:rsidRDefault="00F71EDE"/>
    <w:sectPr w:rsidR="00F71EDE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33A66"/>
    <w:rsid w:val="0009085F"/>
    <w:rsid w:val="000941FC"/>
    <w:rsid w:val="000B1B22"/>
    <w:rsid w:val="000B46A8"/>
    <w:rsid w:val="000C4289"/>
    <w:rsid w:val="000E5381"/>
    <w:rsid w:val="000E5F86"/>
    <w:rsid w:val="001304CA"/>
    <w:rsid w:val="001318EE"/>
    <w:rsid w:val="00167668"/>
    <w:rsid w:val="00175F98"/>
    <w:rsid w:val="001814B1"/>
    <w:rsid w:val="00185B12"/>
    <w:rsid w:val="001945D4"/>
    <w:rsid w:val="001B653C"/>
    <w:rsid w:val="00224326"/>
    <w:rsid w:val="00247F92"/>
    <w:rsid w:val="002E484A"/>
    <w:rsid w:val="003204AA"/>
    <w:rsid w:val="00366363"/>
    <w:rsid w:val="003B2CE0"/>
    <w:rsid w:val="003F6F76"/>
    <w:rsid w:val="00413C82"/>
    <w:rsid w:val="00445B99"/>
    <w:rsid w:val="0045653F"/>
    <w:rsid w:val="004902B2"/>
    <w:rsid w:val="004F2D3F"/>
    <w:rsid w:val="004F2DFD"/>
    <w:rsid w:val="005236E8"/>
    <w:rsid w:val="005C1133"/>
    <w:rsid w:val="005C289B"/>
    <w:rsid w:val="005E2EE2"/>
    <w:rsid w:val="005F4560"/>
    <w:rsid w:val="006D4F2E"/>
    <w:rsid w:val="006F1F6C"/>
    <w:rsid w:val="00731B61"/>
    <w:rsid w:val="007F47B3"/>
    <w:rsid w:val="007F5029"/>
    <w:rsid w:val="00834DFE"/>
    <w:rsid w:val="008778C5"/>
    <w:rsid w:val="008B3176"/>
    <w:rsid w:val="008B7494"/>
    <w:rsid w:val="008D53C4"/>
    <w:rsid w:val="009026AA"/>
    <w:rsid w:val="00905CD8"/>
    <w:rsid w:val="00963C42"/>
    <w:rsid w:val="00970AFE"/>
    <w:rsid w:val="00A153BA"/>
    <w:rsid w:val="00A23826"/>
    <w:rsid w:val="00A42CA9"/>
    <w:rsid w:val="00A43498"/>
    <w:rsid w:val="00A46698"/>
    <w:rsid w:val="00A51C1E"/>
    <w:rsid w:val="00A56D27"/>
    <w:rsid w:val="00A658FA"/>
    <w:rsid w:val="00A73D19"/>
    <w:rsid w:val="00B104E2"/>
    <w:rsid w:val="00B37388"/>
    <w:rsid w:val="00BA0EA7"/>
    <w:rsid w:val="00BF5B98"/>
    <w:rsid w:val="00C15CCA"/>
    <w:rsid w:val="00C87E90"/>
    <w:rsid w:val="00D31AC9"/>
    <w:rsid w:val="00D572E9"/>
    <w:rsid w:val="00D961D7"/>
    <w:rsid w:val="00DC1241"/>
    <w:rsid w:val="00DC16FE"/>
    <w:rsid w:val="00DD7D9A"/>
    <w:rsid w:val="00E22115"/>
    <w:rsid w:val="00E455DD"/>
    <w:rsid w:val="00E7416A"/>
    <w:rsid w:val="00EB1108"/>
    <w:rsid w:val="00EB3DF4"/>
    <w:rsid w:val="00EC4764"/>
    <w:rsid w:val="00EC50D7"/>
    <w:rsid w:val="00F00CDC"/>
    <w:rsid w:val="00F562DD"/>
    <w:rsid w:val="00F71EDE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37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170</TotalTime>
  <Pages>1</Pages>
  <Words>268</Words>
  <Characters>1534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37</cp:revision>
  <cp:lastPrinted>2019-03-19T18:37:00Z</cp:lastPrinted>
  <dcterms:created xsi:type="dcterms:W3CDTF">2016-01-27T11:02:00Z</dcterms:created>
  <dcterms:modified xsi:type="dcterms:W3CDTF">2020-01-22T15:32:00Z</dcterms:modified>
</cp:coreProperties>
</file>