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4B1" w:rsidRDefault="001814B1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1814B1" w:rsidRPr="00A23826" w:rsidRDefault="001814B1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1814B1" w:rsidRDefault="001814B1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СЕМЬДЕСЯТ ШЕСТАЯ СЕССИЯ</w:t>
      </w:r>
    </w:p>
    <w:p w:rsidR="001814B1" w:rsidRPr="00A23826" w:rsidRDefault="001814B1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(Ш созыв)</w:t>
      </w:r>
    </w:p>
    <w:p w:rsidR="001814B1" w:rsidRPr="00A23826" w:rsidRDefault="001814B1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1814B1" w:rsidRPr="00A23826" w:rsidRDefault="001814B1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08.07.2019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214</w:t>
      </w:r>
    </w:p>
    <w:p w:rsidR="001814B1" w:rsidRPr="00A23826" w:rsidRDefault="001814B1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1814B1" w:rsidRPr="00A23826" w:rsidRDefault="001814B1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1814B1" w:rsidRPr="00A23826" w:rsidRDefault="001814B1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1814B1" w:rsidRPr="00A23826" w:rsidRDefault="001814B1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1814B1" w:rsidRPr="00A23826" w:rsidRDefault="001814B1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1814B1" w:rsidRPr="00A23826" w:rsidRDefault="001814B1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1814B1" w:rsidRPr="00A23826" w:rsidRDefault="001814B1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1814B1" w:rsidRPr="00A23826" w:rsidRDefault="001814B1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7 679 912,0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1814B1" w:rsidRPr="00A23826" w:rsidRDefault="001814B1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8 467 597,10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1814B1" w:rsidRPr="00A23826" w:rsidRDefault="001814B1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 xml:space="preserve"> -787 685,10</w:t>
      </w:r>
    </w:p>
    <w:p w:rsidR="001814B1" w:rsidRPr="00A23826" w:rsidRDefault="001814B1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Приложения 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182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814B1" w:rsidRPr="00A23826" w:rsidRDefault="001814B1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814B1" w:rsidRPr="00A23826" w:rsidRDefault="001814B1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1814B1" w:rsidRPr="00A23826" w:rsidRDefault="001814B1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1814B1" w:rsidRPr="00A23826" w:rsidRDefault="001814B1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1814B1" w:rsidRPr="00A23826" w:rsidRDefault="001814B1" w:rsidP="00413C82"/>
    <w:p w:rsidR="001814B1" w:rsidRDefault="001814B1" w:rsidP="00413C82">
      <w:pPr>
        <w:tabs>
          <w:tab w:val="left" w:pos="2534"/>
        </w:tabs>
        <w:ind w:left="-284"/>
        <w:jc w:val="center"/>
      </w:pPr>
    </w:p>
    <w:p w:rsidR="001814B1" w:rsidRDefault="001814B1"/>
    <w:sectPr w:rsidR="001814B1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941FC"/>
    <w:rsid w:val="000B1B22"/>
    <w:rsid w:val="000B46A8"/>
    <w:rsid w:val="000E5381"/>
    <w:rsid w:val="000E5F86"/>
    <w:rsid w:val="001304CA"/>
    <w:rsid w:val="00167668"/>
    <w:rsid w:val="00175F98"/>
    <w:rsid w:val="001814B1"/>
    <w:rsid w:val="00224326"/>
    <w:rsid w:val="00247F92"/>
    <w:rsid w:val="002E484A"/>
    <w:rsid w:val="003204AA"/>
    <w:rsid w:val="00366363"/>
    <w:rsid w:val="003B2CE0"/>
    <w:rsid w:val="003F6F76"/>
    <w:rsid w:val="00413C82"/>
    <w:rsid w:val="00445B99"/>
    <w:rsid w:val="004F2DFD"/>
    <w:rsid w:val="005236E8"/>
    <w:rsid w:val="005C289B"/>
    <w:rsid w:val="006F1F6C"/>
    <w:rsid w:val="007F47B3"/>
    <w:rsid w:val="007F5029"/>
    <w:rsid w:val="00834DFE"/>
    <w:rsid w:val="008B3176"/>
    <w:rsid w:val="008B7494"/>
    <w:rsid w:val="009026AA"/>
    <w:rsid w:val="00970AFE"/>
    <w:rsid w:val="00A23826"/>
    <w:rsid w:val="00A42CA9"/>
    <w:rsid w:val="00A46698"/>
    <w:rsid w:val="00A73D19"/>
    <w:rsid w:val="00B104E2"/>
    <w:rsid w:val="00B37388"/>
    <w:rsid w:val="00C15CCA"/>
    <w:rsid w:val="00D31AC9"/>
    <w:rsid w:val="00D572E9"/>
    <w:rsid w:val="00DC1241"/>
    <w:rsid w:val="00DC16FE"/>
    <w:rsid w:val="00DD7D9A"/>
    <w:rsid w:val="00EB3DF4"/>
    <w:rsid w:val="00EC4764"/>
    <w:rsid w:val="00F00CDC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5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144</TotalTime>
  <Pages>1</Pages>
  <Words>250</Words>
  <Characters>1430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28</cp:revision>
  <cp:lastPrinted>2019-03-19T18:37:00Z</cp:lastPrinted>
  <dcterms:created xsi:type="dcterms:W3CDTF">2016-01-27T11:02:00Z</dcterms:created>
  <dcterms:modified xsi:type="dcterms:W3CDTF">2019-10-02T14:13:00Z</dcterms:modified>
</cp:coreProperties>
</file>