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BA" w:rsidRPr="00E34F13" w:rsidRDefault="005E73BA" w:rsidP="00AE3E79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5E73BA" w:rsidRPr="00807E27" w:rsidRDefault="005E73BA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5E73BA" w:rsidRPr="00E34F13" w:rsidRDefault="005E73BA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07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от  27 июня  2019 №213</w:t>
      </w:r>
    </w:p>
    <w:p w:rsidR="005E73BA" w:rsidRPr="00E34F13" w:rsidRDefault="005E73BA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E73BA" w:rsidRPr="00E34F13" w:rsidRDefault="005E73BA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 w:rsidRPr="00E34F13">
        <w:rPr>
          <w:b/>
          <w:bCs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Отрадненского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E73BA" w:rsidRPr="00E34F13" w:rsidRDefault="005E73BA" w:rsidP="00AE3E79">
      <w:pPr>
        <w:spacing w:after="0" w:line="240" w:lineRule="auto"/>
        <w:ind w:left="120" w:hanging="2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5E73BA" w:rsidRPr="00E34F13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E73BA" w:rsidRPr="00E34F13" w:rsidRDefault="005E73BA" w:rsidP="00B74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2 808 912,0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E73BA" w:rsidRPr="00E34F13" w:rsidRDefault="005E73BA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Default="005E73BA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231 01 0000 110</w:t>
            </w:r>
          </w:p>
          <w:p w:rsidR="005E73BA" w:rsidRDefault="005E73BA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5E73BA" w:rsidRDefault="005E73BA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5E73BA" w:rsidRPr="00E34F13" w:rsidRDefault="005E73BA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5E73BA" w:rsidRPr="00E34F13" w:rsidRDefault="005E73BA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1 304 412,0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5E73BA" w:rsidRPr="00E34F13" w:rsidRDefault="005E73BA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5E73BA" w:rsidRPr="00E34F13" w:rsidRDefault="005E73BA" w:rsidP="00E04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5E73BA" w:rsidRPr="00E34F13" w:rsidRDefault="005E73BA" w:rsidP="00A0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5E73BA" w:rsidRPr="00E34F13" w:rsidRDefault="005E73BA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5E73BA" w:rsidRPr="00E34F13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5E73BA" w:rsidRPr="00E34F13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5E73BA" w:rsidRPr="00E34F13" w:rsidRDefault="005E73BA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4 871 000,0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5E73BA" w:rsidRDefault="005E73BA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73BA" w:rsidRPr="00E34F13" w:rsidRDefault="005E73BA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4 754 000,0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000 00 0000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5E73BA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73BA" w:rsidRPr="00E34F13" w:rsidRDefault="005E73BA" w:rsidP="00B745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92 500,0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083685" w:rsidRDefault="005E73BA" w:rsidP="007F4A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E73BA" w:rsidRPr="00083685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5E73BA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E73BA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14 500,0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3C6ED7" w:rsidRDefault="005E73BA" w:rsidP="00B74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5E73BA" w:rsidRPr="003C6ED7" w:rsidRDefault="005E73BA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5E73BA" w:rsidRDefault="005E73BA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5E73BA" w:rsidRPr="003C6ED7" w:rsidTr="00491C41">
        <w:tc>
          <w:tcPr>
            <w:tcW w:w="2988" w:type="dxa"/>
          </w:tcPr>
          <w:p w:rsidR="005E73BA" w:rsidRPr="00E34F13" w:rsidRDefault="005E73BA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5E73BA" w:rsidRPr="00E34F13" w:rsidRDefault="005E73BA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5E73BA" w:rsidRPr="00E34F13" w:rsidRDefault="005E73BA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7 679 912,0</w:t>
            </w:r>
          </w:p>
        </w:tc>
      </w:tr>
    </w:tbl>
    <w:p w:rsidR="005E73BA" w:rsidRPr="00E34F13" w:rsidRDefault="005E73BA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5E73BA" w:rsidRPr="00E34F13" w:rsidRDefault="005E73BA" w:rsidP="00AB71B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чный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соответствии  с законодательством российской Федерации</w:t>
      </w:r>
    </w:p>
    <w:p w:rsidR="005E73BA" w:rsidRDefault="005E73BA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5E73BA" w:rsidRPr="00E34F13" w:rsidRDefault="005E73BA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5E73BA" w:rsidRDefault="005E73BA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администрации  Подгорносинюхинского </w:t>
      </w:r>
    </w:p>
    <w:p w:rsidR="005E73BA" w:rsidRPr="00E34F13" w:rsidRDefault="005E73BA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5E73BA" w:rsidRPr="00E34F13" w:rsidRDefault="005E73BA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E73BA" w:rsidRPr="00E34F13" w:rsidRDefault="005E73BA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E73BA" w:rsidRPr="00E34F13" w:rsidRDefault="005E73BA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E73BA" w:rsidRPr="00E34F13" w:rsidRDefault="005E73BA" w:rsidP="00AE3E7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E73BA" w:rsidRDefault="005E73BA" w:rsidP="00AE3E79"/>
    <w:p w:rsidR="005E73BA" w:rsidRPr="00AE3E79" w:rsidRDefault="005E73BA" w:rsidP="00AE3E79"/>
    <w:sectPr w:rsidR="005E73BA" w:rsidRPr="00AE3E79" w:rsidSect="00702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610F7"/>
    <w:rsid w:val="00083685"/>
    <w:rsid w:val="00083DBE"/>
    <w:rsid w:val="00083E45"/>
    <w:rsid w:val="000861C6"/>
    <w:rsid w:val="000A1C9D"/>
    <w:rsid w:val="000A2F3E"/>
    <w:rsid w:val="000C0175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C6ED7"/>
    <w:rsid w:val="003D0525"/>
    <w:rsid w:val="003D42D7"/>
    <w:rsid w:val="003D6D95"/>
    <w:rsid w:val="003E1EEF"/>
    <w:rsid w:val="003E2B9B"/>
    <w:rsid w:val="003F1D97"/>
    <w:rsid w:val="003F1E1A"/>
    <w:rsid w:val="004125B0"/>
    <w:rsid w:val="00413657"/>
    <w:rsid w:val="00413DFF"/>
    <w:rsid w:val="00415D9D"/>
    <w:rsid w:val="0043177A"/>
    <w:rsid w:val="0043521D"/>
    <w:rsid w:val="00442181"/>
    <w:rsid w:val="00442A43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4406"/>
    <w:rsid w:val="004F5585"/>
    <w:rsid w:val="004F6EB2"/>
    <w:rsid w:val="004F7B01"/>
    <w:rsid w:val="00504C20"/>
    <w:rsid w:val="00506746"/>
    <w:rsid w:val="00524211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73BA"/>
    <w:rsid w:val="005F6269"/>
    <w:rsid w:val="005F7B9D"/>
    <w:rsid w:val="0060250C"/>
    <w:rsid w:val="00613633"/>
    <w:rsid w:val="00616B49"/>
    <w:rsid w:val="0062423F"/>
    <w:rsid w:val="006250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BC5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4CCF"/>
    <w:rsid w:val="007E598E"/>
    <w:rsid w:val="007F176E"/>
    <w:rsid w:val="007F4A78"/>
    <w:rsid w:val="008065F9"/>
    <w:rsid w:val="00807B6E"/>
    <w:rsid w:val="00807E27"/>
    <w:rsid w:val="00813B0C"/>
    <w:rsid w:val="00823ABA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904286"/>
    <w:rsid w:val="009052A9"/>
    <w:rsid w:val="0090764A"/>
    <w:rsid w:val="0091025C"/>
    <w:rsid w:val="009132CE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329A"/>
    <w:rsid w:val="00C5410D"/>
    <w:rsid w:val="00C55395"/>
    <w:rsid w:val="00C74792"/>
    <w:rsid w:val="00C90FCA"/>
    <w:rsid w:val="00C919A1"/>
    <w:rsid w:val="00CA6A62"/>
    <w:rsid w:val="00CC080C"/>
    <w:rsid w:val="00CC569F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441A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F1124D"/>
    <w:rsid w:val="00F3023C"/>
    <w:rsid w:val="00F40D93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</Pages>
  <Words>445</Words>
  <Characters>2541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28</cp:revision>
  <cp:lastPrinted>2015-11-13T13:07:00Z</cp:lastPrinted>
  <dcterms:created xsi:type="dcterms:W3CDTF">2015-11-13T07:31:00Z</dcterms:created>
  <dcterms:modified xsi:type="dcterms:W3CDTF">2019-07-07T13:26:00Z</dcterms:modified>
</cp:coreProperties>
</file>