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62" w:rsidRPr="00E34F13" w:rsidRDefault="00377762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377762" w:rsidRDefault="00377762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377762" w:rsidRPr="00807E27" w:rsidRDefault="00377762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377762" w:rsidRPr="00E34F13" w:rsidRDefault="00377762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от 22 ноября 2019 года  № 22</w:t>
      </w:r>
    </w:p>
    <w:p w:rsidR="00377762" w:rsidRPr="00E34F13" w:rsidRDefault="00377762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7762" w:rsidRPr="00E34F13" w:rsidRDefault="00377762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77762" w:rsidRPr="00E34F13" w:rsidRDefault="00377762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3 302 700,0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77762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77762" w:rsidRDefault="0037776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77762" w:rsidRDefault="0037776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494 000,0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528 000,0</w:t>
            </w:r>
          </w:p>
        </w:tc>
      </w:tr>
      <w:tr w:rsidR="00377762" w:rsidRPr="0028771A" w:rsidTr="008F7D27">
        <w:trPr>
          <w:trHeight w:val="2448"/>
        </w:trPr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377762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4 728 500,0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377762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4 612 800,0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377762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083685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77762" w:rsidRPr="00083685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377762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77762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28771A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77762" w:rsidRPr="0028771A" w:rsidRDefault="0037776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377762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377762" w:rsidRPr="0028771A" w:rsidTr="008F7D27">
        <w:tc>
          <w:tcPr>
            <w:tcW w:w="2988" w:type="dxa"/>
          </w:tcPr>
          <w:p w:rsidR="00377762" w:rsidRPr="00E34F13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377762" w:rsidRPr="00E34F13" w:rsidRDefault="0037776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377762" w:rsidRPr="00E34F13" w:rsidRDefault="0037776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8 031 200,0</w:t>
            </w:r>
          </w:p>
        </w:tc>
      </w:tr>
    </w:tbl>
    <w:p w:rsidR="00377762" w:rsidRPr="00E34F13" w:rsidRDefault="00377762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377762" w:rsidRDefault="00377762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377762" w:rsidRDefault="00377762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7762" w:rsidRDefault="00377762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7762" w:rsidRDefault="00377762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7762" w:rsidRDefault="00377762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77762" w:rsidRDefault="00377762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377762" w:rsidRPr="00E34F13" w:rsidRDefault="00377762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377762" w:rsidRPr="00E34F13" w:rsidRDefault="00377762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7762" w:rsidRPr="00E34F13" w:rsidRDefault="00377762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7762" w:rsidRPr="00E34F13" w:rsidRDefault="00377762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7762" w:rsidRPr="00E34F13" w:rsidRDefault="00377762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77762" w:rsidRDefault="00377762" w:rsidP="000D5DD6"/>
    <w:p w:rsidR="00377762" w:rsidRPr="00AE3E79" w:rsidRDefault="00377762" w:rsidP="000D5DD6"/>
    <w:p w:rsidR="00377762" w:rsidRPr="000D5DD6" w:rsidRDefault="00377762" w:rsidP="000D5DD6"/>
    <w:sectPr w:rsidR="00377762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77762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2612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065F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149E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36A2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4588D"/>
    <w:rsid w:val="00B67CFA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43A99"/>
    <w:rsid w:val="00F5410E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2</Pages>
  <Words>423</Words>
  <Characters>2417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31</cp:revision>
  <cp:lastPrinted>2019-10-30T07:40:00Z</cp:lastPrinted>
  <dcterms:created xsi:type="dcterms:W3CDTF">2015-11-13T07:31:00Z</dcterms:created>
  <dcterms:modified xsi:type="dcterms:W3CDTF">2019-11-25T18:15:00Z</dcterms:modified>
</cp:coreProperties>
</file>