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117" w:rsidRPr="00441FA1" w:rsidRDefault="00914117" w:rsidP="0093180D">
      <w:pPr>
        <w:ind w:left="708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441FA1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5</w:t>
      </w:r>
    </w:p>
    <w:p w:rsidR="00914117" w:rsidRPr="00F73CBE" w:rsidRDefault="00914117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hAnsi="Times New Roman"/>
          <w:sz w:val="28"/>
          <w:szCs w:val="28"/>
          <w:lang w:eastAsia="ru-RU"/>
        </w:rPr>
        <w:t>осинюхинского</w:t>
      </w:r>
    </w:p>
    <w:p w:rsidR="00914117" w:rsidRPr="00F73CBE" w:rsidRDefault="00914117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</w:p>
    <w:p w:rsidR="00914117" w:rsidRPr="00441FA1" w:rsidRDefault="00914117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от  </w:t>
      </w:r>
      <w:r>
        <w:rPr>
          <w:rFonts w:ascii="Times New Roman" w:hAnsi="Times New Roman"/>
          <w:sz w:val="28"/>
          <w:szCs w:val="28"/>
          <w:lang w:eastAsia="ru-RU"/>
        </w:rPr>
        <w:t xml:space="preserve">29 мая 2019 </w:t>
      </w:r>
      <w:r w:rsidRPr="00F73CBE">
        <w:rPr>
          <w:rFonts w:ascii="Times New Roman" w:hAnsi="Times New Roman"/>
          <w:sz w:val="28"/>
          <w:szCs w:val="28"/>
          <w:lang w:eastAsia="ru-RU"/>
        </w:rPr>
        <w:t>№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>207</w:t>
      </w:r>
    </w:p>
    <w:p w:rsidR="00914117" w:rsidRPr="00441FA1" w:rsidRDefault="00914117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914117" w:rsidRPr="00441FA1" w:rsidRDefault="00914117" w:rsidP="0093180D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41FA1">
        <w:rPr>
          <w:rFonts w:ascii="Times New Roman" w:hAnsi="Times New Roman"/>
          <w:b/>
          <w:sz w:val="28"/>
          <w:szCs w:val="28"/>
          <w:lang w:eastAsia="ru-RU"/>
        </w:rPr>
        <w:t>Распределение бюджетных ассигнований по разделам и подразделам классификации расходов бюджетов на 201</w:t>
      </w:r>
      <w:r>
        <w:rPr>
          <w:rFonts w:ascii="Times New Roman" w:hAnsi="Times New Roman"/>
          <w:b/>
          <w:sz w:val="28"/>
          <w:szCs w:val="28"/>
          <w:lang w:eastAsia="ru-RU"/>
        </w:rPr>
        <w:t>9</w:t>
      </w:r>
      <w:r w:rsidRPr="00441FA1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</w:p>
    <w:p w:rsidR="00914117" w:rsidRPr="00441FA1" w:rsidRDefault="00914117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9"/>
        <w:gridCol w:w="4798"/>
        <w:gridCol w:w="2279"/>
        <w:gridCol w:w="1919"/>
      </w:tblGrid>
      <w:tr w:rsidR="00914117" w:rsidRPr="00441FA1" w:rsidTr="000D7650">
        <w:tc>
          <w:tcPr>
            <w:tcW w:w="589" w:type="dxa"/>
          </w:tcPr>
          <w:p w:rsidR="00914117" w:rsidRPr="00441FA1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</w:t>
            </w: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п/п</w:t>
            </w: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   </w:t>
            </w:r>
          </w:p>
        </w:tc>
        <w:tc>
          <w:tcPr>
            <w:tcW w:w="4798" w:type="dxa"/>
          </w:tcPr>
          <w:p w:rsidR="00914117" w:rsidRPr="00441FA1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279" w:type="dxa"/>
          </w:tcPr>
          <w:p w:rsidR="00914117" w:rsidRPr="00441FA1" w:rsidRDefault="00914117" w:rsidP="000D765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Код бюджетной классификации</w:t>
            </w:r>
          </w:p>
          <w:p w:rsidR="00914117" w:rsidRPr="00441FA1" w:rsidRDefault="00914117" w:rsidP="000D7650">
            <w:pPr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914117" w:rsidRPr="00441FA1" w:rsidRDefault="00914117" w:rsidP="000D765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Сумма в</w:t>
            </w:r>
          </w:p>
          <w:p w:rsidR="00914117" w:rsidRPr="00441FA1" w:rsidRDefault="00914117" w:rsidP="000D765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рублях</w:t>
            </w:r>
          </w:p>
          <w:p w:rsidR="00914117" w:rsidRPr="00441FA1" w:rsidRDefault="0091411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914117" w:rsidRPr="00441FA1" w:rsidRDefault="00914117" w:rsidP="000D7650">
            <w:pPr>
              <w:tabs>
                <w:tab w:val="left" w:pos="2925"/>
              </w:tabs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</w:p>
        </w:tc>
      </w:tr>
      <w:tr w:rsidR="00914117" w:rsidRPr="00441FA1" w:rsidTr="000D7650">
        <w:tc>
          <w:tcPr>
            <w:tcW w:w="589" w:type="dxa"/>
          </w:tcPr>
          <w:p w:rsidR="00914117" w:rsidRPr="00441FA1" w:rsidRDefault="0091411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98" w:type="dxa"/>
          </w:tcPr>
          <w:p w:rsidR="00914117" w:rsidRPr="00441FA1" w:rsidRDefault="0091411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279" w:type="dxa"/>
          </w:tcPr>
          <w:p w:rsidR="00914117" w:rsidRPr="00B922C6" w:rsidRDefault="0091411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919" w:type="dxa"/>
          </w:tcPr>
          <w:p w:rsidR="00914117" w:rsidRPr="00B922C6" w:rsidRDefault="0091411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3 565 500,0</w:t>
            </w:r>
          </w:p>
        </w:tc>
      </w:tr>
      <w:tr w:rsidR="00914117" w:rsidRPr="00441FA1" w:rsidTr="000D7650">
        <w:tc>
          <w:tcPr>
            <w:tcW w:w="589" w:type="dxa"/>
          </w:tcPr>
          <w:p w:rsidR="00914117" w:rsidRPr="00441FA1" w:rsidRDefault="0091411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14117" w:rsidRPr="00441FA1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2279" w:type="dxa"/>
          </w:tcPr>
          <w:p w:rsidR="00914117" w:rsidRPr="00B922C6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14117" w:rsidRPr="00B922C6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0102</w:t>
            </w:r>
          </w:p>
          <w:p w:rsidR="00914117" w:rsidRPr="00B922C6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914117" w:rsidRPr="00B922C6" w:rsidRDefault="00914117" w:rsidP="000D765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14117" w:rsidRPr="00B922C6" w:rsidRDefault="00914117" w:rsidP="000D765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550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 000,0</w:t>
            </w:r>
          </w:p>
        </w:tc>
      </w:tr>
      <w:tr w:rsidR="00914117" w:rsidRPr="00441FA1" w:rsidTr="000D7650">
        <w:trPr>
          <w:trHeight w:val="978"/>
        </w:trPr>
        <w:tc>
          <w:tcPr>
            <w:tcW w:w="589" w:type="dxa"/>
          </w:tcPr>
          <w:p w:rsidR="00914117" w:rsidRPr="00441FA1" w:rsidRDefault="0091411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14117" w:rsidRPr="00441FA1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Функционирование Правительства РФ, высших исполнительных органов   государственной власти субъектов РФ, местных администраций</w:t>
            </w:r>
          </w:p>
        </w:tc>
        <w:tc>
          <w:tcPr>
            <w:tcW w:w="2279" w:type="dxa"/>
          </w:tcPr>
          <w:p w:rsidR="00914117" w:rsidRPr="00B922C6" w:rsidRDefault="0091411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914117" w:rsidRPr="00B922C6" w:rsidRDefault="0091411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914117" w:rsidRPr="00B922C6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0104</w:t>
            </w:r>
          </w:p>
          <w:p w:rsidR="00914117" w:rsidRPr="00B922C6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914117" w:rsidRPr="00B922C6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14117" w:rsidRPr="00B922C6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14117" w:rsidRPr="00B922C6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2 545 000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914117" w:rsidRPr="00441FA1" w:rsidTr="000D7650">
        <w:trPr>
          <w:trHeight w:val="1590"/>
        </w:trPr>
        <w:tc>
          <w:tcPr>
            <w:tcW w:w="589" w:type="dxa"/>
          </w:tcPr>
          <w:p w:rsidR="00914117" w:rsidRPr="00441FA1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14117" w:rsidRPr="00441FA1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органов и органов финансового </w:t>
            </w: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(финансово-бюджетного) надзора</w:t>
            </w:r>
          </w:p>
        </w:tc>
        <w:tc>
          <w:tcPr>
            <w:tcW w:w="2279" w:type="dxa"/>
          </w:tcPr>
          <w:p w:rsidR="00914117" w:rsidRPr="00B922C6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919" w:type="dxa"/>
          </w:tcPr>
          <w:p w:rsidR="00914117" w:rsidRPr="00B922C6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16 000,0</w:t>
            </w:r>
          </w:p>
        </w:tc>
      </w:tr>
      <w:tr w:rsidR="00914117" w:rsidRPr="00441FA1" w:rsidTr="000D7650">
        <w:trPr>
          <w:trHeight w:val="327"/>
        </w:trPr>
        <w:tc>
          <w:tcPr>
            <w:tcW w:w="589" w:type="dxa"/>
          </w:tcPr>
          <w:p w:rsidR="00914117" w:rsidRPr="00441FA1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14117" w:rsidRPr="00441FA1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2279" w:type="dxa"/>
          </w:tcPr>
          <w:p w:rsidR="00914117" w:rsidRPr="00B922C6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0107</w:t>
            </w:r>
          </w:p>
        </w:tc>
        <w:tc>
          <w:tcPr>
            <w:tcW w:w="1919" w:type="dxa"/>
          </w:tcPr>
          <w:p w:rsidR="00914117" w:rsidRPr="00B922C6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174 000,0</w:t>
            </w:r>
          </w:p>
        </w:tc>
      </w:tr>
      <w:tr w:rsidR="00914117" w:rsidRPr="00441FA1" w:rsidTr="000D7650">
        <w:trPr>
          <w:trHeight w:val="495"/>
        </w:trPr>
        <w:tc>
          <w:tcPr>
            <w:tcW w:w="589" w:type="dxa"/>
          </w:tcPr>
          <w:p w:rsidR="00914117" w:rsidRPr="00441FA1" w:rsidRDefault="0091411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14117" w:rsidRPr="00441FA1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2279" w:type="dxa"/>
          </w:tcPr>
          <w:p w:rsidR="00914117" w:rsidRPr="00B922C6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919" w:type="dxa"/>
          </w:tcPr>
          <w:p w:rsidR="00914117" w:rsidRPr="00B922C6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11 500,0</w:t>
            </w:r>
          </w:p>
        </w:tc>
      </w:tr>
      <w:tr w:rsidR="00914117" w:rsidRPr="00441FA1" w:rsidTr="000D7650">
        <w:trPr>
          <w:trHeight w:val="495"/>
        </w:trPr>
        <w:tc>
          <w:tcPr>
            <w:tcW w:w="589" w:type="dxa"/>
          </w:tcPr>
          <w:p w:rsidR="00914117" w:rsidRPr="00441FA1" w:rsidRDefault="00914117" w:rsidP="000D7650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14117" w:rsidRPr="00441FA1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2279" w:type="dxa"/>
          </w:tcPr>
          <w:p w:rsidR="00914117" w:rsidRPr="00B922C6" w:rsidRDefault="00914117" w:rsidP="000D765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919" w:type="dxa"/>
          </w:tcPr>
          <w:p w:rsidR="00914117" w:rsidRPr="00B922C6" w:rsidRDefault="00914117" w:rsidP="000D765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269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 000,0</w:t>
            </w:r>
          </w:p>
        </w:tc>
      </w:tr>
      <w:tr w:rsidR="00914117" w:rsidRPr="00441FA1" w:rsidTr="000D7650">
        <w:tc>
          <w:tcPr>
            <w:tcW w:w="589" w:type="dxa"/>
          </w:tcPr>
          <w:p w:rsidR="00914117" w:rsidRPr="00441FA1" w:rsidRDefault="0091411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98" w:type="dxa"/>
          </w:tcPr>
          <w:p w:rsidR="00914117" w:rsidRPr="00441FA1" w:rsidRDefault="0091411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2279" w:type="dxa"/>
          </w:tcPr>
          <w:p w:rsidR="00914117" w:rsidRPr="00B922C6" w:rsidRDefault="00914117" w:rsidP="000D7650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0200</w:t>
            </w:r>
          </w:p>
        </w:tc>
        <w:tc>
          <w:tcPr>
            <w:tcW w:w="1919" w:type="dxa"/>
          </w:tcPr>
          <w:p w:rsidR="00914117" w:rsidRPr="00B922C6" w:rsidRDefault="00914117" w:rsidP="000D7650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88 700,0</w:t>
            </w:r>
          </w:p>
        </w:tc>
      </w:tr>
      <w:tr w:rsidR="00914117" w:rsidRPr="00441FA1" w:rsidTr="000D7650">
        <w:tc>
          <w:tcPr>
            <w:tcW w:w="589" w:type="dxa"/>
          </w:tcPr>
          <w:p w:rsidR="00914117" w:rsidRPr="00441FA1" w:rsidRDefault="0091411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14117" w:rsidRPr="00441FA1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279" w:type="dxa"/>
          </w:tcPr>
          <w:p w:rsidR="00914117" w:rsidRPr="00B922C6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0203</w:t>
            </w:r>
          </w:p>
        </w:tc>
        <w:tc>
          <w:tcPr>
            <w:tcW w:w="1919" w:type="dxa"/>
          </w:tcPr>
          <w:p w:rsidR="00914117" w:rsidRPr="00B922C6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88 700,0</w:t>
            </w:r>
          </w:p>
        </w:tc>
      </w:tr>
      <w:tr w:rsidR="00914117" w:rsidRPr="00441FA1" w:rsidTr="000D7650">
        <w:tc>
          <w:tcPr>
            <w:tcW w:w="589" w:type="dxa"/>
          </w:tcPr>
          <w:p w:rsidR="00914117" w:rsidRPr="00441FA1" w:rsidRDefault="0091411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98" w:type="dxa"/>
          </w:tcPr>
          <w:p w:rsidR="00914117" w:rsidRPr="00441FA1" w:rsidRDefault="0091411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279" w:type="dxa"/>
          </w:tcPr>
          <w:p w:rsidR="00914117" w:rsidRPr="00B922C6" w:rsidRDefault="0091411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1919" w:type="dxa"/>
          </w:tcPr>
          <w:p w:rsidR="00914117" w:rsidRPr="00B922C6" w:rsidRDefault="0091411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31 750,0</w:t>
            </w:r>
          </w:p>
        </w:tc>
      </w:tr>
      <w:tr w:rsidR="00914117" w:rsidRPr="00441FA1" w:rsidTr="000D7650">
        <w:tc>
          <w:tcPr>
            <w:tcW w:w="589" w:type="dxa"/>
          </w:tcPr>
          <w:p w:rsidR="00914117" w:rsidRPr="00441FA1" w:rsidRDefault="0091411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14117" w:rsidRPr="00441FA1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2279" w:type="dxa"/>
          </w:tcPr>
          <w:p w:rsidR="00914117" w:rsidRPr="00B922C6" w:rsidRDefault="0091411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914117" w:rsidRPr="00B922C6" w:rsidRDefault="0091411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914117" w:rsidRPr="00B922C6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919" w:type="dxa"/>
          </w:tcPr>
          <w:p w:rsidR="00914117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14117" w:rsidRPr="00B922C6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14117" w:rsidRPr="00B922C6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15 500,0</w:t>
            </w:r>
          </w:p>
        </w:tc>
      </w:tr>
      <w:tr w:rsidR="00914117" w:rsidRPr="00441FA1" w:rsidTr="000D7650">
        <w:tc>
          <w:tcPr>
            <w:tcW w:w="589" w:type="dxa"/>
          </w:tcPr>
          <w:p w:rsidR="00914117" w:rsidRPr="00441FA1" w:rsidRDefault="0091411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14117" w:rsidRPr="00441FA1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 пожарной безопасности</w:t>
            </w:r>
          </w:p>
        </w:tc>
        <w:tc>
          <w:tcPr>
            <w:tcW w:w="2279" w:type="dxa"/>
          </w:tcPr>
          <w:p w:rsidR="00914117" w:rsidRPr="00B922C6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0310</w:t>
            </w:r>
          </w:p>
        </w:tc>
        <w:tc>
          <w:tcPr>
            <w:tcW w:w="1919" w:type="dxa"/>
          </w:tcPr>
          <w:p w:rsidR="00914117" w:rsidRPr="00B922C6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 000,0</w:t>
            </w:r>
          </w:p>
        </w:tc>
      </w:tr>
      <w:tr w:rsidR="00914117" w:rsidRPr="00441FA1" w:rsidTr="000D7650">
        <w:tc>
          <w:tcPr>
            <w:tcW w:w="589" w:type="dxa"/>
          </w:tcPr>
          <w:p w:rsidR="00914117" w:rsidRPr="00441FA1" w:rsidRDefault="0091411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14117" w:rsidRPr="00441FA1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279" w:type="dxa"/>
          </w:tcPr>
          <w:p w:rsidR="00914117" w:rsidRPr="00B922C6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14117" w:rsidRPr="00B922C6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14117" w:rsidRPr="00B922C6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0314</w:t>
            </w:r>
          </w:p>
        </w:tc>
        <w:tc>
          <w:tcPr>
            <w:tcW w:w="1919" w:type="dxa"/>
          </w:tcPr>
          <w:p w:rsidR="00914117" w:rsidRPr="00B922C6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14117" w:rsidRPr="00B922C6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14117" w:rsidRPr="00B922C6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6 250,0</w:t>
            </w:r>
          </w:p>
        </w:tc>
      </w:tr>
      <w:tr w:rsidR="00914117" w:rsidRPr="00441FA1" w:rsidTr="000D7650">
        <w:tc>
          <w:tcPr>
            <w:tcW w:w="589" w:type="dxa"/>
          </w:tcPr>
          <w:p w:rsidR="00914117" w:rsidRPr="00441FA1" w:rsidRDefault="0091411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798" w:type="dxa"/>
          </w:tcPr>
          <w:p w:rsidR="00914117" w:rsidRPr="00441FA1" w:rsidRDefault="0091411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2279" w:type="dxa"/>
          </w:tcPr>
          <w:p w:rsidR="00914117" w:rsidRPr="00B922C6" w:rsidRDefault="0091411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919" w:type="dxa"/>
          </w:tcPr>
          <w:p w:rsidR="00914117" w:rsidRPr="00B922C6" w:rsidRDefault="0091411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1 529 283,94</w:t>
            </w:r>
          </w:p>
        </w:tc>
      </w:tr>
      <w:tr w:rsidR="00914117" w:rsidRPr="00441FA1" w:rsidTr="000D7650">
        <w:tc>
          <w:tcPr>
            <w:tcW w:w="589" w:type="dxa"/>
          </w:tcPr>
          <w:p w:rsidR="00914117" w:rsidRPr="00441FA1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14117" w:rsidRPr="00441FA1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2279" w:type="dxa"/>
          </w:tcPr>
          <w:p w:rsidR="00914117" w:rsidRPr="00B922C6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919" w:type="dxa"/>
          </w:tcPr>
          <w:p w:rsidR="00914117" w:rsidRPr="00B922C6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1 000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914117" w:rsidRPr="00441FA1" w:rsidTr="000D7650">
        <w:tc>
          <w:tcPr>
            <w:tcW w:w="589" w:type="dxa"/>
          </w:tcPr>
          <w:p w:rsidR="00914117" w:rsidRPr="00441FA1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14117" w:rsidRPr="00441FA1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2279" w:type="dxa"/>
          </w:tcPr>
          <w:p w:rsidR="00914117" w:rsidRPr="00B922C6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1919" w:type="dxa"/>
          </w:tcPr>
          <w:p w:rsidR="00914117" w:rsidRPr="00B922C6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1 0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914117" w:rsidRPr="00441FA1" w:rsidTr="000D7650">
        <w:tc>
          <w:tcPr>
            <w:tcW w:w="589" w:type="dxa"/>
          </w:tcPr>
          <w:p w:rsidR="00914117" w:rsidRPr="00441FA1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14117" w:rsidRPr="00441FA1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2279" w:type="dxa"/>
          </w:tcPr>
          <w:p w:rsidR="00914117" w:rsidRPr="00B922C6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0407</w:t>
            </w:r>
          </w:p>
        </w:tc>
        <w:tc>
          <w:tcPr>
            <w:tcW w:w="1919" w:type="dxa"/>
          </w:tcPr>
          <w:p w:rsidR="00914117" w:rsidRPr="00B922C6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914117" w:rsidRPr="00441FA1" w:rsidTr="000D7650">
        <w:tc>
          <w:tcPr>
            <w:tcW w:w="589" w:type="dxa"/>
          </w:tcPr>
          <w:p w:rsidR="00914117" w:rsidRPr="00441FA1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14117" w:rsidRPr="00441FA1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2279" w:type="dxa"/>
          </w:tcPr>
          <w:p w:rsidR="00914117" w:rsidRPr="00B922C6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1919" w:type="dxa"/>
          </w:tcPr>
          <w:p w:rsidR="00914117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914117" w:rsidRPr="00441FA1" w:rsidTr="000D7650">
        <w:tc>
          <w:tcPr>
            <w:tcW w:w="589" w:type="dxa"/>
          </w:tcPr>
          <w:p w:rsidR="00914117" w:rsidRPr="00441FA1" w:rsidRDefault="0091411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14117" w:rsidRPr="00441FA1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2279" w:type="dxa"/>
          </w:tcPr>
          <w:p w:rsidR="00914117" w:rsidRPr="00B922C6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919" w:type="dxa"/>
          </w:tcPr>
          <w:p w:rsidR="00914117" w:rsidRPr="00B922C6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1 526 283,94</w:t>
            </w:r>
          </w:p>
        </w:tc>
      </w:tr>
      <w:tr w:rsidR="00914117" w:rsidRPr="00441FA1" w:rsidTr="000D7650">
        <w:tc>
          <w:tcPr>
            <w:tcW w:w="589" w:type="dxa"/>
          </w:tcPr>
          <w:p w:rsidR="00914117" w:rsidRPr="00441FA1" w:rsidRDefault="0091411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798" w:type="dxa"/>
          </w:tcPr>
          <w:p w:rsidR="00914117" w:rsidRPr="00441FA1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2279" w:type="dxa"/>
          </w:tcPr>
          <w:p w:rsidR="00914117" w:rsidRPr="00B922C6" w:rsidRDefault="0091411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919" w:type="dxa"/>
          </w:tcPr>
          <w:p w:rsidR="00914117" w:rsidRPr="00B922C6" w:rsidRDefault="0091411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812 550,0</w:t>
            </w:r>
          </w:p>
        </w:tc>
      </w:tr>
      <w:tr w:rsidR="00914117" w:rsidRPr="00441FA1" w:rsidTr="000D7650">
        <w:tc>
          <w:tcPr>
            <w:tcW w:w="589" w:type="dxa"/>
          </w:tcPr>
          <w:p w:rsidR="00914117" w:rsidRPr="00441FA1" w:rsidRDefault="0091411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14117" w:rsidRPr="00441FA1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2279" w:type="dxa"/>
          </w:tcPr>
          <w:p w:rsidR="00914117" w:rsidRPr="00B922C6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919" w:type="dxa"/>
          </w:tcPr>
          <w:p w:rsidR="00914117" w:rsidRPr="00B922C6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200 000,0</w:t>
            </w:r>
          </w:p>
        </w:tc>
      </w:tr>
      <w:tr w:rsidR="00914117" w:rsidRPr="00441FA1" w:rsidTr="000D7650">
        <w:tc>
          <w:tcPr>
            <w:tcW w:w="589" w:type="dxa"/>
          </w:tcPr>
          <w:p w:rsidR="00914117" w:rsidRPr="00441FA1" w:rsidRDefault="0091411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14117" w:rsidRPr="00441FA1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2279" w:type="dxa"/>
          </w:tcPr>
          <w:p w:rsidR="00914117" w:rsidRPr="00B922C6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919" w:type="dxa"/>
          </w:tcPr>
          <w:p w:rsidR="00914117" w:rsidRPr="00B922C6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611 300,0</w:t>
            </w:r>
          </w:p>
        </w:tc>
      </w:tr>
      <w:tr w:rsidR="00914117" w:rsidRPr="00441FA1" w:rsidTr="000D7650">
        <w:tc>
          <w:tcPr>
            <w:tcW w:w="589" w:type="dxa"/>
          </w:tcPr>
          <w:p w:rsidR="00914117" w:rsidRPr="00441FA1" w:rsidRDefault="0091411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14117" w:rsidRPr="00441FA1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B3E46">
              <w:rPr>
                <w:rFonts w:ascii="Times New Roman" w:hAnsi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279" w:type="dxa"/>
          </w:tcPr>
          <w:p w:rsidR="00914117" w:rsidRPr="00B922C6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919" w:type="dxa"/>
          </w:tcPr>
          <w:p w:rsidR="00914117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1 250,0</w:t>
            </w:r>
          </w:p>
        </w:tc>
      </w:tr>
      <w:tr w:rsidR="00914117" w:rsidRPr="00441FA1" w:rsidTr="000D7650">
        <w:tc>
          <w:tcPr>
            <w:tcW w:w="589" w:type="dxa"/>
          </w:tcPr>
          <w:p w:rsidR="00914117" w:rsidRPr="00441FA1" w:rsidRDefault="0091411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798" w:type="dxa"/>
          </w:tcPr>
          <w:p w:rsidR="00914117" w:rsidRPr="00441FA1" w:rsidRDefault="0091411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279" w:type="dxa"/>
          </w:tcPr>
          <w:p w:rsidR="00914117" w:rsidRPr="00B922C6" w:rsidRDefault="0091411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919" w:type="dxa"/>
          </w:tcPr>
          <w:p w:rsidR="00914117" w:rsidRPr="00B922C6" w:rsidRDefault="0091411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35</w:t>
            </w: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 000,0</w:t>
            </w:r>
          </w:p>
        </w:tc>
      </w:tr>
      <w:tr w:rsidR="00914117" w:rsidRPr="00441FA1" w:rsidTr="000D7650">
        <w:tc>
          <w:tcPr>
            <w:tcW w:w="589" w:type="dxa"/>
          </w:tcPr>
          <w:p w:rsidR="00914117" w:rsidRPr="00441FA1" w:rsidRDefault="0091411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14117" w:rsidRPr="00441FA1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Молодежная политика </w:t>
            </w:r>
          </w:p>
        </w:tc>
        <w:tc>
          <w:tcPr>
            <w:tcW w:w="2279" w:type="dxa"/>
          </w:tcPr>
          <w:p w:rsidR="00914117" w:rsidRPr="00B922C6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919" w:type="dxa"/>
          </w:tcPr>
          <w:p w:rsidR="00914117" w:rsidRPr="00B922C6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 000,0</w:t>
            </w:r>
          </w:p>
        </w:tc>
      </w:tr>
      <w:tr w:rsidR="00914117" w:rsidRPr="00441FA1" w:rsidTr="000D7650">
        <w:tc>
          <w:tcPr>
            <w:tcW w:w="589" w:type="dxa"/>
          </w:tcPr>
          <w:p w:rsidR="00914117" w:rsidRPr="00441FA1" w:rsidRDefault="0091411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798" w:type="dxa"/>
          </w:tcPr>
          <w:p w:rsidR="00914117" w:rsidRPr="00441FA1" w:rsidRDefault="0091411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2279" w:type="dxa"/>
          </w:tcPr>
          <w:p w:rsidR="00914117" w:rsidRPr="00B922C6" w:rsidRDefault="0091411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919" w:type="dxa"/>
          </w:tcPr>
          <w:p w:rsidR="00914117" w:rsidRPr="00B922C6" w:rsidRDefault="0091411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2 059 000,0</w:t>
            </w:r>
          </w:p>
        </w:tc>
      </w:tr>
      <w:tr w:rsidR="00914117" w:rsidRPr="00441FA1" w:rsidTr="000D7650">
        <w:tc>
          <w:tcPr>
            <w:tcW w:w="589" w:type="dxa"/>
          </w:tcPr>
          <w:p w:rsidR="00914117" w:rsidRPr="00441FA1" w:rsidRDefault="0091411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14117" w:rsidRPr="00441FA1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2279" w:type="dxa"/>
          </w:tcPr>
          <w:p w:rsidR="00914117" w:rsidRPr="00B922C6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919" w:type="dxa"/>
          </w:tcPr>
          <w:p w:rsidR="00914117" w:rsidRPr="00B922C6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2 059 000,0</w:t>
            </w:r>
          </w:p>
        </w:tc>
      </w:tr>
      <w:tr w:rsidR="00914117" w:rsidRPr="00441FA1" w:rsidTr="000D7650">
        <w:tc>
          <w:tcPr>
            <w:tcW w:w="589" w:type="dxa"/>
          </w:tcPr>
          <w:p w:rsidR="00914117" w:rsidRPr="00441FA1" w:rsidRDefault="0091411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798" w:type="dxa"/>
          </w:tcPr>
          <w:p w:rsidR="00914117" w:rsidRPr="00441FA1" w:rsidRDefault="0091411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2279" w:type="dxa"/>
          </w:tcPr>
          <w:p w:rsidR="00914117" w:rsidRPr="00B922C6" w:rsidRDefault="0091411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1919" w:type="dxa"/>
          </w:tcPr>
          <w:p w:rsidR="00914117" w:rsidRPr="00B922C6" w:rsidRDefault="0091411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</w:t>
            </w: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0 000,0</w:t>
            </w:r>
          </w:p>
        </w:tc>
      </w:tr>
      <w:tr w:rsidR="00914117" w:rsidRPr="00441FA1" w:rsidTr="000D7650">
        <w:tc>
          <w:tcPr>
            <w:tcW w:w="589" w:type="dxa"/>
          </w:tcPr>
          <w:p w:rsidR="00914117" w:rsidRPr="00441FA1" w:rsidRDefault="0091411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14117" w:rsidRPr="00441FA1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2279" w:type="dxa"/>
          </w:tcPr>
          <w:p w:rsidR="00914117" w:rsidRPr="00B922C6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919" w:type="dxa"/>
          </w:tcPr>
          <w:p w:rsidR="00914117" w:rsidRPr="00B922C6" w:rsidRDefault="0091411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0 000,0</w:t>
            </w:r>
          </w:p>
        </w:tc>
      </w:tr>
      <w:tr w:rsidR="00914117" w:rsidRPr="00441FA1" w:rsidTr="000D7650">
        <w:tc>
          <w:tcPr>
            <w:tcW w:w="589" w:type="dxa"/>
          </w:tcPr>
          <w:p w:rsidR="00914117" w:rsidRPr="00441FA1" w:rsidRDefault="0091411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14117" w:rsidRPr="00441FA1" w:rsidRDefault="0091411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Итого расходов</w:t>
            </w:r>
          </w:p>
        </w:tc>
        <w:tc>
          <w:tcPr>
            <w:tcW w:w="2279" w:type="dxa"/>
          </w:tcPr>
          <w:p w:rsidR="00914117" w:rsidRPr="00441FA1" w:rsidRDefault="0091411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914117" w:rsidRPr="00441FA1" w:rsidRDefault="0091411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8 201 783,94</w:t>
            </w:r>
          </w:p>
        </w:tc>
      </w:tr>
    </w:tbl>
    <w:p w:rsidR="00914117" w:rsidRPr="00441FA1" w:rsidRDefault="00914117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  <w:r w:rsidRPr="00441FA1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</w:t>
      </w:r>
    </w:p>
    <w:p w:rsidR="00914117" w:rsidRDefault="00914117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администрации  Подгорносинюхинского </w:t>
      </w:r>
    </w:p>
    <w:p w:rsidR="00914117" w:rsidRPr="00B429C7" w:rsidRDefault="00914117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поселения Отрадненского района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А.А. Кособоков</w:t>
      </w:r>
    </w:p>
    <w:p w:rsidR="00914117" w:rsidRPr="00441FA1" w:rsidRDefault="00914117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914117" w:rsidRPr="00441FA1" w:rsidRDefault="00914117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914117" w:rsidRPr="00441FA1" w:rsidRDefault="00914117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914117" w:rsidRDefault="00914117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</w:t>
      </w:r>
    </w:p>
    <w:p w:rsidR="00914117" w:rsidRDefault="00914117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914117" w:rsidRDefault="00914117"/>
    <w:sectPr w:rsidR="00914117" w:rsidSect="00A13D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A19"/>
    <w:rsid w:val="000D65AD"/>
    <w:rsid w:val="000D7650"/>
    <w:rsid w:val="00154B09"/>
    <w:rsid w:val="0022682F"/>
    <w:rsid w:val="003A158F"/>
    <w:rsid w:val="003B3E46"/>
    <w:rsid w:val="00441FA1"/>
    <w:rsid w:val="00517A06"/>
    <w:rsid w:val="00754EF1"/>
    <w:rsid w:val="007B27FC"/>
    <w:rsid w:val="008C132E"/>
    <w:rsid w:val="00903A19"/>
    <w:rsid w:val="00911C87"/>
    <w:rsid w:val="00914117"/>
    <w:rsid w:val="0093180D"/>
    <w:rsid w:val="009B1CDD"/>
    <w:rsid w:val="00A13D03"/>
    <w:rsid w:val="00AB4375"/>
    <w:rsid w:val="00AD7EC8"/>
    <w:rsid w:val="00B37CE9"/>
    <w:rsid w:val="00B429C7"/>
    <w:rsid w:val="00B44EF2"/>
    <w:rsid w:val="00B922C6"/>
    <w:rsid w:val="00BB5669"/>
    <w:rsid w:val="00C01F5B"/>
    <w:rsid w:val="00C52F3A"/>
    <w:rsid w:val="00D55AE1"/>
    <w:rsid w:val="00EC0B16"/>
    <w:rsid w:val="00F4142D"/>
    <w:rsid w:val="00F54E48"/>
    <w:rsid w:val="00F73CBE"/>
    <w:rsid w:val="00F93181"/>
    <w:rsid w:val="00FD1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80D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73C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3C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219</TotalTime>
  <Pages>2</Pages>
  <Words>364</Words>
  <Characters>2075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КоротычТИ</dc:creator>
  <cp:keywords/>
  <dc:description/>
  <cp:lastModifiedBy>Пользователь</cp:lastModifiedBy>
  <cp:revision>26</cp:revision>
  <cp:lastPrinted>2018-10-30T07:16:00Z</cp:lastPrinted>
  <dcterms:created xsi:type="dcterms:W3CDTF">2015-11-12T07:51:00Z</dcterms:created>
  <dcterms:modified xsi:type="dcterms:W3CDTF">2019-06-11T11:30:00Z</dcterms:modified>
</cp:coreProperties>
</file>