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13"/>
        <w:tblW w:w="0" w:type="auto"/>
        <w:tblLook w:val="00A0"/>
      </w:tblPr>
      <w:tblGrid>
        <w:gridCol w:w="8755"/>
        <w:gridCol w:w="6031"/>
      </w:tblGrid>
      <w:tr w:rsidR="00A213BD" w:rsidRPr="00B70F09" w:rsidTr="00B70F09">
        <w:tc>
          <w:tcPr>
            <w:tcW w:w="8755" w:type="dxa"/>
          </w:tcPr>
          <w:p w:rsidR="00A213BD" w:rsidRPr="00B70F09" w:rsidRDefault="00A213BD" w:rsidP="00B70F09">
            <w:pPr>
              <w:spacing w:before="120" w:after="120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31" w:type="dxa"/>
          </w:tcPr>
          <w:p w:rsidR="00A213BD" w:rsidRPr="00B70F09" w:rsidRDefault="00A213BD" w:rsidP="00B70F09">
            <w:pPr>
              <w:shd w:val="clear" w:color="auto" w:fill="FFFFFF"/>
              <w:spacing w:before="34"/>
              <w:jc w:val="center"/>
              <w:rPr>
                <w:spacing w:val="-1"/>
                <w:sz w:val="28"/>
                <w:szCs w:val="28"/>
              </w:rPr>
            </w:pPr>
          </w:p>
        </w:tc>
      </w:tr>
    </w:tbl>
    <w:p w:rsidR="00A213BD" w:rsidRPr="00B70F09" w:rsidRDefault="00A213BD" w:rsidP="00B70F09">
      <w:pPr>
        <w:spacing w:before="120" w:after="120"/>
        <w:rPr>
          <w:sz w:val="28"/>
          <w:szCs w:val="28"/>
          <w:lang w:eastAsia="en-US"/>
        </w:rPr>
      </w:pPr>
    </w:p>
    <w:p w:rsidR="00A213BD" w:rsidRPr="00B70F09" w:rsidRDefault="00A213BD" w:rsidP="00B70F09">
      <w:pPr>
        <w:jc w:val="center"/>
        <w:rPr>
          <w:b/>
          <w:sz w:val="28"/>
          <w:szCs w:val="28"/>
          <w:lang w:eastAsia="en-US"/>
        </w:rPr>
      </w:pPr>
      <w:r w:rsidRPr="00B70F09">
        <w:rPr>
          <w:b/>
          <w:sz w:val="28"/>
          <w:szCs w:val="28"/>
          <w:lang w:eastAsia="en-US"/>
        </w:rPr>
        <w:t>СТРУКТУРА</w:t>
      </w:r>
    </w:p>
    <w:p w:rsidR="00A213BD" w:rsidRPr="00B70F09" w:rsidRDefault="00A213BD" w:rsidP="00B70F09">
      <w:pPr>
        <w:jc w:val="center"/>
        <w:rPr>
          <w:b/>
          <w:sz w:val="28"/>
          <w:szCs w:val="28"/>
          <w:lang w:eastAsia="en-US"/>
        </w:rPr>
      </w:pPr>
      <w:r w:rsidRPr="00B70F09">
        <w:rPr>
          <w:b/>
          <w:sz w:val="28"/>
          <w:szCs w:val="28"/>
          <w:lang w:eastAsia="en-US"/>
        </w:rPr>
        <w:t xml:space="preserve">администрации </w:t>
      </w:r>
      <w:r>
        <w:rPr>
          <w:b/>
          <w:sz w:val="28"/>
          <w:szCs w:val="28"/>
          <w:lang w:eastAsia="en-US"/>
        </w:rPr>
        <w:t xml:space="preserve"> Подгорносинюхинского </w:t>
      </w:r>
      <w:r w:rsidRPr="00B70F09">
        <w:rPr>
          <w:b/>
          <w:sz w:val="28"/>
          <w:szCs w:val="28"/>
          <w:lang w:eastAsia="en-US"/>
        </w:rPr>
        <w:t>сельского поселе</w:t>
      </w:r>
      <w:r>
        <w:rPr>
          <w:b/>
          <w:sz w:val="28"/>
          <w:szCs w:val="28"/>
          <w:lang w:eastAsia="en-US"/>
        </w:rPr>
        <w:t>ния Отрадненского района на 2019</w:t>
      </w:r>
      <w:r w:rsidRPr="00B70F09">
        <w:rPr>
          <w:b/>
          <w:sz w:val="28"/>
          <w:szCs w:val="28"/>
          <w:lang w:eastAsia="en-US"/>
        </w:rPr>
        <w:t xml:space="preserve"> год</w:t>
      </w:r>
    </w:p>
    <w:p w:rsidR="00A213BD" w:rsidRPr="00B70F09" w:rsidRDefault="00A213BD" w:rsidP="00B70F09">
      <w:pPr>
        <w:jc w:val="center"/>
        <w:rPr>
          <w:b/>
          <w:sz w:val="28"/>
          <w:szCs w:val="28"/>
          <w:lang w:eastAsia="en-US"/>
        </w:rPr>
      </w:pPr>
      <w:r>
        <w:rPr>
          <w:noProof/>
        </w:rPr>
        <w:pict>
          <v:rect id="Rectangle 2" o:spid="_x0000_s1026" style="position:absolute;left:0;text-align:left;margin-left:4in;margin-top:5.45pt;width:153pt;height:42.3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">
            <v:textbox>
              <w:txbxContent>
                <w:p w:rsidR="00A213BD" w:rsidRDefault="00A213BD" w:rsidP="00B70F09">
                  <w:pPr>
                    <w:jc w:val="center"/>
                  </w:pPr>
                  <w:r>
                    <w:t>Глава поселения</w:t>
                  </w:r>
                </w:p>
              </w:txbxContent>
            </v:textbox>
          </v:rect>
        </w:pict>
      </w:r>
    </w:p>
    <w:p w:rsidR="00A213BD" w:rsidRPr="00B70F09" w:rsidRDefault="00A213BD" w:rsidP="00B70F09">
      <w:pPr>
        <w:tabs>
          <w:tab w:val="left" w:pos="2910"/>
          <w:tab w:val="center" w:pos="7285"/>
        </w:tabs>
        <w:rPr>
          <w:sz w:val="28"/>
          <w:szCs w:val="28"/>
          <w:lang w:eastAsia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7" type="#_x0000_t32" style="position:absolute;margin-left:453pt;margin-top:1.95pt;width:40.95pt;height:40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">
            <v:stroke endarrow="block"/>
          </v:shape>
        </w:pict>
      </w:r>
      <w:r>
        <w:rPr>
          <w:noProof/>
        </w:rPr>
        <w:pict>
          <v:shape id="AutoShape 3" o:spid="_x0000_s1028" type="#_x0000_t32" style="position:absolute;margin-left:169.2pt;margin-top:1.95pt;width:120.15pt;height:12.45pt;flip:x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9" type="#_x0000_t202" style="position:absolute;margin-left:28.35pt;margin-top:1.95pt;width:135pt;height:43.3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">
            <v:textbox>
              <w:txbxContent>
                <w:p w:rsidR="00A213BD" w:rsidRDefault="00A213BD" w:rsidP="00B70F09">
                  <w:pPr>
                    <w:pStyle w:val="NoSpacing"/>
                    <w:jc w:val="center"/>
                  </w:pPr>
                  <w:r>
                    <w:t>Финансист</w:t>
                  </w:r>
                </w:p>
                <w:p w:rsidR="00A213BD" w:rsidRDefault="00A213BD" w:rsidP="00B70F09">
                  <w:pPr>
                    <w:pStyle w:val="NoSpacing"/>
                    <w:jc w:val="center"/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Pr="00B70F09">
        <w:rPr>
          <w:sz w:val="28"/>
          <w:szCs w:val="28"/>
          <w:lang w:eastAsia="en-US"/>
        </w:rPr>
        <w:tab/>
      </w:r>
    </w:p>
    <w:p w:rsidR="00A213BD" w:rsidRPr="00B70F09" w:rsidRDefault="00A213BD" w:rsidP="00B70F09">
      <w:pPr>
        <w:jc w:val="both"/>
        <w:rPr>
          <w:sz w:val="28"/>
        </w:rPr>
      </w:pPr>
      <w:r>
        <w:rPr>
          <w:noProof/>
        </w:rPr>
        <w:pict>
          <v:shape id="AutoShape 7" o:spid="_x0000_s1030" type="#_x0000_t32" style="position:absolute;left:0;text-align:left;margin-left:18pt;margin-top:28.85pt;width:28.2pt;height:27pt;flip:x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">
            <v:stroke endarrow="block"/>
          </v:shape>
        </w:pict>
      </w:r>
      <w:r>
        <w:rPr>
          <w:noProof/>
        </w:rPr>
        <w:pict>
          <v:line id="Line 15" o:spid="_x0000_s1031" style="position:absolute;left:0;text-align:left;flip:x;z-index:251663872;visibility:visible" from="185.1pt,36.65pt" to="4in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">
            <v:stroke endarrow="block"/>
          </v:line>
        </w:pict>
      </w:r>
      <w:r>
        <w:rPr>
          <w:noProof/>
        </w:rPr>
        <w:pict>
          <v:shape id="AutoShape 4" o:spid="_x0000_s1032" type="#_x0000_t32" style="position:absolute;left:0;text-align:left;margin-left:415.2pt;margin-top:36.65pt;width:83.25pt;height:96.8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AutoShape 5" o:spid="_x0000_s1033" type="#_x0000_t32" style="position:absolute;left:0;text-align:left;margin-left:441pt;margin-top:15.55pt;width:74.7pt;height:79.4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">
            <v:stroke endarrow="block"/>
          </v:shape>
        </w:pict>
      </w:r>
      <w:r>
        <w:rPr>
          <w:noProof/>
        </w:rPr>
        <w:pict>
          <v:shape id="Text Box 13" o:spid="_x0000_s1034" type="#_x0000_t202" style="position:absolute;left:0;text-align:left;margin-left:498.45pt;margin-top:.1pt;width:135pt;height:53.5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">
            <v:textbox>
              <w:txbxContent>
                <w:p w:rsidR="00A213BD" w:rsidRDefault="00A213BD" w:rsidP="00B70F09">
                  <w:pPr>
                    <w:pStyle w:val="NoSpacing"/>
                    <w:jc w:val="center"/>
                  </w:pPr>
                  <w:r>
                    <w:t>Специалист по земельным вопросам и ЛПХ</w:t>
                  </w:r>
                </w:p>
                <w:p w:rsidR="00A213BD" w:rsidRDefault="00A213BD" w:rsidP="00B70F09"/>
              </w:txbxContent>
            </v:textbox>
          </v:shape>
        </w:pict>
      </w:r>
    </w:p>
    <w:p w:rsidR="00A213BD" w:rsidRPr="00B70F09" w:rsidRDefault="00A213BD" w:rsidP="00B70F09">
      <w:pPr>
        <w:rPr>
          <w:sz w:val="28"/>
        </w:rPr>
      </w:pPr>
    </w:p>
    <w:p w:rsidR="00A213BD" w:rsidRPr="00B70F09" w:rsidRDefault="00A213BD" w:rsidP="00B70F09">
      <w:pPr>
        <w:rPr>
          <w:sz w:val="28"/>
        </w:rPr>
      </w:pPr>
      <w:r>
        <w:rPr>
          <w:noProof/>
        </w:rPr>
        <w:pict>
          <v:shape id="Text Box 10" o:spid="_x0000_s1035" type="#_x0000_t202" style="position:absolute;margin-left:-61.8pt;margin-top:10.3pt;width:89.85pt;height:62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">
            <v:textbox>
              <w:txbxContent>
                <w:p w:rsidR="00A213BD" w:rsidRDefault="00A213BD" w:rsidP="00B70F09">
                  <w:pPr>
                    <w:pStyle w:val="NoSpacing"/>
                    <w:jc w:val="center"/>
                  </w:pPr>
                  <w:r>
                    <w:t>Специалист  по доходам  и сборам</w:t>
                  </w:r>
                </w:p>
                <w:p w:rsidR="00A213BD" w:rsidRDefault="00A213BD" w:rsidP="00B70F09">
                  <w:pPr>
                    <w:pStyle w:val="NoSpacing"/>
                    <w:jc w:val="center"/>
                  </w:pPr>
                  <w:r>
                    <w:t>.</w:t>
                  </w:r>
                </w:p>
                <w:p w:rsidR="00A213BD" w:rsidRDefault="00A213BD" w:rsidP="00B70F09"/>
              </w:txbxContent>
            </v:textbox>
          </v:shape>
        </w:pict>
      </w:r>
    </w:p>
    <w:p w:rsidR="00A213BD" w:rsidRPr="00B70F09" w:rsidRDefault="00A213BD" w:rsidP="00B70F09">
      <w:pPr>
        <w:rPr>
          <w:sz w:val="28"/>
        </w:rPr>
      </w:pPr>
    </w:p>
    <w:tbl>
      <w:tblPr>
        <w:tblpPr w:leftFromText="180" w:rightFromText="180" w:vertAnchor="text" w:tblpX="1048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5"/>
      </w:tblGrid>
      <w:tr w:rsidR="00A213BD" w:rsidRPr="00B70F09" w:rsidTr="00B70F09">
        <w:trPr>
          <w:trHeight w:val="735"/>
        </w:trPr>
        <w:tc>
          <w:tcPr>
            <w:tcW w:w="2445" w:type="dxa"/>
          </w:tcPr>
          <w:p w:rsidR="00A213BD" w:rsidRPr="00B70F09" w:rsidRDefault="00A213BD" w:rsidP="00B70F09">
            <w:r w:rsidRPr="00B70F09">
              <w:t xml:space="preserve">Специалист по спорту  </w:t>
            </w:r>
          </w:p>
        </w:tc>
      </w:tr>
    </w:tbl>
    <w:p w:rsidR="00A213BD" w:rsidRPr="00B70F09" w:rsidRDefault="00A213BD" w:rsidP="00B70F09">
      <w:pPr>
        <w:rPr>
          <w:sz w:val="28"/>
        </w:rPr>
      </w:pPr>
      <w:r>
        <w:rPr>
          <w:noProof/>
        </w:rPr>
        <w:pict>
          <v:line id="Line 16" o:spid="_x0000_s1036" style="position:absolute;flip:x;z-index:251664896;visibility:visible;mso-position-horizontal-relative:text;mso-position-vertical-relative:text" from="316.35pt,5.7pt" to="323.7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">
            <v:stroke endarrow="block"/>
          </v:line>
        </w:pict>
      </w:r>
      <w:r>
        <w:rPr>
          <w:noProof/>
        </w:rPr>
        <w:pict>
          <v:shape id="AutoShape 8" o:spid="_x0000_s1037" type="#_x0000_t32" style="position:absolute;margin-left:401.55pt;margin-top:5.7pt;width:13.65pt;height:56.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">
            <v:stroke endarrow="block"/>
          </v:shape>
        </w:pict>
      </w:r>
    </w:p>
    <w:p w:rsidR="00A213BD" w:rsidRPr="00B70F09" w:rsidRDefault="00A213BD" w:rsidP="00B70F09">
      <w:pPr>
        <w:rPr>
          <w:sz w:val="28"/>
        </w:rPr>
      </w:pPr>
    </w:p>
    <w:p w:rsidR="00A213BD" w:rsidRPr="00B70F09" w:rsidRDefault="00A213BD" w:rsidP="00B70F09">
      <w:pPr>
        <w:rPr>
          <w:sz w:val="28"/>
        </w:rPr>
      </w:pPr>
    </w:p>
    <w:tbl>
      <w:tblPr>
        <w:tblpPr w:leftFromText="180" w:rightFromText="180" w:vertAnchor="text" w:horzAnchor="page" w:tblpX="3763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4"/>
      </w:tblGrid>
      <w:tr w:rsidR="00A213BD" w:rsidRPr="00B70F09" w:rsidTr="00B70F09">
        <w:trPr>
          <w:trHeight w:val="675"/>
        </w:trPr>
        <w:tc>
          <w:tcPr>
            <w:tcW w:w="2424" w:type="dxa"/>
          </w:tcPr>
          <w:p w:rsidR="00A213BD" w:rsidRPr="00B70F09" w:rsidRDefault="00A213BD" w:rsidP="00B70F09">
            <w:pPr>
              <w:jc w:val="center"/>
              <w:rPr>
                <w:lang w:eastAsia="en-US"/>
              </w:rPr>
            </w:pPr>
            <w:r w:rsidRPr="00B70F09">
              <w:rPr>
                <w:sz w:val="22"/>
                <w:szCs w:val="22"/>
                <w:lang w:eastAsia="en-US"/>
              </w:rPr>
              <w:t xml:space="preserve">Начальник общего отдела </w:t>
            </w:r>
          </w:p>
          <w:p w:rsidR="00A213BD" w:rsidRPr="00B70F09" w:rsidRDefault="00A213BD" w:rsidP="00B70F09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</w:tbl>
    <w:p w:rsidR="00A213BD" w:rsidRPr="00B70F09" w:rsidRDefault="00A213BD" w:rsidP="00B70F09">
      <w:pPr>
        <w:rPr>
          <w:vanish/>
        </w:rPr>
      </w:pPr>
    </w:p>
    <w:tbl>
      <w:tblPr>
        <w:tblpPr w:leftFromText="180" w:rightFromText="180" w:vertAnchor="text" w:tblpX="10129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0"/>
      </w:tblGrid>
      <w:tr w:rsidR="00A213BD" w:rsidRPr="00B70F09" w:rsidTr="00B70F09">
        <w:trPr>
          <w:trHeight w:val="885"/>
        </w:trPr>
        <w:tc>
          <w:tcPr>
            <w:tcW w:w="2430" w:type="dxa"/>
          </w:tcPr>
          <w:p w:rsidR="00A213BD" w:rsidRPr="00B70F09" w:rsidRDefault="00A213BD" w:rsidP="00B70F09">
            <w:pPr>
              <w:rPr>
                <w:sz w:val="28"/>
              </w:rPr>
            </w:pPr>
            <w:r w:rsidRPr="00B70F09">
              <w:t xml:space="preserve">Специалист по </w:t>
            </w:r>
            <w:r>
              <w:t>делам молодежи</w:t>
            </w:r>
            <w:r w:rsidRPr="00B70F09">
              <w:t xml:space="preserve">  </w:t>
            </w:r>
          </w:p>
        </w:tc>
      </w:tr>
    </w:tbl>
    <w:p w:rsidR="00A213BD" w:rsidRPr="00B70F09" w:rsidRDefault="00A213BD" w:rsidP="00B70F09">
      <w:pPr>
        <w:rPr>
          <w:sz w:val="28"/>
        </w:rPr>
      </w:pPr>
      <w:r>
        <w:rPr>
          <w:noProof/>
        </w:rPr>
        <w:pict>
          <v:shape id="Text Box 11" o:spid="_x0000_s1038" type="#_x0000_t202" style="position:absolute;margin-left:353.7pt;margin-top:14.55pt;width:104.25pt;height:49.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">
            <v:textbox>
              <w:txbxContent>
                <w:p w:rsidR="00A213BD" w:rsidRDefault="00A213BD" w:rsidP="00B70F09">
                  <w:pPr>
                    <w:pStyle w:val="NoSpacing"/>
                    <w:jc w:val="center"/>
                  </w:pPr>
                  <w:r>
                    <w:t>Военно-учетный работник</w:t>
                  </w:r>
                </w:p>
                <w:p w:rsidR="00A213BD" w:rsidRDefault="00A213BD" w:rsidP="00B70F09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12" o:spid="_x0000_s1039" type="#_x0000_t202" style="position:absolute;margin-left:235.2pt;margin-top:14.1pt;width:91.65pt;height:42.3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">
            <v:textbox>
              <w:txbxContent>
                <w:p w:rsidR="00A213BD" w:rsidRDefault="00A213BD" w:rsidP="00B70F09">
                  <w:pPr>
                    <w:pStyle w:val="NoSpacing"/>
                    <w:jc w:val="center"/>
                  </w:pPr>
                  <w:r>
                    <w:t xml:space="preserve">Водитель </w:t>
                  </w:r>
                </w:p>
                <w:p w:rsidR="00A213BD" w:rsidRDefault="00A213BD" w:rsidP="00B70F09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</w:p>
    <w:p w:rsidR="00A213BD" w:rsidRPr="00B70F09" w:rsidRDefault="00A213BD" w:rsidP="00B70F09">
      <w:pPr>
        <w:rPr>
          <w:sz w:val="28"/>
        </w:rPr>
      </w:pPr>
    </w:p>
    <w:p w:rsidR="00A213BD" w:rsidRPr="00B70F09" w:rsidRDefault="00A213BD" w:rsidP="00B70F09">
      <w:pPr>
        <w:rPr>
          <w:sz w:val="28"/>
        </w:rPr>
      </w:pPr>
    </w:p>
    <w:p w:rsidR="00A213BD" w:rsidRPr="00B70F09" w:rsidRDefault="00A213BD" w:rsidP="00B70F09">
      <w:pPr>
        <w:rPr>
          <w:vanish/>
        </w:rPr>
      </w:pPr>
    </w:p>
    <w:p w:rsidR="00A213BD" w:rsidRPr="00B70F09" w:rsidRDefault="00A213BD" w:rsidP="00B70F09">
      <w:pPr>
        <w:rPr>
          <w:sz w:val="28"/>
        </w:rPr>
      </w:pPr>
    </w:p>
    <w:p w:rsidR="00A213BD" w:rsidRPr="00B70F09" w:rsidRDefault="00A213BD" w:rsidP="00B70F09">
      <w:pPr>
        <w:rPr>
          <w:vanish/>
        </w:rPr>
      </w:pPr>
    </w:p>
    <w:p w:rsidR="00A213BD" w:rsidRPr="00B70F09" w:rsidRDefault="00A213BD" w:rsidP="00B70F09">
      <w:pPr>
        <w:rPr>
          <w:vanish/>
        </w:rPr>
      </w:pPr>
    </w:p>
    <w:p w:rsidR="00A213BD" w:rsidRPr="00B70F09" w:rsidRDefault="00A213BD" w:rsidP="00B70F09">
      <w:pPr>
        <w:rPr>
          <w:sz w:val="28"/>
        </w:rPr>
      </w:pPr>
      <w:r>
        <w:rPr>
          <w:noProof/>
        </w:rPr>
        <w:pict>
          <v:shape id="Text Box 14" o:spid="_x0000_s1040" type="#_x0000_t202" style="position:absolute;margin-left:-8.1pt;margin-top:45.1pt;width:773.25pt;height:52.6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" filled="f" stroked="f">
            <v:textbox>
              <w:txbxContent>
                <w:p w:rsidR="00A213BD" w:rsidRDefault="00A213BD" w:rsidP="00B70F0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Исполняющий обязанности глава Подгорносинюхинского сельского</w:t>
                  </w:r>
                </w:p>
                <w:p w:rsidR="00A213BD" w:rsidRDefault="00A213BD" w:rsidP="0033518E">
                  <w:pPr>
                    <w:ind w:left="993" w:hanging="99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поселения   Отрадненского района                                                                                                                               А.А. Кособоков</w:t>
                  </w:r>
                </w:p>
              </w:txbxContent>
            </v:textbox>
            <w10:wrap type="square"/>
          </v:shape>
        </w:pict>
      </w:r>
    </w:p>
    <w:p w:rsidR="00A213BD" w:rsidRPr="00B70F09" w:rsidRDefault="00A213BD" w:rsidP="00B70F09">
      <w:pPr>
        <w:rPr>
          <w:sz w:val="28"/>
        </w:rPr>
        <w:sectPr w:rsidR="00A213BD" w:rsidRPr="00B70F09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A213BD" w:rsidRPr="00B70F09" w:rsidRDefault="00A213BD" w:rsidP="00B70F09">
      <w:pPr>
        <w:jc w:val="both"/>
        <w:rPr>
          <w:sz w:val="28"/>
        </w:rPr>
      </w:pPr>
    </w:p>
    <w:p w:rsidR="00A213BD" w:rsidRPr="00B70F09" w:rsidRDefault="00A213BD" w:rsidP="00B70F09">
      <w:pPr>
        <w:jc w:val="both"/>
        <w:rPr>
          <w:sz w:val="28"/>
        </w:rPr>
      </w:pPr>
    </w:p>
    <w:p w:rsidR="00A213BD" w:rsidRDefault="00A213BD"/>
    <w:sectPr w:rsidR="00A213BD" w:rsidSect="00884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09"/>
    <w:rsid w:val="00057A33"/>
    <w:rsid w:val="00115659"/>
    <w:rsid w:val="0017468C"/>
    <w:rsid w:val="001B2083"/>
    <w:rsid w:val="001F763E"/>
    <w:rsid w:val="0023792F"/>
    <w:rsid w:val="002A6F56"/>
    <w:rsid w:val="002D7E67"/>
    <w:rsid w:val="002E0420"/>
    <w:rsid w:val="00302DF7"/>
    <w:rsid w:val="0033518E"/>
    <w:rsid w:val="00345FEF"/>
    <w:rsid w:val="00373775"/>
    <w:rsid w:val="003839F1"/>
    <w:rsid w:val="003C1465"/>
    <w:rsid w:val="003E029D"/>
    <w:rsid w:val="004736C2"/>
    <w:rsid w:val="005A12B3"/>
    <w:rsid w:val="00620270"/>
    <w:rsid w:val="00686A37"/>
    <w:rsid w:val="006B1AAE"/>
    <w:rsid w:val="008840E3"/>
    <w:rsid w:val="009376F5"/>
    <w:rsid w:val="009E4BD8"/>
    <w:rsid w:val="00A213BD"/>
    <w:rsid w:val="00A6236A"/>
    <w:rsid w:val="00A822A9"/>
    <w:rsid w:val="00AF0637"/>
    <w:rsid w:val="00B70F09"/>
    <w:rsid w:val="00B71615"/>
    <w:rsid w:val="00B96B20"/>
    <w:rsid w:val="00BB31F7"/>
    <w:rsid w:val="00C05D71"/>
    <w:rsid w:val="00C978B1"/>
    <w:rsid w:val="00CB36B6"/>
    <w:rsid w:val="00CC1FDB"/>
    <w:rsid w:val="00D41BE0"/>
    <w:rsid w:val="00E60458"/>
    <w:rsid w:val="00EC7076"/>
    <w:rsid w:val="00F60A8B"/>
    <w:rsid w:val="00F81B08"/>
    <w:rsid w:val="00F84A68"/>
    <w:rsid w:val="00FF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E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70F0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33</Words>
  <Characters>191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2015-01-21T07:58:00Z</cp:lastPrinted>
  <dcterms:created xsi:type="dcterms:W3CDTF">2014-02-04T17:32:00Z</dcterms:created>
  <dcterms:modified xsi:type="dcterms:W3CDTF">2019-01-05T10:31:00Z</dcterms:modified>
</cp:coreProperties>
</file>