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111" w:rsidRPr="00137965" w:rsidRDefault="006C7111" w:rsidP="004216F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  <w:sz w:val="28"/>
          <w:szCs w:val="28"/>
        </w:rPr>
      </w:pPr>
      <w:r w:rsidRPr="00137965">
        <w:rPr>
          <w:rFonts w:ascii="Times New Roman" w:hAnsi="Times New Roman" w:cs="Times New Roman"/>
          <w:b/>
          <w:bCs/>
          <w:sz w:val="28"/>
          <w:szCs w:val="28"/>
        </w:rPr>
        <w:t xml:space="preserve">СОВЕТ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ПОДГОРНОСИНЮХИНСКОГО </w:t>
      </w:r>
      <w:r w:rsidRPr="00137965">
        <w:rPr>
          <w:rFonts w:ascii="Times New Roman" w:hAnsi="Times New Roman" w:cs="Times New Roman"/>
          <w:b/>
          <w:bCs/>
          <w:sz w:val="28"/>
          <w:szCs w:val="28"/>
        </w:rPr>
        <w:t xml:space="preserve">  СЕЛЬСКОГО ПОСЕЛЕНИЯ</w:t>
      </w:r>
    </w:p>
    <w:p w:rsidR="006C7111" w:rsidRPr="00137965" w:rsidRDefault="006C7111" w:rsidP="004216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7965">
        <w:rPr>
          <w:rFonts w:ascii="Times New Roman" w:hAnsi="Times New Roman" w:cs="Times New Roman"/>
          <w:b/>
          <w:bCs/>
          <w:sz w:val="28"/>
          <w:szCs w:val="28"/>
        </w:rPr>
        <w:t>ОТРАДНЕНСКОГО РАЙОНА</w:t>
      </w:r>
    </w:p>
    <w:p w:rsidR="006C7111" w:rsidRPr="00137965" w:rsidRDefault="006C7111" w:rsidP="004216F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СЕМЬДЕСЯТ    ПЕРВАЯ  </w:t>
      </w:r>
      <w:r w:rsidRPr="00137965">
        <w:rPr>
          <w:rFonts w:ascii="Times New Roman" w:hAnsi="Times New Roman" w:cs="Times New Roman"/>
          <w:b/>
          <w:bCs/>
          <w:sz w:val="28"/>
          <w:szCs w:val="28"/>
        </w:rPr>
        <w:t>СЕССИЯ</w:t>
      </w:r>
    </w:p>
    <w:p w:rsidR="006C7111" w:rsidRPr="00137965" w:rsidRDefault="006C7111" w:rsidP="004216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137965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137965">
        <w:rPr>
          <w:rFonts w:ascii="Times New Roman" w:hAnsi="Times New Roman" w:cs="Times New Roman"/>
          <w:b/>
          <w:bCs/>
          <w:sz w:val="28"/>
          <w:szCs w:val="28"/>
        </w:rPr>
        <w:t xml:space="preserve"> СОЗЫВ)</w:t>
      </w:r>
    </w:p>
    <w:p w:rsidR="006C7111" w:rsidRPr="00137965" w:rsidRDefault="006C7111" w:rsidP="004216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7111" w:rsidRPr="00137965" w:rsidRDefault="006C7111" w:rsidP="004216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7965"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</w:p>
    <w:p w:rsidR="006C7111" w:rsidRPr="00137965" w:rsidRDefault="006C7111" w:rsidP="004216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6C7111" w:rsidRPr="00137965" w:rsidRDefault="006C7111" w:rsidP="004216F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18.04.2014                                                                                               </w:t>
      </w:r>
      <w:r w:rsidRPr="00137965">
        <w:rPr>
          <w:rFonts w:ascii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222</w:t>
      </w:r>
      <w:r w:rsidRPr="001379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C7111" w:rsidRPr="00137965" w:rsidRDefault="006C7111" w:rsidP="00EE60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7965">
        <w:rPr>
          <w:rFonts w:ascii="Times New Roman" w:hAnsi="Times New Roman" w:cs="Times New Roman"/>
          <w:sz w:val="24"/>
          <w:szCs w:val="24"/>
        </w:rPr>
        <w:t xml:space="preserve">ст-ца </w:t>
      </w:r>
      <w:r>
        <w:rPr>
          <w:rFonts w:ascii="Times New Roman" w:hAnsi="Times New Roman" w:cs="Times New Roman"/>
          <w:sz w:val="24"/>
          <w:szCs w:val="24"/>
        </w:rPr>
        <w:t>Подгорная Синюха</w:t>
      </w:r>
    </w:p>
    <w:p w:rsidR="006C7111" w:rsidRPr="00137965" w:rsidRDefault="006C7111" w:rsidP="004216F8">
      <w:pPr>
        <w:rPr>
          <w:rFonts w:ascii="Times New Roman" w:hAnsi="Times New Roman" w:cs="Times New Roman"/>
          <w:sz w:val="28"/>
          <w:szCs w:val="28"/>
        </w:rPr>
      </w:pPr>
    </w:p>
    <w:p w:rsidR="006C7111" w:rsidRPr="00137965" w:rsidRDefault="006C7111" w:rsidP="004216F8">
      <w:pPr>
        <w:pStyle w:val="Title"/>
        <w:rPr>
          <w:sz w:val="28"/>
          <w:szCs w:val="28"/>
          <w:lang w:val="ru-RU"/>
        </w:rPr>
      </w:pPr>
      <w:r w:rsidRPr="00137965">
        <w:rPr>
          <w:sz w:val="28"/>
          <w:szCs w:val="28"/>
          <w:lang w:val="ru-RU"/>
        </w:rPr>
        <w:t xml:space="preserve">Об утверждении </w:t>
      </w:r>
      <w:r>
        <w:rPr>
          <w:sz w:val="28"/>
          <w:szCs w:val="28"/>
          <w:lang w:val="ru-RU"/>
        </w:rPr>
        <w:t>схем границ прилегающих территорий, на которых не допускается розничная продажа алкогольной продукции на территории Подгорносинюхинского сельского поселения Отрадненского района</w:t>
      </w:r>
      <w:r w:rsidRPr="00137965">
        <w:rPr>
          <w:sz w:val="28"/>
          <w:szCs w:val="28"/>
          <w:lang w:val="ru-RU"/>
        </w:rPr>
        <w:t xml:space="preserve"> </w:t>
      </w:r>
    </w:p>
    <w:p w:rsidR="006C7111" w:rsidRPr="00137965" w:rsidRDefault="006C7111" w:rsidP="004216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7111" w:rsidRPr="00137965" w:rsidRDefault="006C7111" w:rsidP="0042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965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целях реализации статьи 16 Федерального закона от 22 ноября 1995 года №171-ФЗ «О государственном регулировании производства и оборота этилового спирта, алкогольной и спиртосодержащей продукции и об ограничения потребления (распития) алкогольной продукции» на территории Подгорносинюхинского сельского поселения Отрадненского района, руководствуясь Законом Краснодарского края от 4 июня 2012 года №2497-КЗ «Об установлении ограничений в сфере розничной продажи алкогольной продукции и безалкогольных тонизирующих напитков», а так же Правилами определения органами местного самоуправления границ, прилегающих к некоторым организациям и объектам, территорий, на которых не допускается розничная продажа алкогольной продукции, утвержденных постановлением Правительства РФ от 27 декабря 2012 года №1425 « 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определения органами местного самоуправления границ,  прилегающих к некоторым организациям и объектам территорий, на которых не допускается  розничная продажа алкогольной продукции», решения  Совета Подгорносинюхинского сельского поселения Отрадненского района от 18 октября  2013 года № 191 «Об определении минимального значения и способа расчета расстояния от организаций и (или) объектов, до границ прилегающих территорий, на которых не допускается розничная продажа алкогольной продукции на территории Подгорносинюхинского сельского поселения Отрадненского района», Уставом Подгорносинюхинского сельского поселения Отрадненского района, Совет  Подгорносинюхинского  сельского поселения  Отрадненского  района  р е ш и л:</w:t>
      </w:r>
    </w:p>
    <w:p w:rsidR="006C7111" w:rsidRDefault="006C7111" w:rsidP="004216F8">
      <w:pPr>
        <w:shd w:val="clear" w:color="auto" w:fill="FFFFFF"/>
        <w:tabs>
          <w:tab w:val="left" w:leader="underscore" w:pos="4962"/>
          <w:tab w:val="left" w:pos="5309"/>
        </w:tabs>
        <w:ind w:right="-5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C7111" w:rsidRDefault="006C7111" w:rsidP="004216F8">
      <w:pPr>
        <w:shd w:val="clear" w:color="auto" w:fill="FFFFFF"/>
        <w:tabs>
          <w:tab w:val="left" w:leader="underscore" w:pos="4962"/>
          <w:tab w:val="left" w:pos="5309"/>
        </w:tabs>
        <w:ind w:right="-5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1.Утвердить   схемы    границ    прилегающих   территорий   для  объектов, организаций, расположенных  на территории   Подгорносинюхинского сельского поселения, на территориях которых не допускается розничная продажа алкогольной продукции:</w:t>
      </w:r>
    </w:p>
    <w:p w:rsidR="006C7111" w:rsidRDefault="006C7111" w:rsidP="004216F8">
      <w:pPr>
        <w:shd w:val="clear" w:color="auto" w:fill="FFFFFF"/>
        <w:tabs>
          <w:tab w:val="left" w:leader="underscore" w:pos="4962"/>
          <w:tab w:val="left" w:pos="5309"/>
        </w:tabs>
        <w:ind w:right="-5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1) от Подгорносинюхинской  врачебной  амбулатории (приложение № 1);</w:t>
      </w:r>
    </w:p>
    <w:p w:rsidR="006C7111" w:rsidRDefault="006C7111" w:rsidP="00A94F24">
      <w:pPr>
        <w:shd w:val="clear" w:color="auto" w:fill="FFFFFF"/>
        <w:tabs>
          <w:tab w:val="left" w:leader="underscore" w:pos="4962"/>
          <w:tab w:val="left" w:pos="5309"/>
        </w:tabs>
        <w:ind w:right="-5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2) от  муниципального бюджетного общеобразовательного учреждения средней общеобразовательной школы № 14 и муниципального бюджетного дошкольного образовательного учреждения детский сад № 11 (приложение № 2);</w:t>
      </w:r>
    </w:p>
    <w:p w:rsidR="006C7111" w:rsidRDefault="006C7111" w:rsidP="00A94F24">
      <w:pPr>
        <w:shd w:val="clear" w:color="auto" w:fill="FFFFFF"/>
        <w:tabs>
          <w:tab w:val="left" w:leader="underscore" w:pos="4962"/>
          <w:tab w:val="left" w:pos="5309"/>
        </w:tabs>
        <w:ind w:right="-5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3) от   фельдшерско - акушерского  пункта   станицы   Спокойная    Синюха (приложение № 3);</w:t>
      </w:r>
    </w:p>
    <w:p w:rsidR="006C7111" w:rsidRDefault="006C7111" w:rsidP="00A94F24">
      <w:pPr>
        <w:shd w:val="clear" w:color="auto" w:fill="FFFFFF"/>
        <w:tabs>
          <w:tab w:val="left" w:leader="underscore" w:pos="4962"/>
          <w:tab w:val="left" w:pos="5309"/>
        </w:tabs>
        <w:ind w:right="-5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4) от  фельдшерско- акушерского      пункта       хутора   Солдатская        Балка                                    ( приложение № 4).</w:t>
      </w:r>
    </w:p>
    <w:p w:rsidR="006C7111" w:rsidRPr="00F4600F" w:rsidRDefault="006C7111" w:rsidP="00A94F24">
      <w:pPr>
        <w:shd w:val="clear" w:color="auto" w:fill="FFFFFF"/>
        <w:tabs>
          <w:tab w:val="left" w:leader="underscore" w:pos="4962"/>
          <w:tab w:val="left" w:pos="5309"/>
        </w:tabs>
        <w:ind w:right="-5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Опубликовать   настоящее  решение   в газете «Сельская Жизнь», разместить на официальном сайте администрации Подгорносинюхинского сельского поселения Отрадненского района </w:t>
      </w:r>
      <w:hyperlink r:id="rId5" w:history="1">
        <w:r w:rsidRPr="00AC7205"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 w:rsidRPr="00F4600F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AC7205">
          <w:rPr>
            <w:rStyle w:val="Hyperlink"/>
            <w:rFonts w:ascii="Times New Roman" w:hAnsi="Times New Roman"/>
            <w:sz w:val="28"/>
            <w:szCs w:val="28"/>
            <w:lang w:val="en-US"/>
          </w:rPr>
          <w:t>podgornayasinyuha</w:t>
        </w:r>
        <w:r w:rsidRPr="00F4600F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AC7205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6C7111" w:rsidRDefault="006C7111" w:rsidP="00A94F24">
      <w:pPr>
        <w:shd w:val="clear" w:color="auto" w:fill="FFFFFF"/>
        <w:tabs>
          <w:tab w:val="left" w:leader="underscore" w:pos="4962"/>
          <w:tab w:val="left" w:pos="5309"/>
        </w:tabs>
        <w:ind w:right="-597"/>
        <w:rPr>
          <w:rFonts w:ascii="Times New Roman" w:hAnsi="Times New Roman" w:cs="Times New Roman"/>
          <w:sz w:val="28"/>
          <w:szCs w:val="28"/>
        </w:rPr>
      </w:pPr>
      <w:r w:rsidRPr="00F4600F">
        <w:rPr>
          <w:rFonts w:ascii="Times New Roman" w:hAnsi="Times New Roman" w:cs="Times New Roman"/>
          <w:sz w:val="28"/>
          <w:szCs w:val="28"/>
        </w:rPr>
        <w:t xml:space="preserve">     3.</w:t>
      </w:r>
      <w:r>
        <w:rPr>
          <w:rFonts w:ascii="Times New Roman" w:hAnsi="Times New Roman" w:cs="Times New Roman"/>
          <w:sz w:val="28"/>
          <w:szCs w:val="28"/>
        </w:rPr>
        <w:t>Решение вступает  в силу  со дня   опубликования (обнародования).</w:t>
      </w:r>
    </w:p>
    <w:p w:rsidR="006C7111" w:rsidRDefault="006C7111" w:rsidP="00A94F24">
      <w:pPr>
        <w:shd w:val="clear" w:color="auto" w:fill="FFFFFF"/>
        <w:tabs>
          <w:tab w:val="left" w:leader="underscore" w:pos="4962"/>
          <w:tab w:val="left" w:pos="5309"/>
        </w:tabs>
        <w:ind w:right="-597"/>
        <w:rPr>
          <w:rFonts w:ascii="Times New Roman" w:hAnsi="Times New Roman" w:cs="Times New Roman"/>
          <w:sz w:val="28"/>
          <w:szCs w:val="28"/>
        </w:rPr>
      </w:pPr>
    </w:p>
    <w:p w:rsidR="006C7111" w:rsidRDefault="006C7111" w:rsidP="00340186">
      <w:pPr>
        <w:shd w:val="clear" w:color="auto" w:fill="FFFFFF"/>
        <w:tabs>
          <w:tab w:val="left" w:leader="underscore" w:pos="4962"/>
          <w:tab w:val="left" w:pos="5309"/>
        </w:tabs>
        <w:spacing w:after="0" w:line="240" w:lineRule="auto"/>
        <w:ind w:righ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Подгорносинюхинского сельского </w:t>
      </w:r>
    </w:p>
    <w:p w:rsidR="006C7111" w:rsidRDefault="006C7111" w:rsidP="00340186">
      <w:pPr>
        <w:shd w:val="clear" w:color="auto" w:fill="FFFFFF"/>
        <w:tabs>
          <w:tab w:val="left" w:pos="7800"/>
        </w:tabs>
        <w:spacing w:after="0" w:line="240" w:lineRule="auto"/>
        <w:ind w:righ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Отрадненского района</w:t>
      </w:r>
      <w:r>
        <w:rPr>
          <w:rFonts w:ascii="Times New Roman" w:hAnsi="Times New Roman" w:cs="Times New Roman"/>
          <w:sz w:val="28"/>
          <w:szCs w:val="28"/>
        </w:rPr>
        <w:tab/>
        <w:t>В.Н.Меньшаев</w:t>
      </w:r>
    </w:p>
    <w:p w:rsidR="006C7111" w:rsidRDefault="006C7111" w:rsidP="00340186">
      <w:pPr>
        <w:shd w:val="clear" w:color="auto" w:fill="FFFFFF"/>
        <w:tabs>
          <w:tab w:val="left" w:pos="7800"/>
        </w:tabs>
        <w:spacing w:after="0" w:line="240" w:lineRule="auto"/>
        <w:ind w:right="2835"/>
        <w:rPr>
          <w:rFonts w:ascii="Times New Roman" w:hAnsi="Times New Roman" w:cs="Times New Roman"/>
          <w:sz w:val="28"/>
          <w:szCs w:val="28"/>
        </w:rPr>
      </w:pPr>
    </w:p>
    <w:p w:rsidR="006C7111" w:rsidRDefault="006C7111" w:rsidP="00340186">
      <w:pPr>
        <w:shd w:val="clear" w:color="auto" w:fill="FFFFFF"/>
        <w:tabs>
          <w:tab w:val="left" w:pos="7800"/>
        </w:tabs>
        <w:spacing w:after="0" w:line="240" w:lineRule="auto"/>
        <w:ind w:right="2835"/>
        <w:rPr>
          <w:rFonts w:ascii="Times New Roman" w:hAnsi="Times New Roman" w:cs="Times New Roman"/>
          <w:sz w:val="28"/>
          <w:szCs w:val="28"/>
        </w:rPr>
      </w:pPr>
    </w:p>
    <w:p w:rsidR="006C7111" w:rsidRDefault="006C7111" w:rsidP="00975734">
      <w:pPr>
        <w:shd w:val="clear" w:color="auto" w:fill="FFFFFF"/>
        <w:tabs>
          <w:tab w:val="left" w:pos="7800"/>
        </w:tabs>
        <w:ind w:right="-597"/>
        <w:rPr>
          <w:rFonts w:ascii="Times New Roman" w:hAnsi="Times New Roman" w:cs="Times New Roman"/>
          <w:sz w:val="28"/>
          <w:szCs w:val="28"/>
        </w:rPr>
      </w:pPr>
    </w:p>
    <w:p w:rsidR="006C7111" w:rsidRPr="00975734" w:rsidRDefault="006C7111" w:rsidP="00975734">
      <w:pPr>
        <w:shd w:val="clear" w:color="auto" w:fill="FFFFFF"/>
        <w:tabs>
          <w:tab w:val="left" w:pos="7800"/>
        </w:tabs>
        <w:ind w:right="-597"/>
        <w:rPr>
          <w:rFonts w:ascii="Times New Roman" w:hAnsi="Times New Roman" w:cs="Times New Roman"/>
          <w:sz w:val="28"/>
          <w:szCs w:val="28"/>
        </w:rPr>
      </w:pPr>
    </w:p>
    <w:p w:rsidR="006C7111" w:rsidRDefault="006C7111" w:rsidP="00137965">
      <w:pPr>
        <w:shd w:val="clear" w:color="auto" w:fill="FFFFFF"/>
        <w:tabs>
          <w:tab w:val="left" w:leader="underscore" w:pos="4962"/>
          <w:tab w:val="left" w:pos="5309"/>
        </w:tabs>
        <w:ind w:right="-597"/>
        <w:rPr>
          <w:rFonts w:ascii="Times New Roman" w:hAnsi="Times New Roman" w:cs="Times New Roman"/>
          <w:sz w:val="28"/>
          <w:szCs w:val="28"/>
        </w:rPr>
      </w:pPr>
    </w:p>
    <w:p w:rsidR="006C7111" w:rsidRDefault="006C7111" w:rsidP="00137965">
      <w:pPr>
        <w:shd w:val="clear" w:color="auto" w:fill="FFFFFF"/>
        <w:tabs>
          <w:tab w:val="left" w:leader="underscore" w:pos="4962"/>
          <w:tab w:val="left" w:pos="5309"/>
        </w:tabs>
        <w:ind w:right="-597"/>
        <w:rPr>
          <w:rFonts w:ascii="Times New Roman" w:hAnsi="Times New Roman" w:cs="Times New Roman"/>
          <w:sz w:val="28"/>
          <w:szCs w:val="28"/>
        </w:rPr>
      </w:pPr>
    </w:p>
    <w:p w:rsidR="006C7111" w:rsidRDefault="006C7111" w:rsidP="00137965">
      <w:pPr>
        <w:shd w:val="clear" w:color="auto" w:fill="FFFFFF"/>
        <w:tabs>
          <w:tab w:val="left" w:leader="underscore" w:pos="4962"/>
          <w:tab w:val="left" w:pos="5309"/>
        </w:tabs>
        <w:ind w:right="-597"/>
        <w:rPr>
          <w:rFonts w:ascii="Times New Roman" w:hAnsi="Times New Roman" w:cs="Times New Roman"/>
          <w:sz w:val="28"/>
          <w:szCs w:val="28"/>
        </w:rPr>
      </w:pPr>
    </w:p>
    <w:p w:rsidR="006C7111" w:rsidRDefault="006C7111" w:rsidP="00137965">
      <w:pPr>
        <w:shd w:val="clear" w:color="auto" w:fill="FFFFFF"/>
        <w:tabs>
          <w:tab w:val="left" w:leader="underscore" w:pos="4962"/>
          <w:tab w:val="left" w:pos="5309"/>
        </w:tabs>
        <w:ind w:right="-597"/>
        <w:rPr>
          <w:rFonts w:ascii="Times New Roman" w:hAnsi="Times New Roman" w:cs="Times New Roman"/>
          <w:sz w:val="28"/>
          <w:szCs w:val="28"/>
        </w:rPr>
      </w:pPr>
    </w:p>
    <w:p w:rsidR="006C7111" w:rsidRPr="00137965" w:rsidRDefault="006C7111" w:rsidP="00137965">
      <w:pPr>
        <w:shd w:val="clear" w:color="auto" w:fill="FFFFFF"/>
        <w:tabs>
          <w:tab w:val="left" w:leader="underscore" w:pos="4962"/>
          <w:tab w:val="left" w:pos="5309"/>
        </w:tabs>
        <w:ind w:right="-597"/>
        <w:rPr>
          <w:rFonts w:ascii="Times New Roman" w:hAnsi="Times New Roman" w:cs="Times New Roman"/>
          <w:sz w:val="28"/>
          <w:szCs w:val="28"/>
        </w:rPr>
      </w:pPr>
    </w:p>
    <w:p w:rsidR="006C7111" w:rsidRDefault="006C7111" w:rsidP="00137965">
      <w:pPr>
        <w:shd w:val="clear" w:color="auto" w:fill="FFFFFF"/>
        <w:tabs>
          <w:tab w:val="left" w:leader="underscore" w:pos="4962"/>
          <w:tab w:val="left" w:pos="5309"/>
        </w:tabs>
        <w:spacing w:after="0" w:line="240" w:lineRule="auto"/>
        <w:ind w:right="-597" w:firstLine="5245"/>
        <w:jc w:val="both"/>
        <w:rPr>
          <w:rFonts w:ascii="Times New Roman" w:hAnsi="Times New Roman" w:cs="Times New Roman"/>
          <w:sz w:val="28"/>
          <w:szCs w:val="28"/>
        </w:rPr>
      </w:pPr>
    </w:p>
    <w:p w:rsidR="006C7111" w:rsidRPr="00137965" w:rsidRDefault="006C7111" w:rsidP="00137965">
      <w:pPr>
        <w:shd w:val="clear" w:color="auto" w:fill="FFFFFF"/>
        <w:tabs>
          <w:tab w:val="left" w:leader="underscore" w:pos="4962"/>
          <w:tab w:val="left" w:pos="5309"/>
        </w:tabs>
        <w:spacing w:after="0" w:line="240" w:lineRule="auto"/>
        <w:ind w:right="-597" w:firstLine="5245"/>
        <w:jc w:val="both"/>
        <w:rPr>
          <w:rFonts w:ascii="Times New Roman" w:hAnsi="Times New Roman" w:cs="Times New Roman"/>
          <w:sz w:val="28"/>
          <w:szCs w:val="28"/>
        </w:rPr>
      </w:pPr>
      <w:r w:rsidRPr="00137965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C7111" w:rsidRDefault="006C7111" w:rsidP="00137965">
      <w:pPr>
        <w:shd w:val="clear" w:color="auto" w:fill="FFFFFF"/>
        <w:tabs>
          <w:tab w:val="left" w:leader="underscore" w:pos="4962"/>
          <w:tab w:val="left" w:pos="5309"/>
        </w:tabs>
        <w:spacing w:after="0" w:line="240" w:lineRule="auto"/>
        <w:ind w:right="-597" w:firstLine="5245"/>
        <w:jc w:val="both"/>
        <w:rPr>
          <w:rFonts w:ascii="Times New Roman" w:hAnsi="Times New Roman" w:cs="Times New Roman"/>
          <w:sz w:val="28"/>
          <w:szCs w:val="28"/>
        </w:rPr>
      </w:pPr>
    </w:p>
    <w:p w:rsidR="006C7111" w:rsidRPr="00137965" w:rsidRDefault="006C7111" w:rsidP="00137965">
      <w:pPr>
        <w:shd w:val="clear" w:color="auto" w:fill="FFFFFF"/>
        <w:tabs>
          <w:tab w:val="left" w:leader="underscore" w:pos="4962"/>
          <w:tab w:val="left" w:pos="5309"/>
        </w:tabs>
        <w:spacing w:after="0" w:line="240" w:lineRule="auto"/>
        <w:ind w:right="-597" w:firstLine="5245"/>
        <w:jc w:val="both"/>
        <w:rPr>
          <w:rFonts w:ascii="Times New Roman" w:hAnsi="Times New Roman" w:cs="Times New Roman"/>
          <w:sz w:val="28"/>
          <w:szCs w:val="28"/>
        </w:rPr>
      </w:pPr>
      <w:r w:rsidRPr="00137965">
        <w:rPr>
          <w:rFonts w:ascii="Times New Roman" w:hAnsi="Times New Roman" w:cs="Times New Roman"/>
          <w:sz w:val="28"/>
          <w:szCs w:val="28"/>
        </w:rPr>
        <w:t>УТВЕРЖДЕНО</w:t>
      </w:r>
    </w:p>
    <w:p w:rsidR="006C7111" w:rsidRDefault="006C7111" w:rsidP="00EE60D5">
      <w:pPr>
        <w:shd w:val="clear" w:color="auto" w:fill="FFFFFF"/>
        <w:tabs>
          <w:tab w:val="left" w:leader="underscore" w:pos="4962"/>
          <w:tab w:val="left" w:pos="5309"/>
        </w:tabs>
        <w:spacing w:after="0" w:line="240" w:lineRule="auto"/>
        <w:ind w:right="-595" w:firstLine="5245"/>
        <w:rPr>
          <w:rFonts w:ascii="Times New Roman" w:hAnsi="Times New Roman" w:cs="Times New Roman"/>
          <w:sz w:val="28"/>
          <w:szCs w:val="28"/>
        </w:rPr>
      </w:pPr>
      <w:r w:rsidRPr="00137965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>
        <w:rPr>
          <w:rFonts w:ascii="Times New Roman" w:hAnsi="Times New Roman" w:cs="Times New Roman"/>
          <w:sz w:val="28"/>
          <w:szCs w:val="28"/>
        </w:rPr>
        <w:t xml:space="preserve">Подгорно-        </w:t>
      </w:r>
    </w:p>
    <w:p w:rsidR="006C7111" w:rsidRPr="00137965" w:rsidRDefault="006C7111" w:rsidP="00EE60D5">
      <w:pPr>
        <w:shd w:val="clear" w:color="auto" w:fill="FFFFFF"/>
        <w:tabs>
          <w:tab w:val="left" w:leader="underscore" w:pos="4962"/>
          <w:tab w:val="left" w:pos="5309"/>
        </w:tabs>
        <w:spacing w:after="0" w:line="240" w:lineRule="auto"/>
        <w:ind w:right="-595"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синюхинского </w:t>
      </w:r>
      <w:r w:rsidRPr="00137965">
        <w:rPr>
          <w:rFonts w:ascii="Times New Roman" w:hAnsi="Times New Roman" w:cs="Times New Roman"/>
          <w:sz w:val="28"/>
          <w:szCs w:val="28"/>
        </w:rPr>
        <w:t>сельского</w:t>
      </w:r>
    </w:p>
    <w:p w:rsidR="006C7111" w:rsidRPr="00137965" w:rsidRDefault="006C7111" w:rsidP="00EE60D5">
      <w:pPr>
        <w:shd w:val="clear" w:color="auto" w:fill="FFFFFF"/>
        <w:tabs>
          <w:tab w:val="left" w:pos="4962"/>
        </w:tabs>
        <w:spacing w:after="0" w:line="240" w:lineRule="auto"/>
        <w:ind w:right="-595" w:firstLine="5245"/>
        <w:jc w:val="both"/>
        <w:rPr>
          <w:rFonts w:ascii="Times New Roman" w:hAnsi="Times New Roman" w:cs="Times New Roman"/>
          <w:sz w:val="28"/>
          <w:szCs w:val="28"/>
        </w:rPr>
      </w:pPr>
      <w:r w:rsidRPr="00137965">
        <w:rPr>
          <w:rFonts w:ascii="Times New Roman" w:hAnsi="Times New Roman" w:cs="Times New Roman"/>
          <w:sz w:val="28"/>
          <w:szCs w:val="28"/>
        </w:rPr>
        <w:t>поселения Отрадненского района</w:t>
      </w:r>
    </w:p>
    <w:p w:rsidR="006C7111" w:rsidRPr="00137965" w:rsidRDefault="006C7111" w:rsidP="00EE6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03.02.2014   № 215</w:t>
      </w:r>
    </w:p>
    <w:p w:rsidR="006C7111" w:rsidRPr="00EE60D5" w:rsidRDefault="006C7111" w:rsidP="004216F8">
      <w:pPr>
        <w:shd w:val="clear" w:color="auto" w:fill="FFFFFF"/>
        <w:tabs>
          <w:tab w:val="left" w:pos="1134"/>
        </w:tabs>
        <w:spacing w:after="0" w:line="240" w:lineRule="auto"/>
        <w:rPr>
          <w:rFonts w:ascii="Times New Roman" w:hAnsi="Times New Roman" w:cs="Times New Roman"/>
          <w:i/>
          <w:iCs/>
          <w:spacing w:val="-1"/>
          <w:sz w:val="28"/>
          <w:szCs w:val="28"/>
        </w:rPr>
      </w:pPr>
    </w:p>
    <w:p w:rsidR="006C7111" w:rsidRPr="00EE60D5" w:rsidRDefault="006C7111" w:rsidP="004216F8">
      <w:pPr>
        <w:shd w:val="clear" w:color="auto" w:fill="FFFFFF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EE60D5">
        <w:rPr>
          <w:rFonts w:ascii="Times New Roman" w:hAnsi="Times New Roman" w:cs="Times New Roman"/>
          <w:spacing w:val="-1"/>
          <w:sz w:val="28"/>
          <w:szCs w:val="28"/>
        </w:rPr>
        <w:t xml:space="preserve">Унифицированный реестр муниципальных услуг </w:t>
      </w:r>
    </w:p>
    <w:p w:rsidR="006C7111" w:rsidRPr="00EE60D5" w:rsidRDefault="006C7111" w:rsidP="004216F8">
      <w:pPr>
        <w:shd w:val="clear" w:color="auto" w:fill="FFFFFF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EE60D5">
        <w:rPr>
          <w:rFonts w:ascii="Times New Roman" w:hAnsi="Times New Roman" w:cs="Times New Roman"/>
          <w:spacing w:val="-1"/>
          <w:sz w:val="28"/>
          <w:szCs w:val="28"/>
        </w:rPr>
        <w:t xml:space="preserve">и функций в сфере контрольно-надзорной деятельности </w:t>
      </w:r>
    </w:p>
    <w:p w:rsidR="006C7111" w:rsidRPr="00EE60D5" w:rsidRDefault="006C7111" w:rsidP="004216F8">
      <w:pPr>
        <w:shd w:val="clear" w:color="auto" w:fill="FFFFFF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EE60D5">
        <w:rPr>
          <w:rFonts w:ascii="Times New Roman" w:hAnsi="Times New Roman" w:cs="Times New Roman"/>
          <w:spacing w:val="-1"/>
          <w:sz w:val="28"/>
          <w:szCs w:val="28"/>
        </w:rPr>
        <w:t>в администрации Подгорносинюхинского сельского поселения</w:t>
      </w:r>
    </w:p>
    <w:p w:rsidR="006C7111" w:rsidRDefault="006C7111" w:rsidP="004216F8">
      <w:pPr>
        <w:shd w:val="clear" w:color="auto" w:fill="FFFFFF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EE60D5">
        <w:rPr>
          <w:rFonts w:ascii="Times New Roman" w:hAnsi="Times New Roman" w:cs="Times New Roman"/>
          <w:spacing w:val="-1"/>
          <w:sz w:val="28"/>
          <w:szCs w:val="28"/>
        </w:rPr>
        <w:t xml:space="preserve">Отрадненского  района </w:t>
      </w:r>
    </w:p>
    <w:p w:rsidR="006C7111" w:rsidRPr="00EE60D5" w:rsidRDefault="006C7111" w:rsidP="004216F8">
      <w:pPr>
        <w:shd w:val="clear" w:color="auto" w:fill="FFFFFF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1"/>
        <w:gridCol w:w="8978"/>
      </w:tblGrid>
      <w:tr w:rsidR="006C7111" w:rsidRPr="00137965">
        <w:tc>
          <w:tcPr>
            <w:tcW w:w="911" w:type="dxa"/>
            <w:vMerge w:val="restart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№ п/п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84"/>
                <w:tab w:val="left" w:pos="1701"/>
                <w:tab w:val="left" w:pos="241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Муниципальные услуги</w:t>
            </w:r>
          </w:p>
          <w:p w:rsidR="006C7111" w:rsidRPr="00137965" w:rsidRDefault="006C7111" w:rsidP="00AD75A8">
            <w:pPr>
              <w:shd w:val="clear" w:color="auto" w:fill="FFFFFF"/>
              <w:tabs>
                <w:tab w:val="left" w:pos="284"/>
                <w:tab w:val="left" w:pos="1701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</w:tr>
      <w:tr w:rsidR="006C7111" w:rsidRPr="00137965">
        <w:tc>
          <w:tcPr>
            <w:tcW w:w="911" w:type="dxa"/>
            <w:vMerge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8978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                       Земельные и имущественные отношения</w:t>
            </w:r>
          </w:p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информации об объектах недвижимого имущества, находящихся в муниципальной собственности и предназначенных для сдачи в аренду. </w:t>
            </w: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муниципального имущества в аренду или безвозмездное пользование.</w:t>
            </w: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3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Выдача копий архивных документов, подтверждающих право на владение землей.</w:t>
            </w: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4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>Присвоение (уточнение) адресов объектам недвижимого имущества.</w:t>
            </w: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5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>Выдача справок и выписок из реестра муниципального имущества муниципального образования</w:t>
            </w:r>
          </w:p>
        </w:tc>
      </w:tr>
      <w:tr w:rsidR="006C7111" w:rsidRPr="00137965">
        <w:tc>
          <w:tcPr>
            <w:tcW w:w="9889" w:type="dxa"/>
            <w:gridSpan w:val="2"/>
          </w:tcPr>
          <w:p w:rsidR="006C7111" w:rsidRPr="00137965" w:rsidRDefault="006C7111" w:rsidP="00AD75A8">
            <w:pPr>
              <w:shd w:val="clear" w:color="auto" w:fill="FFFFFF"/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</w:p>
          <w:p w:rsidR="006C7111" w:rsidRDefault="006C7111" w:rsidP="005D63F9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Строительство</w:t>
            </w:r>
          </w:p>
          <w:p w:rsidR="006C7111" w:rsidRPr="00137965" w:rsidRDefault="006C7111" w:rsidP="005D63F9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6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строительство, реконструкцию объектов капитального строительства.</w:t>
            </w: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7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ввод в эксплуатацию построенных, реконструированных объектов капитального строительства.</w:t>
            </w: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8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>Выдача градостроительных планов земельных участков</w:t>
            </w:r>
          </w:p>
        </w:tc>
      </w:tr>
      <w:tr w:rsidR="006C7111" w:rsidRPr="00137965">
        <w:tc>
          <w:tcPr>
            <w:tcW w:w="9889" w:type="dxa"/>
            <w:gridSpan w:val="2"/>
            <w:vAlign w:val="center"/>
          </w:tcPr>
          <w:p w:rsidR="006C7111" w:rsidRPr="00137965" w:rsidRDefault="006C7111" w:rsidP="00AD75A8">
            <w:pPr>
              <w:shd w:val="clear" w:color="auto" w:fill="FFFFFF"/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7111" w:rsidRDefault="006C7111" w:rsidP="00AD75A8">
            <w:pPr>
              <w:shd w:val="clear" w:color="auto" w:fill="FFFFFF"/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Автотранспорт и дороги</w:t>
            </w:r>
          </w:p>
          <w:p w:rsidR="006C7111" w:rsidRPr="00137965" w:rsidRDefault="006C7111" w:rsidP="00AD75A8">
            <w:pPr>
              <w:shd w:val="clear" w:color="auto" w:fill="FFFFFF"/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9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>Выдача специального разрешения на движение по автомобильным дорогам местного значения транспортного средства, осуществляющего перевозки опасных, тяжеловесных и (или) крупногабаритных грузов.</w:t>
            </w:r>
          </w:p>
        </w:tc>
      </w:tr>
      <w:tr w:rsidR="006C7111" w:rsidRPr="00137965">
        <w:tc>
          <w:tcPr>
            <w:tcW w:w="9889" w:type="dxa"/>
            <w:gridSpan w:val="2"/>
          </w:tcPr>
          <w:p w:rsidR="006C7111" w:rsidRPr="00137965" w:rsidRDefault="006C7111" w:rsidP="005D63F9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Регулирование предпринимательской деятельности</w:t>
            </w: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10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>Заключение договора о предоставлении торгового места на ярмарке.</w:t>
            </w:r>
          </w:p>
        </w:tc>
      </w:tr>
      <w:tr w:rsidR="006C7111" w:rsidRPr="00137965">
        <w:tc>
          <w:tcPr>
            <w:tcW w:w="9889" w:type="dxa"/>
            <w:gridSpan w:val="2"/>
          </w:tcPr>
          <w:p w:rsidR="006C7111" w:rsidRPr="00137965" w:rsidRDefault="006C7111" w:rsidP="00AD75A8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C7111" w:rsidRDefault="006C7111" w:rsidP="00AD75A8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>Социальное обслуживание</w:t>
            </w:r>
          </w:p>
          <w:p w:rsidR="006C7111" w:rsidRDefault="006C7111" w:rsidP="00AD75A8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7111" w:rsidRPr="00137965" w:rsidRDefault="006C7111" w:rsidP="00AD75A8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11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>Признание граждан малоимущими в целях принятия их на учет в качестве нуждающихся в жилых помещениях</w:t>
            </w: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12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>Принятие на учет граждан в качестве нуждающихся в жилых помещениях, предоставляемых по договорам социального найма.</w:t>
            </w: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13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учетные данные граждан, состоящих на учете в качестве нуждающихся в жилых помещениях.</w:t>
            </w: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14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 xml:space="preserve">Выдача разрешения на вступление в брак лицам, достигшим возраста 16-ти лет, но не достигшим совершеннолетия </w:t>
            </w:r>
          </w:p>
        </w:tc>
      </w:tr>
      <w:tr w:rsidR="006C7111" w:rsidRPr="00137965">
        <w:tc>
          <w:tcPr>
            <w:tcW w:w="9889" w:type="dxa"/>
            <w:gridSpan w:val="2"/>
            <w:vAlign w:val="center"/>
          </w:tcPr>
          <w:p w:rsidR="006C7111" w:rsidRPr="00137965" w:rsidRDefault="006C7111" w:rsidP="00AD7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C7111" w:rsidRDefault="006C7111" w:rsidP="00AD7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>Архивный фонд и предоставление справочной информации</w:t>
            </w:r>
          </w:p>
          <w:p w:rsidR="006C7111" w:rsidRPr="00137965" w:rsidRDefault="006C7111" w:rsidP="00AD7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15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>Предоставление архивных справок, выписок, копий архивных документов.</w:t>
            </w: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16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>Предоставление копий правовых актов администрации муниципального образования.</w:t>
            </w: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17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Предоставление выписок из похозяйственной книги</w:t>
            </w:r>
          </w:p>
        </w:tc>
      </w:tr>
      <w:tr w:rsidR="006C7111" w:rsidRPr="00137965">
        <w:trPr>
          <w:trHeight w:val="70"/>
        </w:trPr>
        <w:tc>
          <w:tcPr>
            <w:tcW w:w="9889" w:type="dxa"/>
            <w:gridSpan w:val="2"/>
          </w:tcPr>
          <w:p w:rsidR="006C7111" w:rsidRPr="00137965" w:rsidRDefault="006C7111" w:rsidP="00AD75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C7111" w:rsidRDefault="006C7111" w:rsidP="00AD7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Жилищно-коммунальное хозяйство</w:t>
            </w:r>
          </w:p>
          <w:p w:rsidR="006C7111" w:rsidRPr="00137965" w:rsidRDefault="006C7111" w:rsidP="00AD7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18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>Согласование (отказ в согласовании) переустройства и (или) перепланировки жилого помещения.</w:t>
            </w: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19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>Перевод (отказ в переводе) жилого помещения в нежилое или нежилого помещения в жилое помещение.</w:t>
            </w: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20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 xml:space="preserve">Признание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установленном порядке жилых помещений пригодными(непригодными)  для проживания</w:t>
            </w: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21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 xml:space="preserve">Выдача разрешения на вырубку (пересадку) зеленых насаждений </w:t>
            </w:r>
            <w:r w:rsidRPr="00137965">
              <w:rPr>
                <w:rFonts w:ascii="Times New Roman" w:hAnsi="Times New Roman" w:cs="Times New Roman"/>
                <w:sz w:val="28"/>
                <w:szCs w:val="28"/>
              </w:rPr>
              <w:br/>
              <w:t>на территории муниципального образования.</w:t>
            </w: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22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 xml:space="preserve">Выдача разрешения (ордера) на производство работ, связанных </w:t>
            </w:r>
            <w:r w:rsidRPr="00137965">
              <w:rPr>
                <w:rFonts w:ascii="Times New Roman" w:hAnsi="Times New Roman" w:cs="Times New Roman"/>
                <w:sz w:val="28"/>
                <w:szCs w:val="28"/>
              </w:rPr>
              <w:br/>
              <w:t>с разрытием территории общего пользования.</w:t>
            </w:r>
          </w:p>
        </w:tc>
      </w:tr>
      <w:tr w:rsidR="006C7111" w:rsidRPr="00137965">
        <w:tc>
          <w:tcPr>
            <w:tcW w:w="9889" w:type="dxa"/>
            <w:gridSpan w:val="2"/>
          </w:tcPr>
          <w:p w:rsidR="006C7111" w:rsidRDefault="006C7111" w:rsidP="00E018A4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услуги</w:t>
            </w:r>
          </w:p>
          <w:p w:rsidR="006C7111" w:rsidRPr="00137965" w:rsidRDefault="006C7111" w:rsidP="00E018A4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7111" w:rsidRPr="00137965">
        <w:tc>
          <w:tcPr>
            <w:tcW w:w="911" w:type="dxa"/>
          </w:tcPr>
          <w:p w:rsidR="006C7111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23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условий реализации на территории  муниципального образования прав граждан  на проведение собраний, митингов, демонстраций, шествий и пикетирования.</w:t>
            </w:r>
          </w:p>
        </w:tc>
      </w:tr>
      <w:tr w:rsidR="006C7111" w:rsidRPr="00137965">
        <w:tc>
          <w:tcPr>
            <w:tcW w:w="9889" w:type="dxa"/>
            <w:gridSpan w:val="2"/>
          </w:tcPr>
          <w:p w:rsidR="006C7111" w:rsidRPr="00137965" w:rsidRDefault="006C7111" w:rsidP="00AD7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C7111" w:rsidRDefault="006C7111" w:rsidP="00AD7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>.Функции в сфере контрольно-надзорной деятельности</w:t>
            </w:r>
          </w:p>
          <w:p w:rsidR="006C7111" w:rsidRPr="00137965" w:rsidRDefault="006C7111" w:rsidP="00AD7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24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муниципального земельного контроля.</w:t>
            </w: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25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муниципального лесного контроля.</w:t>
            </w:r>
          </w:p>
        </w:tc>
      </w:tr>
      <w:tr w:rsidR="006C7111" w:rsidRPr="00137965">
        <w:tc>
          <w:tcPr>
            <w:tcW w:w="911" w:type="dxa"/>
          </w:tcPr>
          <w:p w:rsidR="006C7111" w:rsidRPr="00137965" w:rsidRDefault="006C7111" w:rsidP="00AD75A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26</w:t>
            </w:r>
          </w:p>
        </w:tc>
        <w:tc>
          <w:tcPr>
            <w:tcW w:w="8978" w:type="dxa"/>
          </w:tcPr>
          <w:p w:rsidR="006C7111" w:rsidRPr="00137965" w:rsidRDefault="006C7111" w:rsidP="00AD75A8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965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муниципального контроля за сохранностью автомобильных дорог местного значения в границах населенных пунктов поселения (городского округа)</w:t>
            </w:r>
          </w:p>
        </w:tc>
      </w:tr>
    </w:tbl>
    <w:p w:rsidR="006C7111" w:rsidRPr="00137965" w:rsidRDefault="006C7111" w:rsidP="0042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111" w:rsidRDefault="006C7111" w:rsidP="0042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Исполняющая  обязанности</w:t>
      </w:r>
    </w:p>
    <w:p w:rsidR="006C7111" w:rsidRPr="00137965" w:rsidRDefault="006C7111" w:rsidP="0042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 </w:t>
      </w:r>
      <w:r w:rsidRPr="00137965">
        <w:rPr>
          <w:rFonts w:ascii="Times New Roman" w:hAnsi="Times New Roman" w:cs="Times New Roman"/>
          <w:sz w:val="28"/>
          <w:szCs w:val="28"/>
        </w:rPr>
        <w:t>общего отдела</w:t>
      </w:r>
    </w:p>
    <w:p w:rsidR="006C7111" w:rsidRPr="00137965" w:rsidRDefault="006C7111" w:rsidP="0042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796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Подгорносинюхинского</w:t>
      </w:r>
    </w:p>
    <w:p w:rsidR="006C7111" w:rsidRPr="00137965" w:rsidRDefault="006C7111" w:rsidP="0042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Т.И.Сорокина</w:t>
      </w:r>
    </w:p>
    <w:p w:rsidR="006C7111" w:rsidRPr="00137965" w:rsidRDefault="006C7111" w:rsidP="0042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111" w:rsidRPr="00137965" w:rsidRDefault="006C7111" w:rsidP="0042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111" w:rsidRPr="00137965" w:rsidRDefault="006C7111" w:rsidP="0042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111" w:rsidRPr="00137965" w:rsidRDefault="006C7111" w:rsidP="0042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111" w:rsidRPr="00137965" w:rsidRDefault="006C7111" w:rsidP="0042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111" w:rsidRPr="00137965" w:rsidRDefault="006C7111" w:rsidP="0042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111" w:rsidRPr="00137965" w:rsidRDefault="006C7111" w:rsidP="0042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111" w:rsidRPr="00137965" w:rsidRDefault="006C7111" w:rsidP="0042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111" w:rsidRPr="00137965" w:rsidRDefault="006C7111" w:rsidP="0042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111" w:rsidRPr="00137965" w:rsidRDefault="006C7111" w:rsidP="0042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111" w:rsidRPr="00137965" w:rsidRDefault="006C7111" w:rsidP="0042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111" w:rsidRPr="00137965" w:rsidRDefault="006C7111" w:rsidP="0042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111" w:rsidRPr="00137965" w:rsidRDefault="006C7111" w:rsidP="0042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111" w:rsidRPr="00137965" w:rsidRDefault="006C7111" w:rsidP="0042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111" w:rsidRPr="00137965" w:rsidRDefault="006C7111" w:rsidP="0042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111" w:rsidRPr="00137965" w:rsidRDefault="006C7111" w:rsidP="004216F8">
      <w:pPr>
        <w:rPr>
          <w:rFonts w:ascii="Times New Roman" w:hAnsi="Times New Roman" w:cs="Times New Roman"/>
          <w:sz w:val="28"/>
          <w:szCs w:val="28"/>
        </w:rPr>
      </w:pPr>
    </w:p>
    <w:p w:rsidR="006C7111" w:rsidRPr="00137965" w:rsidRDefault="006C7111">
      <w:pPr>
        <w:rPr>
          <w:rFonts w:ascii="Times New Roman" w:hAnsi="Times New Roman" w:cs="Times New Roman"/>
          <w:sz w:val="28"/>
          <w:szCs w:val="28"/>
        </w:rPr>
      </w:pPr>
    </w:p>
    <w:sectPr w:rsidR="006C7111" w:rsidRPr="00137965" w:rsidSect="00EE60D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001B"/>
    <w:multiLevelType w:val="hybridMultilevel"/>
    <w:tmpl w:val="6FA0A6C6"/>
    <w:lvl w:ilvl="0" w:tplc="F6EE99D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16F8"/>
    <w:rsid w:val="000821A7"/>
    <w:rsid w:val="00137965"/>
    <w:rsid w:val="0017547B"/>
    <w:rsid w:val="00230DF7"/>
    <w:rsid w:val="002A336B"/>
    <w:rsid w:val="00300148"/>
    <w:rsid w:val="00340186"/>
    <w:rsid w:val="00397891"/>
    <w:rsid w:val="003A2985"/>
    <w:rsid w:val="00400C41"/>
    <w:rsid w:val="004216F8"/>
    <w:rsid w:val="00435263"/>
    <w:rsid w:val="004412B4"/>
    <w:rsid w:val="004F0252"/>
    <w:rsid w:val="005276DE"/>
    <w:rsid w:val="00572531"/>
    <w:rsid w:val="0059564A"/>
    <w:rsid w:val="005D63F9"/>
    <w:rsid w:val="006276EE"/>
    <w:rsid w:val="006C7111"/>
    <w:rsid w:val="007120FE"/>
    <w:rsid w:val="00763AE4"/>
    <w:rsid w:val="007C1907"/>
    <w:rsid w:val="008953F1"/>
    <w:rsid w:val="00962413"/>
    <w:rsid w:val="00975734"/>
    <w:rsid w:val="009F6D1E"/>
    <w:rsid w:val="00A21994"/>
    <w:rsid w:val="00A94F24"/>
    <w:rsid w:val="00AC7205"/>
    <w:rsid w:val="00AD75A8"/>
    <w:rsid w:val="00B1305E"/>
    <w:rsid w:val="00B43AF3"/>
    <w:rsid w:val="00BA72A7"/>
    <w:rsid w:val="00C03D6A"/>
    <w:rsid w:val="00C846A7"/>
    <w:rsid w:val="00CD7DA2"/>
    <w:rsid w:val="00DD51ED"/>
    <w:rsid w:val="00DE1DA1"/>
    <w:rsid w:val="00DE348F"/>
    <w:rsid w:val="00E018A4"/>
    <w:rsid w:val="00EC7423"/>
    <w:rsid w:val="00EE60D5"/>
    <w:rsid w:val="00F01F9B"/>
    <w:rsid w:val="00F4600F"/>
    <w:rsid w:val="00F758D4"/>
    <w:rsid w:val="00F97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6F8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4216F8"/>
    <w:pPr>
      <w:spacing w:after="0" w:line="240" w:lineRule="auto"/>
      <w:jc w:val="center"/>
    </w:pPr>
    <w:rPr>
      <w:rFonts w:ascii="Times New Roman" w:hAnsi="Times New Roman" w:cs="Times New Roman"/>
      <w:b/>
      <w:bCs/>
      <w:sz w:val="26"/>
      <w:szCs w:val="26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4216F8"/>
    <w:rPr>
      <w:rFonts w:ascii="Times New Roman" w:hAnsi="Times New Roman" w:cs="Times New Roman"/>
      <w:b/>
      <w:bCs/>
      <w:sz w:val="20"/>
      <w:szCs w:val="20"/>
      <w:lang w:val="en-US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37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7965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97573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odgornayasinyuh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96</TotalTime>
  <Pages>5</Pages>
  <Words>1047</Words>
  <Characters>5971</Characters>
  <Application>Microsoft Office Outlook</Application>
  <DocSecurity>0</DocSecurity>
  <Lines>0</Lines>
  <Paragraphs>0</Paragraphs>
  <ScaleCrop>false</ScaleCrop>
  <Company>Ltd. Remdormash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user</cp:lastModifiedBy>
  <cp:revision>20</cp:revision>
  <cp:lastPrinted>2013-06-24T08:14:00Z</cp:lastPrinted>
  <dcterms:created xsi:type="dcterms:W3CDTF">2013-04-25T18:52:00Z</dcterms:created>
  <dcterms:modified xsi:type="dcterms:W3CDTF">2014-04-22T10:58:00Z</dcterms:modified>
</cp:coreProperties>
</file>